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A44" w:rsidRDefault="00940A44" w:rsidP="00483E4C">
      <w:pPr>
        <w:spacing w:line="360" w:lineRule="auto"/>
        <w:ind w:firstLine="0"/>
        <w:jc w:val="both"/>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В свете фонарика</w:t>
      </w:r>
    </w:p>
    <w:p w:rsidR="00940A44" w:rsidRPr="00B9764B" w:rsidRDefault="00940A44" w:rsidP="00483E4C">
      <w:pPr>
        <w:spacing w:line="360" w:lineRule="auto"/>
        <w:ind w:firstLine="0"/>
        <w:jc w:val="both"/>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lang w:val="ru-RU"/>
        </w:rPr>
        <w:br/>
      </w:r>
      <w:r w:rsidRPr="00B9764B">
        <w:rPr>
          <w:rFonts w:ascii="Times New Roman" w:hAnsi="Times New Roman"/>
          <w:color w:val="000000"/>
          <w:sz w:val="24"/>
          <w:szCs w:val="24"/>
          <w:shd w:val="clear" w:color="auto" w:fill="FFFFFF"/>
          <w:lang w:val="ru-RU"/>
        </w:rPr>
        <w:t>Я  посмотрел на ч</w:t>
      </w:r>
      <w:r>
        <w:rPr>
          <w:rFonts w:ascii="Times New Roman" w:hAnsi="Times New Roman"/>
          <w:color w:val="000000"/>
          <w:sz w:val="24"/>
          <w:szCs w:val="24"/>
          <w:shd w:val="clear" w:color="auto" w:fill="FFFFFF"/>
          <w:lang w:val="ru-RU"/>
        </w:rPr>
        <w:t>асы, уже</w:t>
      </w:r>
      <w:r w:rsidRPr="00B9764B">
        <w:rPr>
          <w:rFonts w:ascii="Times New Roman" w:hAnsi="Times New Roman"/>
          <w:color w:val="000000"/>
          <w:sz w:val="24"/>
          <w:szCs w:val="24"/>
          <w:shd w:val="clear" w:color="auto" w:fill="FFFFFF"/>
          <w:lang w:val="ru-RU"/>
        </w:rPr>
        <w:t xml:space="preserve"> 5 часов вечера </w:t>
      </w:r>
      <w:r>
        <w:rPr>
          <w:rFonts w:ascii="Times New Roman" w:hAnsi="Times New Roman"/>
          <w:color w:val="000000"/>
          <w:sz w:val="24"/>
          <w:szCs w:val="24"/>
          <w:shd w:val="clear" w:color="auto" w:fill="FFFFFF"/>
          <w:lang w:val="ru-RU"/>
        </w:rPr>
        <w:t xml:space="preserve"> в это время </w:t>
      </w:r>
      <w:r w:rsidRPr="00B9764B">
        <w:rPr>
          <w:rFonts w:ascii="Times New Roman" w:hAnsi="Times New Roman"/>
          <w:color w:val="000000"/>
          <w:sz w:val="24"/>
          <w:szCs w:val="24"/>
          <w:shd w:val="clear" w:color="auto" w:fill="FFFFFF"/>
          <w:lang w:val="ru-RU"/>
        </w:rPr>
        <w:t>меня посетила  мысль устроить небольшую вело- прогулку. Недолго думая, быстро оделся в спортивный костюм, в вечернее время очень много комаров.  Я быстро собрался, и через 10 минут я уже шел к гаражу, где был «пришпорен» мой велосипед. Солнц</w:t>
      </w:r>
      <w:r>
        <w:rPr>
          <w:rFonts w:ascii="Times New Roman" w:hAnsi="Times New Roman"/>
          <w:color w:val="000000"/>
          <w:sz w:val="24"/>
          <w:szCs w:val="24"/>
          <w:shd w:val="clear" w:color="auto" w:fill="FFFFFF"/>
          <w:lang w:val="ru-RU"/>
        </w:rPr>
        <w:t>е еще не зашло, все прятались  от летнего зноя мало кто выходил на улицу.</w:t>
      </w:r>
      <w:r w:rsidRPr="00B9764B">
        <w:rPr>
          <w:rFonts w:ascii="Times New Roman" w:hAnsi="Times New Roman"/>
          <w:color w:val="000000"/>
          <w:sz w:val="24"/>
          <w:szCs w:val="24"/>
          <w:shd w:val="clear" w:color="auto" w:fill="FFFFFF"/>
          <w:lang w:val="ru-RU"/>
        </w:rPr>
        <w:t xml:space="preserve"> Но меня это не сильно волновало, я собирался прокатиться по лесу. Все что я решил взять с собой  - это налобный фонарик, на тот случай если вдруг задержусь, и бутылку воды. Надо было  взять еще и рюкзак с насосом и комплектом для ремонта шин. Но мне было лень… </w:t>
      </w:r>
    </w:p>
    <w:p w:rsidR="00940A44" w:rsidRPr="00B9764B" w:rsidRDefault="00940A44" w:rsidP="00BB2004">
      <w:pPr>
        <w:spacing w:line="360" w:lineRule="auto"/>
        <w:ind w:firstLine="708"/>
        <w:rPr>
          <w:rFonts w:ascii="Times New Roman" w:hAnsi="Times New Roman"/>
          <w:sz w:val="24"/>
          <w:szCs w:val="24"/>
          <w:shd w:val="clear" w:color="auto" w:fill="FFFFFF"/>
          <w:lang w:val="ru-RU"/>
        </w:rPr>
      </w:pPr>
      <w:r w:rsidRPr="00B9764B">
        <w:rPr>
          <w:rFonts w:ascii="Times New Roman" w:hAnsi="Times New Roman"/>
          <w:color w:val="000000"/>
          <w:sz w:val="24"/>
          <w:szCs w:val="24"/>
          <w:shd w:val="clear" w:color="auto" w:fill="FFFFFF"/>
          <w:lang w:val="ru-RU"/>
        </w:rPr>
        <w:t>Я находился в хорошем расположении духа, но как только  подошел к велосипеду, меня охватила дрожь, и тревога</w:t>
      </w:r>
      <w:r w:rsidRPr="00B9764B">
        <w:rPr>
          <w:rFonts w:ascii="Times New Roman" w:hAnsi="Times New Roman"/>
          <w:color w:val="FF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Меня  вдруг охватило чувство, как будто,  что-то забыл.  Я стал проверять содержимое карманов, все я взял или нет?</w:t>
      </w:r>
      <w:r w:rsidRPr="00B9764B">
        <w:rPr>
          <w:rFonts w:ascii="Times New Roman" w:hAnsi="Times New Roman"/>
          <w:color w:val="FF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 xml:space="preserve"> Такое действо  продолжалась минут 10.все это не давала мне покоя казалось, что испытываю чувство дежавю. Мое подсознание  словно предчувствовало приближение опасности. Такая тревога  бывает у меня иногда! И мне это порой</w:t>
      </w:r>
      <w:r>
        <w:rPr>
          <w:rFonts w:ascii="Times New Roman" w:hAnsi="Times New Roman"/>
          <w:color w:val="000000"/>
          <w:sz w:val="24"/>
          <w:szCs w:val="24"/>
          <w:shd w:val="clear" w:color="auto" w:fill="FFFFFF"/>
          <w:lang w:val="ru-RU"/>
        </w:rPr>
        <w:t xml:space="preserve"> помогало; и</w:t>
      </w:r>
      <w:r w:rsidRPr="00B9764B">
        <w:rPr>
          <w:rFonts w:ascii="Times New Roman" w:hAnsi="Times New Roman"/>
          <w:color w:val="000000"/>
          <w:sz w:val="24"/>
          <w:szCs w:val="24"/>
          <w:shd w:val="clear" w:color="auto" w:fill="FFFFFF"/>
          <w:lang w:val="ru-RU"/>
        </w:rPr>
        <w:t>збегать неприятных ситуаций, а однажды тревожное предчувствие даже спасло жизнь.  Но сейчас, не тот случай</w:t>
      </w:r>
      <w:r>
        <w:rPr>
          <w:rFonts w:ascii="Times New Roman" w:hAnsi="Times New Roman"/>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Я взял ветошь  с полки протер велосипед, проверил</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w:t>
      </w:r>
      <w:r>
        <w:rPr>
          <w:rFonts w:ascii="Times New Roman" w:hAnsi="Times New Roman"/>
          <w:color w:val="000000"/>
          <w:sz w:val="24"/>
          <w:szCs w:val="24"/>
          <w:shd w:val="clear" w:color="auto" w:fill="FFFFFF"/>
          <w:lang w:val="ru-RU"/>
        </w:rPr>
        <w:t xml:space="preserve"> накачены ли </w:t>
      </w:r>
      <w:r w:rsidRPr="00B9764B">
        <w:rPr>
          <w:rFonts w:ascii="Times New Roman" w:hAnsi="Times New Roman"/>
          <w:color w:val="000000"/>
          <w:sz w:val="24"/>
          <w:szCs w:val="24"/>
          <w:shd w:val="clear" w:color="auto" w:fill="FFFFFF"/>
          <w:lang w:val="ru-RU"/>
        </w:rPr>
        <w:t>колеса – одно немного подпустило. Ехать на нем было нельзя  я</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стал искать свой насос, который  несколько дней назад  положил рядом с велосипедом. Каждое утро, заходя в гараж, я  видел  его, а и</w:t>
      </w:r>
      <w:r>
        <w:rPr>
          <w:rFonts w:ascii="Times New Roman" w:hAnsi="Times New Roman"/>
          <w:color w:val="000000"/>
          <w:sz w:val="24"/>
          <w:szCs w:val="24"/>
          <w:shd w:val="clear" w:color="auto" w:fill="FFFFFF"/>
          <w:lang w:val="ru-RU"/>
        </w:rPr>
        <w:t>ногда и спотыкался так как валялся под ногами.</w:t>
      </w:r>
      <w:r w:rsidRPr="00B9764B">
        <w:rPr>
          <w:rFonts w:ascii="Times New Roman" w:hAnsi="Times New Roman"/>
          <w:color w:val="000000"/>
          <w:sz w:val="24"/>
          <w:szCs w:val="24"/>
          <w:shd w:val="clear" w:color="auto" w:fill="FFFFFF"/>
          <w:lang w:val="ru-RU"/>
        </w:rPr>
        <w:t xml:space="preserve"> Но сейчас  его не было на своем месте.  «Называется положить подальше, чтоб взять поближе», - подумал я. Подошел к ближайшей полке, на которой </w:t>
      </w:r>
      <w:r w:rsidRPr="00B9764B">
        <w:rPr>
          <w:rFonts w:ascii="Times New Roman" w:hAnsi="Times New Roman"/>
          <w:color w:val="000000"/>
          <w:sz w:val="24"/>
          <w:szCs w:val="24"/>
          <w:shd w:val="clear" w:color="auto" w:fill="FFFFFF"/>
        </w:rPr>
        <w:t> </w:t>
      </w:r>
      <w:r>
        <w:rPr>
          <w:rFonts w:ascii="Times New Roman" w:hAnsi="Times New Roman"/>
          <w:color w:val="000000"/>
          <w:sz w:val="24"/>
          <w:szCs w:val="24"/>
          <w:shd w:val="clear" w:color="auto" w:fill="FFFFFF"/>
          <w:lang w:val="ru-RU"/>
        </w:rPr>
        <w:t>у меня валялось всякое старье!</w:t>
      </w:r>
      <w:r w:rsidRPr="00B9764B">
        <w:rPr>
          <w:rFonts w:ascii="Times New Roman" w:hAnsi="Times New Roman"/>
          <w:color w:val="000000"/>
          <w:sz w:val="24"/>
          <w:szCs w:val="24"/>
          <w:shd w:val="clear" w:color="auto" w:fill="FFFFFF"/>
          <w:lang w:val="ru-RU"/>
        </w:rPr>
        <w:t xml:space="preserve"> «Может, я его сюда кинул, когда накачивал колеса?» Взяв с полки фонарик, стал рыться в ящике. Кинул взгляд на старый пыльный комод. Я  присел на корточки возле него, пытаясь открыть дверцу.  </w:t>
      </w:r>
      <w:r w:rsidRPr="00B9764B">
        <w:rPr>
          <w:rFonts w:ascii="Times New Roman" w:hAnsi="Times New Roman"/>
          <w:sz w:val="24"/>
          <w:szCs w:val="24"/>
          <w:shd w:val="clear" w:color="auto" w:fill="FFFFFF"/>
          <w:lang w:val="ru-RU"/>
        </w:rPr>
        <w:t xml:space="preserve">Она не хотела отворятся полностью – потому что отвисла и плохо открывалась. </w:t>
      </w:r>
    </w:p>
    <w:p w:rsidR="00940A44" w:rsidRPr="00B9764B" w:rsidRDefault="00940A44" w:rsidP="00E20514">
      <w:pPr>
        <w:spacing w:line="360" w:lineRule="auto"/>
        <w:ind w:firstLine="0"/>
        <w:rPr>
          <w:rFonts w:ascii="Times New Roman" w:hAnsi="Times New Roman"/>
          <w:color w:val="FF0000"/>
          <w:sz w:val="24"/>
          <w:szCs w:val="24"/>
          <w:shd w:val="clear" w:color="auto" w:fill="FFFFFF"/>
          <w:lang w:val="ru-RU"/>
        </w:rPr>
      </w:pPr>
      <w:r w:rsidRPr="00B9764B">
        <w:rPr>
          <w:rFonts w:ascii="Times New Roman" w:hAnsi="Times New Roman"/>
          <w:sz w:val="24"/>
          <w:szCs w:val="24"/>
          <w:shd w:val="clear" w:color="auto" w:fill="FFFFFF"/>
          <w:lang w:val="ru-RU"/>
        </w:rPr>
        <w:t>*****</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Я пытался вспомнить, куда  бросил этот злосчастный насос:  «Ну Егорка, вспоминай… Молод ты еще для склероза». Я напряг все свои извилины, стоя посередине гаража  и чесал затылок (</w:t>
      </w:r>
      <w:r>
        <w:rPr>
          <w:rFonts w:ascii="Times New Roman" w:hAnsi="Times New Roman"/>
          <w:color w:val="000000"/>
          <w:sz w:val="24"/>
          <w:szCs w:val="24"/>
          <w:shd w:val="clear" w:color="auto" w:fill="FFFFFF"/>
          <w:lang w:val="ru-RU"/>
        </w:rPr>
        <w:t>вдруг так думаться будет полегче</w:t>
      </w:r>
      <w:r w:rsidRPr="00B9764B">
        <w:rPr>
          <w:rFonts w:ascii="Times New Roman" w:hAnsi="Times New Roman"/>
          <w:color w:val="000000"/>
          <w:sz w:val="24"/>
          <w:szCs w:val="24"/>
          <w:shd w:val="clear" w:color="auto" w:fill="FFFFFF"/>
          <w:lang w:val="ru-RU"/>
        </w:rPr>
        <w:t xml:space="preserve">!). Мои глаза бегали из стороны в сторону в поисках, насоса. «Ну и бардак, когда ты тут наведешь порядок?», - Думал я, Наконец  все таки, </w:t>
      </w:r>
      <w:r>
        <w:rPr>
          <w:rFonts w:ascii="Times New Roman" w:hAnsi="Times New Roman"/>
          <w:color w:val="000000"/>
          <w:sz w:val="24"/>
          <w:szCs w:val="24"/>
          <w:shd w:val="clear" w:color="auto" w:fill="FFFFFF"/>
          <w:lang w:val="ru-RU"/>
        </w:rPr>
        <w:t xml:space="preserve">  нашел, а он конечно же, лежал </w:t>
      </w:r>
      <w:r w:rsidRPr="00B9764B">
        <w:rPr>
          <w:rFonts w:ascii="Times New Roman" w:hAnsi="Times New Roman"/>
          <w:color w:val="000000"/>
          <w:sz w:val="24"/>
          <w:szCs w:val="24"/>
          <w:shd w:val="clear" w:color="auto" w:fill="FFFFFF"/>
          <w:lang w:val="ru-RU"/>
        </w:rPr>
        <w:t xml:space="preserve"> на самом видном месте! Я ходил вокруг да около  не менее часа, но заметить его так и не </w:t>
      </w:r>
      <w:r>
        <w:rPr>
          <w:rFonts w:ascii="Times New Roman" w:hAnsi="Times New Roman"/>
          <w:color w:val="000000"/>
          <w:sz w:val="24"/>
          <w:szCs w:val="24"/>
          <w:shd w:val="clear" w:color="auto" w:fill="FFFFFF"/>
          <w:lang w:val="ru-RU"/>
        </w:rPr>
        <w:t>с</w:t>
      </w:r>
      <w:r w:rsidRPr="00B9764B">
        <w:rPr>
          <w:rFonts w:ascii="Times New Roman" w:hAnsi="Times New Roman"/>
          <w:color w:val="000000"/>
          <w:sz w:val="24"/>
          <w:szCs w:val="24"/>
          <w:shd w:val="clear" w:color="auto" w:fill="FFFFFF"/>
          <w:lang w:val="ru-RU"/>
        </w:rPr>
        <w:t>мог. По крайне мере, мне так  казалось…</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Колеса я уже накачал, и готовился выкатить велосипед. Между тем, время  бежало вперед. И, выйдя из гаража, увидел красное  солнце, более походившее на гигантский шар для боулинга, которое постепенно близилось к закату.</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w:t>
      </w:r>
    </w:p>
    <w:p w:rsidR="00940A44" w:rsidRPr="00B9764B" w:rsidRDefault="00940A44" w:rsidP="00E20514">
      <w:pPr>
        <w:spacing w:line="360" w:lineRule="auto"/>
        <w:ind w:firstLine="708"/>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Телефон и </w:t>
      </w:r>
      <w:r w:rsidRPr="00B9764B">
        <w:rPr>
          <w:rStyle w:val="hiddenspellerror"/>
          <w:rFonts w:ascii="Times New Roman" w:hAnsi="Times New Roman"/>
          <w:color w:val="000000"/>
          <w:sz w:val="24"/>
          <w:szCs w:val="24"/>
          <w:lang w:val="ru-RU"/>
        </w:rPr>
        <w:t>экшн</w:t>
      </w:r>
      <w:r w:rsidRPr="00B9764B">
        <w:rPr>
          <w:rStyle w:val="apple-converted-space"/>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камеру я решил оставить дома. Мне хотелось отдохнуть от всего. Да и что могло случиться со мной в лесу, где мне знакомо каждое дерево? « Ну, пора выезжать,- подумал я, - а то вожусь уже битый час» …</w:t>
      </w:r>
    </w:p>
    <w:p w:rsidR="00940A44" w:rsidRPr="00B9764B" w:rsidRDefault="00940A44" w:rsidP="00E20514">
      <w:pPr>
        <w:spacing w:line="360" w:lineRule="auto"/>
        <w:ind w:firstLine="708"/>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Стало </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быть,  собрался,  и уже велосипед  –</w:t>
      </w:r>
      <w:r>
        <w:rPr>
          <w:rFonts w:ascii="Times New Roman" w:hAnsi="Times New Roman"/>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катил</w:t>
      </w:r>
      <w:r>
        <w:rPr>
          <w:rFonts w:ascii="Times New Roman" w:hAnsi="Times New Roman"/>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 xml:space="preserve">к зеленой железной калитке.  Выкатив своего «железного коня» из двора сел.   Толкнулся  и  плавно  начал крутить педали, выехав на неширокую пыльную дорогу.  Ехал, лицезрев знакомые заборы, которые пестрели разными цветами. С железных крыш подымался пар, который раздувал теплый ветерок. Людей на улице почти не было, только одинокий человек  - быстро пройдет по пыльной дороге, и скроется в тени ореха  или абрикоса, коих тут растет очень много. Уже пора было  их собирать, но абрикосы висели, перезревая. Я проехал как раз под таким деревом, подняв голову, увидел несколько плодов. Абрикосы были такие большие, что походили на яблоки. Умело лавируя на узкой дорожке, ехал дальше – вот уже и конец улицы.  До леска оставалось каких- то пару километров. </w:t>
      </w:r>
    </w:p>
    <w:p w:rsidR="00940A44" w:rsidRPr="00B9764B" w:rsidRDefault="00940A44" w:rsidP="00E20514">
      <w:pPr>
        <w:spacing w:line="360" w:lineRule="auto"/>
        <w:ind w:firstLine="708"/>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Я прибавил ходу - мне поскорей хотелось  выбраться из  этих городских трущоб: вдохнуть полной грудью прохладный лесной воздух, отвлечь усталый глаз  на умиротворяющие пейзажи. Вот я подъехал к большому уклону. Крутить педали  мне стало в тягость, мое дыхание стало тяжелым, сердце готово было выскочить. Я слез с велосипеда  и покатил его под гору. Мимо проехала машина, </w:t>
      </w:r>
      <w:r>
        <w:rPr>
          <w:rFonts w:ascii="Times New Roman" w:hAnsi="Times New Roman"/>
          <w:color w:val="000000"/>
          <w:sz w:val="24"/>
          <w:szCs w:val="24"/>
          <w:shd w:val="clear" w:color="auto" w:fill="FFFFFF"/>
          <w:lang w:val="ru-RU"/>
        </w:rPr>
        <w:t xml:space="preserve"> которая окатила</w:t>
      </w:r>
      <w:r w:rsidRPr="00B9764B">
        <w:rPr>
          <w:rFonts w:ascii="Times New Roman" w:hAnsi="Times New Roman"/>
          <w:color w:val="000000"/>
          <w:sz w:val="24"/>
          <w:szCs w:val="24"/>
          <w:shd w:val="clear" w:color="auto" w:fill="FFFFFF"/>
          <w:lang w:val="ru-RU"/>
        </w:rPr>
        <w:t xml:space="preserve"> меня пыльным туманом. Я крепко выругался на лихача. Теперь  настроение   было уже совсем другим, я ос</w:t>
      </w:r>
      <w:r>
        <w:rPr>
          <w:rFonts w:ascii="Times New Roman" w:hAnsi="Times New Roman"/>
          <w:color w:val="000000"/>
          <w:sz w:val="24"/>
          <w:szCs w:val="24"/>
          <w:shd w:val="clear" w:color="auto" w:fill="FFFFFF"/>
          <w:lang w:val="ru-RU"/>
        </w:rPr>
        <w:t>тановился, чтоб обождать когда пыль уляжется.</w:t>
      </w:r>
      <w:r w:rsidRPr="00B9764B">
        <w:rPr>
          <w:rFonts w:ascii="Times New Roman" w:hAnsi="Times New Roman"/>
          <w:color w:val="000000"/>
          <w:sz w:val="24"/>
          <w:szCs w:val="24"/>
          <w:shd w:val="clear" w:color="auto" w:fill="FFFFFF"/>
          <w:lang w:val="ru-RU"/>
        </w:rPr>
        <w:t xml:space="preserve">  Я </w:t>
      </w:r>
      <w:r>
        <w:rPr>
          <w:rFonts w:ascii="Times New Roman" w:hAnsi="Times New Roman"/>
          <w:color w:val="000000"/>
          <w:sz w:val="24"/>
          <w:szCs w:val="24"/>
          <w:shd w:val="clear" w:color="auto" w:fill="FFFFFF"/>
          <w:lang w:val="ru-RU"/>
        </w:rPr>
        <w:t>начал идти подальше от дороги в</w:t>
      </w:r>
      <w:r w:rsidRPr="00B9764B">
        <w:rPr>
          <w:rFonts w:ascii="Times New Roman" w:hAnsi="Times New Roman"/>
          <w:color w:val="000000"/>
          <w:sz w:val="24"/>
          <w:szCs w:val="24"/>
          <w:shd w:val="clear" w:color="auto" w:fill="FFFFFF"/>
          <w:lang w:val="ru-RU"/>
        </w:rPr>
        <w:t xml:space="preserve"> гору, высокая трава издавала легкий шелест, покачиваясь от легкого ветерка. Почти поднявшись на гору, которая была очень крутой. К концу подъема у меня выступила небольшая испарина на лбу. Остановившись, я решил выпить воды, то и дело</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щурясь от лучей солн</w:t>
      </w:r>
      <w:r>
        <w:rPr>
          <w:rFonts w:ascii="Times New Roman" w:hAnsi="Times New Roman"/>
          <w:color w:val="000000"/>
          <w:sz w:val="24"/>
          <w:szCs w:val="24"/>
          <w:shd w:val="clear" w:color="auto" w:fill="FFFFFF"/>
          <w:lang w:val="ru-RU"/>
        </w:rPr>
        <w:t>ца. У меня стали слезится глаза, и я решил умыться чтобы  смыть дорожную пыль.  Открыв бутылку воды ополоснув, лицо я, сразу ощутил легкость.</w:t>
      </w:r>
      <w:r w:rsidRPr="00B9764B">
        <w:rPr>
          <w:rFonts w:ascii="Times New Roman" w:hAnsi="Times New Roman"/>
          <w:color w:val="000000"/>
          <w:sz w:val="24"/>
          <w:szCs w:val="24"/>
          <w:shd w:val="clear" w:color="auto" w:fill="FFFFFF"/>
          <w:lang w:val="ru-RU"/>
        </w:rPr>
        <w:t xml:space="preserve"> </w:t>
      </w:r>
      <w:r>
        <w:rPr>
          <w:rFonts w:ascii="Times New Roman" w:hAnsi="Times New Roman"/>
          <w:color w:val="000000"/>
          <w:sz w:val="24"/>
          <w:szCs w:val="24"/>
          <w:shd w:val="clear" w:color="auto" w:fill="FFFFFF"/>
          <w:lang w:val="ru-RU"/>
        </w:rPr>
        <w:t xml:space="preserve"> Сев</w:t>
      </w:r>
      <w:r w:rsidRPr="00B9764B">
        <w:rPr>
          <w:rFonts w:ascii="Times New Roman" w:hAnsi="Times New Roman"/>
          <w:color w:val="000000"/>
          <w:sz w:val="24"/>
          <w:szCs w:val="24"/>
          <w:shd w:val="clear" w:color="auto" w:fill="FFFFFF"/>
          <w:lang w:val="ru-RU"/>
        </w:rPr>
        <w:t xml:space="preserve"> на велосипед </w:t>
      </w:r>
      <w:r>
        <w:rPr>
          <w:rFonts w:ascii="Times New Roman" w:hAnsi="Times New Roman"/>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 xml:space="preserve"> и</w:t>
      </w:r>
      <w:r>
        <w:rPr>
          <w:rFonts w:ascii="Times New Roman" w:hAnsi="Times New Roman"/>
          <w:color w:val="000000"/>
          <w:sz w:val="24"/>
          <w:szCs w:val="24"/>
          <w:shd w:val="clear" w:color="auto" w:fill="FFFFFF"/>
          <w:lang w:val="ru-RU"/>
        </w:rPr>
        <w:t xml:space="preserve"> продолжил путь</w:t>
      </w:r>
      <w:r w:rsidRPr="00B9764B">
        <w:rPr>
          <w:rFonts w:ascii="Times New Roman" w:hAnsi="Times New Roman"/>
          <w:color w:val="000000"/>
          <w:sz w:val="24"/>
          <w:szCs w:val="24"/>
          <w:shd w:val="clear" w:color="auto" w:fill="FFFFFF"/>
          <w:lang w:val="ru-RU"/>
        </w:rPr>
        <w:t>, набрав скорость, ехал по гладенькому асфальту. Через пару километров  уже  виднелся лесок, точней пока только вдалеке показались кроны деревьев. Находился лес на косогорах, разделенных глубоким оврагом. Что невооруженным взглядом увидеть дно было невозможно.</w:t>
      </w:r>
    </w:p>
    <w:p w:rsidR="00940A44" w:rsidRPr="00B9764B" w:rsidRDefault="00940A44" w:rsidP="00E20514">
      <w:pPr>
        <w:spacing w:line="360" w:lineRule="auto"/>
        <w:ind w:firstLine="708"/>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Когда я  подошел к краю пропасти, я залюбовался красивейшими видами: справа был виден почти весь город, прямо виднелась железная дорога, а за ней  стелился до самого горизонта лес, слева виднелись несколько  озер  и  бурная и стремительная река.</w:t>
      </w:r>
      <w:r>
        <w:rPr>
          <w:rFonts w:ascii="Times New Roman" w:hAnsi="Times New Roman"/>
          <w:color w:val="000000"/>
          <w:sz w:val="24"/>
          <w:szCs w:val="24"/>
          <w:shd w:val="clear" w:color="auto" w:fill="FFFFFF"/>
          <w:lang w:val="ru-RU"/>
        </w:rPr>
        <w:t xml:space="preserve"> Извивавшаяся как большая змея.</w:t>
      </w:r>
      <w:r w:rsidRPr="00B9764B">
        <w:rPr>
          <w:rFonts w:ascii="Times New Roman" w:hAnsi="Times New Roman"/>
          <w:color w:val="000000"/>
          <w:sz w:val="24"/>
          <w:szCs w:val="24"/>
          <w:shd w:val="clear" w:color="auto" w:fill="FFFFFF"/>
          <w:lang w:val="ru-RU"/>
        </w:rPr>
        <w:t xml:space="preserve"> Если внимательно приглядеться можно увидеть несколько островков которые открывались, когда речка мелела. Начало ее было от самых высоких заснеженных гор – и заканчивалась она в Черном море.</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Pr>
          <w:rFonts w:ascii="Times New Roman" w:hAnsi="Times New Roman"/>
          <w:color w:val="000000"/>
          <w:sz w:val="24"/>
          <w:szCs w:val="24"/>
          <w:shd w:val="clear" w:color="auto" w:fill="FFFFFF"/>
          <w:lang w:val="ru-RU"/>
        </w:rPr>
        <w:t xml:space="preserve"> Остановившись</w:t>
      </w:r>
      <w:r w:rsidRPr="00B9764B">
        <w:rPr>
          <w:rFonts w:ascii="Times New Roman" w:hAnsi="Times New Roman"/>
          <w:color w:val="000000"/>
          <w:sz w:val="24"/>
          <w:szCs w:val="24"/>
          <w:shd w:val="clear" w:color="auto" w:fill="FFFFFF"/>
          <w:lang w:val="ru-RU"/>
        </w:rPr>
        <w:t xml:space="preserve"> посмотреть на закат, но</w:t>
      </w:r>
      <w:r>
        <w:rPr>
          <w:rFonts w:ascii="Times New Roman" w:hAnsi="Times New Roman"/>
          <w:color w:val="000000"/>
          <w:sz w:val="24"/>
          <w:szCs w:val="24"/>
          <w:shd w:val="clear" w:color="auto" w:fill="FFFFFF"/>
          <w:lang w:val="ru-RU"/>
        </w:rPr>
        <w:t xml:space="preserve"> ко мне</w:t>
      </w:r>
      <w:r w:rsidRPr="00B9764B">
        <w:rPr>
          <w:rFonts w:ascii="Times New Roman" w:hAnsi="Times New Roman"/>
          <w:color w:val="000000"/>
          <w:sz w:val="24"/>
          <w:szCs w:val="24"/>
          <w:shd w:val="clear" w:color="auto" w:fill="FFFFFF"/>
          <w:lang w:val="ru-RU"/>
        </w:rPr>
        <w:t xml:space="preserve"> неожиданно</w:t>
      </w:r>
      <w:r>
        <w:rPr>
          <w:rFonts w:ascii="Times New Roman" w:hAnsi="Times New Roman"/>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 xml:space="preserve"> подошла кошка</w:t>
      </w:r>
      <w:r>
        <w:rPr>
          <w:rFonts w:ascii="Times New Roman" w:hAnsi="Times New Roman"/>
          <w:color w:val="000000"/>
          <w:sz w:val="24"/>
          <w:szCs w:val="24"/>
          <w:shd w:val="clear" w:color="auto" w:fill="FFFFFF"/>
          <w:lang w:val="ru-RU"/>
        </w:rPr>
        <w:t xml:space="preserve"> ее силуэт вырос. Появился словно их ниоткуда,</w:t>
      </w:r>
      <w:r w:rsidRPr="00B9764B">
        <w:rPr>
          <w:rFonts w:ascii="Times New Roman" w:hAnsi="Times New Roman"/>
          <w:color w:val="000000"/>
          <w:sz w:val="24"/>
          <w:szCs w:val="24"/>
          <w:shd w:val="clear" w:color="auto" w:fill="FFFFFF"/>
          <w:lang w:val="ru-RU"/>
        </w:rPr>
        <w:t xml:space="preserve"> я поставил велосипед на подножку и решил ее погладить. Она ласково мурчала и терлась об мою ногу, видимо просила чтоб я ее погладил. Она смотрела на меня своими зелеными глазами.</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Жаль, у меня нет ничего с собой. Ты, наверное, голодная? –  сказал я.</w:t>
      </w:r>
      <w:r w:rsidRPr="00B9764B">
        <w:rPr>
          <w:rFonts w:ascii="Times New Roman" w:hAnsi="Times New Roman"/>
          <w:color w:val="000000"/>
          <w:sz w:val="24"/>
          <w:szCs w:val="24"/>
          <w:lang w:val="ru-RU"/>
        </w:rPr>
        <w:br/>
      </w:r>
      <w:r w:rsidRPr="00B9764B">
        <w:rPr>
          <w:rFonts w:ascii="Times New Roman" w:hAnsi="Times New Roman"/>
          <w:color w:val="000000"/>
          <w:sz w:val="24"/>
          <w:szCs w:val="24"/>
          <w:shd w:val="clear" w:color="auto" w:fill="FFFFFF"/>
          <w:lang w:val="ru-RU"/>
        </w:rPr>
        <w:t>Она сидела напротив и смотрела на меня очень внимательно, темно-голубая шерсть блестела. Кошка мяукнула  и протянула лапу, словно говорила «привет», Вдруг она попятилась –  выгнула спину, шерсть встала дыбом, и Пулей метнулась в сторону оврага, будто что почувствовала. Я никак не мог понять ее бегства - кошка бежала как, заправский спринтер! Я в мгновение бросил свой велосипед, даже не удосужился приковать его к ближайшему дереву. Но на тот момент меня это не сильно беспокоило. Вверх взяло любопытство, мне было  бы лучше плюнуть на это все и продолжить свой променад дальше. Но…</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lang w:val="ru-RU"/>
        </w:rPr>
        <w:br/>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В этой спешке  я успел взять фонарик, который мне далее пригодился.</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По крутому спуску я бежал  двигаясь по диагонали чтобы не упасть и не покатится кубарем на дно оврага. « Кис-кис-кис», - звал я кошку. Но она все еще бежала и бежала. Сколько времени было, я не знал –  сумерки уже сгущались. На небе появлялись первые звезды. Тут кошка остановилась, повернула голову, я посмотрел в ее глаза, они вдруг стали красными.  Гипнотически  она смотрела на меня. Мне казалась, что это оборотень. И сейчас он перевоплотится и разорвет меня в клочья. Мне стало так жутко, что по спине побежали мурашки, а сердце стало биться чаще, так я и стоял в ступоре минут 10. Когда волнующая пелена перед глазами рассеялась, подобно туману при первых лучах солнца, я услышал истошный крик - это был зверь или человек? Или кошка</w:t>
      </w:r>
      <w:r>
        <w:rPr>
          <w:rFonts w:ascii="Times New Roman" w:hAnsi="Times New Roman"/>
          <w:color w:val="000000"/>
          <w:sz w:val="24"/>
          <w:szCs w:val="24"/>
          <w:shd w:val="clear" w:color="auto" w:fill="FFFFFF"/>
          <w:lang w:val="ru-RU"/>
        </w:rPr>
        <w:t>? за которой я следовал.</w:t>
      </w:r>
      <w:r w:rsidRPr="00B9764B">
        <w:rPr>
          <w:rFonts w:ascii="Times New Roman" w:hAnsi="Times New Roman"/>
          <w:color w:val="000000"/>
          <w:sz w:val="24"/>
          <w:szCs w:val="24"/>
          <w:shd w:val="clear" w:color="auto" w:fill="FFFFFF"/>
          <w:lang w:val="ru-RU"/>
        </w:rPr>
        <w:t xml:space="preserve"> Я повернул голову, но она исчезла… Я достал фонарик из кармана, и стал и рыскать по сторонам, начинало темнеть. «Как  же быстро летит время! Я выезжал - было 5 часов вечера, а сейчас, наверное, уже 9», думал я.</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Я</w:t>
      </w:r>
      <w:r>
        <w:rPr>
          <w:rFonts w:ascii="Times New Roman" w:hAnsi="Times New Roman"/>
          <w:color w:val="000000"/>
          <w:sz w:val="24"/>
          <w:szCs w:val="24"/>
          <w:shd w:val="clear" w:color="auto" w:fill="FFFFFF"/>
          <w:lang w:val="ru-RU"/>
        </w:rPr>
        <w:t>,</w:t>
      </w:r>
      <w:r w:rsidRPr="00B9764B">
        <w:rPr>
          <w:rFonts w:ascii="Times New Roman" w:hAnsi="Times New Roman"/>
          <w:color w:val="000000"/>
          <w:sz w:val="24"/>
          <w:szCs w:val="24"/>
          <w:shd w:val="clear" w:color="auto" w:fill="FFFFFF"/>
          <w:lang w:val="ru-RU"/>
        </w:rPr>
        <w:t xml:space="preserve"> сделав пол оборота, чтобы осмотреться. С обеих сторон  меня окр</w:t>
      </w:r>
      <w:r>
        <w:rPr>
          <w:rFonts w:ascii="Times New Roman" w:hAnsi="Times New Roman"/>
          <w:color w:val="000000"/>
          <w:sz w:val="24"/>
          <w:szCs w:val="24"/>
          <w:shd w:val="clear" w:color="auto" w:fill="FFFFFF"/>
          <w:lang w:val="ru-RU"/>
        </w:rPr>
        <w:t xml:space="preserve">ужал овраг с пологими кручами. Подняв </w:t>
      </w:r>
      <w:r w:rsidRPr="00B9764B">
        <w:rPr>
          <w:rFonts w:ascii="Times New Roman" w:hAnsi="Times New Roman"/>
          <w:color w:val="000000"/>
          <w:sz w:val="24"/>
          <w:szCs w:val="24"/>
          <w:shd w:val="clear" w:color="auto" w:fill="FFFFFF"/>
          <w:lang w:val="ru-RU"/>
        </w:rPr>
        <w:t xml:space="preserve">голову - вдали </w:t>
      </w:r>
      <w:r>
        <w:rPr>
          <w:rFonts w:ascii="Times New Roman" w:hAnsi="Times New Roman"/>
          <w:color w:val="000000"/>
          <w:sz w:val="24"/>
          <w:szCs w:val="24"/>
          <w:shd w:val="clear" w:color="auto" w:fill="FFFFFF"/>
          <w:lang w:val="ru-RU"/>
        </w:rPr>
        <w:t xml:space="preserve"> мне </w:t>
      </w:r>
      <w:r w:rsidRPr="00B9764B">
        <w:rPr>
          <w:rFonts w:ascii="Times New Roman" w:hAnsi="Times New Roman"/>
          <w:color w:val="000000"/>
          <w:sz w:val="24"/>
          <w:szCs w:val="24"/>
          <w:shd w:val="clear" w:color="auto" w:fill="FFFFFF"/>
          <w:lang w:val="ru-RU"/>
        </w:rPr>
        <w:t xml:space="preserve">виднелись деревья. Я на самом дне, и стоял перед выбором – искать мне кошку или подняться и уехать домой? В моей голове был разброд мыслей. </w:t>
      </w:r>
      <w:r w:rsidRPr="00B9764B">
        <w:rPr>
          <w:rFonts w:ascii="Times New Roman" w:hAnsi="Times New Roman"/>
          <w:sz w:val="24"/>
          <w:szCs w:val="24"/>
          <w:shd w:val="clear" w:color="auto" w:fill="FFFFFF"/>
          <w:lang w:val="ru-RU"/>
        </w:rPr>
        <w:t>Подумав</w:t>
      </w:r>
      <w:r w:rsidRPr="00B9764B">
        <w:rPr>
          <w:rFonts w:ascii="Times New Roman" w:hAnsi="Times New Roman"/>
          <w:color w:val="000000"/>
          <w:sz w:val="24"/>
          <w:szCs w:val="24"/>
          <w:shd w:val="clear" w:color="auto" w:fill="FFFFFF"/>
          <w:lang w:val="ru-RU"/>
        </w:rPr>
        <w:t>, решил пройти немного глубь, может, кошка притаилась от страха? Но что ее могло  так напугать? Неужели это…</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w:t>
      </w:r>
      <w:r>
        <w:rPr>
          <w:rFonts w:ascii="Times New Roman" w:hAnsi="Times New Roman"/>
          <w:color w:val="000000"/>
          <w:sz w:val="24"/>
          <w:szCs w:val="24"/>
          <w:shd w:val="clear" w:color="auto" w:fill="FFFFFF"/>
          <w:lang w:val="ru-RU"/>
        </w:rPr>
        <w:tab/>
      </w:r>
      <w:r w:rsidRPr="00B9764B">
        <w:rPr>
          <w:rFonts w:ascii="Times New Roman" w:hAnsi="Times New Roman"/>
          <w:color w:val="000000"/>
          <w:sz w:val="24"/>
          <w:szCs w:val="24"/>
          <w:shd w:val="clear" w:color="auto" w:fill="FFFFFF"/>
          <w:lang w:val="ru-RU"/>
        </w:rPr>
        <w:t xml:space="preserve">На небе стало появляться все больше звезд. Овраг при солнечном свете казался мне приятным местом, но с наступлением темноты, мне стало не по себе… Солнце зашло, и летний зной  сменился приятной прохладой. «Не зря ты одел олимпийку. Ночью всегда холодно, даже в пустыне», -  я уверено пошагал к центру оврага. Из моей головы никак не выходила  эта страшная картина: кошка с горящими, как тлеющие угольки костра, глазами! Мне стало  очень жутко, мой оптимизм сняло как рукой! Я, светил  под ноги налобным фонариком, светил он ярко метров на десять вперед. Ступая неуверенно по желтой глинистой почве, думал, что после дождя тут невозможно будет пройти! Стояла  мертвая тишина. Я все еще думал – идти мне дальше или подниматься наверх…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«Если решил - иди до конца», - так я себя подбадривал,  хотя это не сильно помогало. Абсолютная темнота, незнакомое мне место.  Напряжение все больше росло… Пройдя так метров десять, справа от себя что-то увидел. Сначала не понял что это… Я подошел  ближе  и увидел странное отверстие в земле. Поначалу  подумал, что это кроличья нора или собаки вырыли… В тот момент ясно мыслить не представлялось возможным…  Перед этой дырой я обомлел, из нее сквозило ужасом, хотя стоял  в нескольких метрах. И делал маленькие робкие шажки  вперед, борясь с дрожью в теле, они были подобны цепям связывающими меня. И только от меня зависело, смогу я их порвать или они будут  со мной всю жизнь…</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Я сделал несколько шагов к этому адскому чреву,  посветив фонариком в глубь… Нора была в диаметре не более двух метров, или трех метров, так мне показалось, я стал светить, чтобы увидеть дно. «Примерно так  я себе представлял свое будущее».  Смотря в глубь страной  норы, я решил осмотреть ее повнимательней, и протиснув часть туловища, стал освещать стены. Земля тут была сухой и немного обсыпалась. «Интересно, она очень глубокая?»- Подумал я про себя. Меня охватывал одновременно ужас и эйфория. «Тут, наверно, жили собаки зимой? Потому что некому больше тут жить. Медведей тут не водится, лис… вроде тоже нет!» Мое любопытство на сей счет стало безграничным и воображение заиграло яркими красками. А чувство самосохранения заснуло беспробудным сном. Вдруг я услышал какой то жуткий вой... Я вылез из норы, встал на ноги, сделал круг, внимательно смотря вдаль. Фонарик выхватывал, куски тьмы, но ничего подозрительного он, не увидел. На небе была полная луна, что усилило мою тревогу, которая  была  подобна удару тока, меня затрясло…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Да, ну это все… Я, пошел к велосипеду…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Но тут же услышал, пронзительное кошачье «мяу», да такое истошное что я, чуть не поседел от страха! Звук доносился из этой злосчастной норы…  Вернувшись присел возле ямы, и светил в глубь…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«Кис-кис-кис». – В ответ лишь я слышал свое эхо… «Как ты туда залез? И какого лешего тебя сюда занесло… Все это моя сердобольность! Наверное ты, случайно провалилась?»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Я строил разные догадки, которые разрывали мою голову: «Чего она испугалась? У страха глаза велики. Не зря ведь это говорят»… Я боялся сделать первый шаг в неизвестность.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Какой я неуклюжий, словно слон в посудной лавке! -  ворчал я, протискиваясь гуськом в глубь норы.</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«Снаружи, она выглядит более массивной?» - думал я… и светил фонариком. Неожиданно я за что- то зацепился и полетел вниз лицом, словно в аквапарке!  Не знаю сколько проехался так на «пузе»  и упал в яму, приземлился  на что-то мягкое и липкое, которое как батутом  отбросило  на пару метров вверх, и я очень больно ударился о землю  головой. На пару минут, может больше, я отключился, так и лежал… Когда очнулся, открыв глаза, подумал, что перестал видеть - вокруг была кромешная тьма. У меня дико болел лоб. Погладив по нему ладонью, понял что  есть небольшое рассечение, и ранка стала неприятно болеть.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Что за… где?.. – сказал я, находясь в панике, от темноты. Чувство обреченности, тревоги сдавливало меня подобно скорлупе, я не мог пошевелится. От страха  я чувствовал себя слепым котенком, беззащитным и безропотным перед миром. На меня, человека хладнокровного  вдруг  нахлынули эмоции и истерика – где же я нахожусь? Что случилось, видимо сильно ударился головой?  Раз у меня пробел в памяти…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Кто-нибудь, помогите? Кто-нибудь!  - крикнул я, не понимая, что из людей тут только я. Ответило мне лишь эхо…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Мне нужен фонарик, где он, где он? – я решил сделать один робкий шаг, его всегда трудно сделать.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Вдруг откуда-то из далека послышалось «мяу» и подо мной задрожала земля будто кто-то огромный ступал мне навстречу. В этот момент я, наверное, поседел. Я даже представить не мог, что за тварь притаилась там, в темноте. Оно смотрит, наверно, на меня с упоением, чувствует мой страх. И готово вот-вот, бросится на меня, не оставив и косточки! Так и погаснет мой свет! На этой земле странные шорохи окружали меня со всех сторон, будто легионы тьмы начали свою жатву. Я заметался, не зная что делать, бросился бежать. Но меня остановила… стена.  Ударившись, снова упал, но уже на спину. Повернув голову, слегка щуря взгляд, в метрах десяти от себя увидел свет фонарика. Почему-то он горел очень тускло, свет был подобен свечке при дневном свете.  Попытавшись встать, чтоб добраться до фонарика, я  ощутил острую боль в ноге, словно она попала в капкан. Это усугубило мое состояние. «Неужели я умру?» -  Мысль об этом стала такой близкой, я уже чувствовал взгляд </w:t>
      </w:r>
      <w:r w:rsidRPr="00B9764B">
        <w:rPr>
          <w:rFonts w:ascii="Times New Roman" w:hAnsi="Times New Roman"/>
          <w:i/>
          <w:color w:val="000000"/>
          <w:sz w:val="24"/>
          <w:szCs w:val="24"/>
          <w:shd w:val="clear" w:color="auto" w:fill="FFFFFF"/>
          <w:lang w:val="ru-RU"/>
        </w:rPr>
        <w:t>жнеца</w:t>
      </w:r>
      <w:r w:rsidRPr="00B9764B">
        <w:rPr>
          <w:rFonts w:ascii="Times New Roman" w:hAnsi="Times New Roman"/>
          <w:b/>
          <w:i/>
          <w:color w:val="000000"/>
          <w:sz w:val="24"/>
          <w:szCs w:val="24"/>
          <w:shd w:val="clear" w:color="auto" w:fill="FFFFFF"/>
          <w:lang w:val="ru-RU"/>
        </w:rPr>
        <w:t>,</w:t>
      </w:r>
      <w:r w:rsidRPr="00B9764B">
        <w:rPr>
          <w:rFonts w:ascii="Times New Roman" w:hAnsi="Times New Roman"/>
          <w:b/>
          <w:color w:val="000000"/>
          <w:sz w:val="24"/>
          <w:szCs w:val="24"/>
          <w:shd w:val="clear" w:color="auto" w:fill="FFFFFF"/>
          <w:lang w:val="ru-RU"/>
        </w:rPr>
        <w:t xml:space="preserve">  </w:t>
      </w:r>
      <w:r w:rsidRPr="00B9764B">
        <w:rPr>
          <w:rFonts w:ascii="Times New Roman" w:hAnsi="Times New Roman"/>
          <w:color w:val="000000"/>
          <w:sz w:val="24"/>
          <w:szCs w:val="24"/>
          <w:shd w:val="clear" w:color="auto" w:fill="FFFFFF"/>
          <w:lang w:val="ru-RU"/>
        </w:rPr>
        <w:t xml:space="preserve">он, наверно, стоял рядом в своем балахоне, смотрел на меня и потирал руки в предвкушении жатвы. «А, может, это мое сознание – решило сыграть со мной злую шутку?»  - Подумал я, пытавшись отогнать плохие мысли.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Если я не могу идти, то буду ползти! Я не собираюсь тут подыхать…  – собрав всю волю в кулак,  я пополз. Каждое движение сейчас давалось мне нелегко, я чувствовал странную тяжесть в теле, будто я нахожусь в болоте. Где-то я слышал, чтоб не погрязнуть, надо принять горизонтальное положение - и ползти, ползти.  Путеводной нитью был для меня неяркий свет, к которому я двигался, хоть это было и тяжело. Мне все время казалось, что в этом подземелье я не один и что я в ловушке…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Я протянул руку к фонарику, слабость в теле прошла. Я поднялся на ноги: «Почему ты так тускло светишь?» Несколько раз стукнул по фонарику… Наконец свет стал ярким. Теперь я мог подумать, как выбраться отсюда и что вообще это за место. Откуда тут пещера? Целая куча вопросов появилась, а ответов ноль… Дыхание мое выравнивалась… Стояла такая тишина, что я слышал стук своего сердца.</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Место, где я находился, было мне совсем не понятно: это грот, пещера или, может, какой то провал? Посветив на потолок, увидел желоб, из которого я сюда попал. Стены абсолютно гладкие, ни одного выступа. Этот выход был для меня отрезан. Глаза, все еще не привыкшие к темноте, не сразу увидели, что прямо передо мной есть низенький туннель. «Неужели это моя спасительная соломинка?» - Подумал, и смело ступил в него, пригнувшись. В высоту был он не более полутора метров, столько же и в ширину. «Кто вырыл все это?»  Вдруг в нос ударила сильная вонь, мне стало не по себе. Одной рукой я прикрыл нос, и шел дальше, подсвечивая себе путь. Вдруг снова под мной задрожала земля, где-то вдалеке что-то бежало… Пройдя метров пять, я вышел из туннеля в большой «зал». Все также было очень темно. Тухлый запах стоял  невыносимый, я стал освещать все вокруг, и увидел на земле десятки, если не сотни костей! Кое-где лежали остатки чьей-то плоти, кожа, внутренние органы… Мне стало так дурно, что меня чуть не стошнило, благо желудок пуст. «Что это за место?» - В сотый раз подумал я.  «Это  логово? Ну ведь у нас нет хищных животных…  Я не хочу стать еще одной жертвой  этого таинственного монстра. Видимо, мне повезло, что сейчас он не пирует. Мне пора искать выход!» Быстро освещая все вокруг, я искал хоть небольшой лаз, который ведет на верх. «Неужели это западня? И «мяу» больше нет!»  В «зале» был очень сухой воздух, как днем в пустыне. И как назло, в мою голову не приходила ни одна умная мысль, это все страх  мешал мыслить,  но надо было двигаться и искать выход. Ведь если есть вход, то должен быть и выход. Я старался идти очень тихо, чтобы не привлекать внимания. Откуда-то из глубин снова послышалось «мяу».  Я посветил фонариком и увидел отражение глаз. Наверное, это кошачьи глаза? Но сейчас я ни в чем не был уверен, мои глаза могли меня подвести… Кошку я уже не звал, но пошел в ее сторону. Почти подойдя к ней, я заметил, как она бежит на меня… И вместо двух глаз у нее уже четыре - два больших черных глаза и рядом еще два, но поменьше… Эти глаза, что смотрели на меня, были черны как ночь, и в них явно читалось зачатки, разума… но не такого как у людей, а, уничтожающего  все на своем пути… хотя и в человеке такого «добра» с лихвой… В свете фонарика пред мной, появился пугающий образ: большие лапы покрытые шерсткой белого цвета,  огромное тело, которое в темноте казалось исполинским. Всеми восьмью лапами он бежал в мою сторону, теперь я понял, почему тряслась земля…</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Я  решил выключить фонарик. Однажды, давным-давно читал, что пауки остро реагируют на яркий свет, и наверняка – обладают хорошим слухом. Но было поздно – паук меня заметил. Я попятился назад,  становится жертвой мне не хотелось. Я быстро встал на ноги, и побежал туда,  где лежали останки… Надеясь найти место чтобы укрыться,  я бежал что есть силы, то и дело оборачиваясь - бочкообразное тело гигантского паука  преследовало меня. Прыгнуть  на меня он не мог, из за своих размеров…</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Я не стану  сегодня твоим «ужином» –  кричал я во все горло.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Адреналин придавал мне сил, я бежал, не замечая усталости и боли  от падения. Но я был в заранее проигрышном положении, паук ведь у себя дома,  а я в «гостях»… Но надежды выйти  все таки не оставлял.</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Оказавшись в том же гроте, через который я проходил, - его не спутаешь ни чем, тухлый тошнотворный запах разлагающейся плоти, и кости, кости повсюду.  Я светил  на земляные стены и искал хоть одну небольшую нишу, где можно было бы спрятаться. Осветив одну, вторую, третью, так  ничего и не увидел. Казалось, я обреченный на верную погибель, мое желание выбраться угасало, ведь вот-вот меня должен был настигнуть паук. Но вдруг я увидел небольшой проем в стене. И бросился туда,  кое-как залез во внутрь,  свернувшись калачиком, и притаился. Паук прошел мимо меня. В высоту он метра два, а может и больше… Фонарик  я выключил, когда он бежал мимо меня.  Высунул голову,  пристально смотрел в глубь грота, пытаясь выловить взглядом силуэт этого исполина – но только слышал какой-то странный звук. «Хрум-хрум-хрум» видимо паук лакомился остатками  разбросанными по всюду…  Я решил, что сидеть тут нет смысла! Или идти  искать выход, либо умереть от челюстей паука, или от жажды и голода…  «Не могу поверить, разве такие пауки существуют? Самый большой паук, которого я видел это был тарантул, но тот был не больше моей ладони! А тут он раз в сто больше. Если мы встретимся, он перекусит меня надвое! И даже костей, моих никто не найдет». Я снова включил фонарик, посветил в сторону звуков, но там никого не было. Включив фонарик на два светодиода, я внимательно смотрел под ноги, когда шел. Паук словно испарился.  Видимо, у него тут есть небольшая лазейка. Однажды я прочитал, что тарантулы  селятся рядом с водой… А еще они очень активны ночью.  Ничего более о пауках я вспомнить не мог, а о таких гигантских пауках я не знаю вообще ничего… Стараясь не шуметь, я делал шаг-второй, стараясь  не наступать на остатки ранее живых существ. Запах  сейчас уже не казался таким тошнотворным  и резким.  Я выбросил из головы все лишнее и стал думать… Медлить уже было нельзя, иначе мне конец. Я все смотрел на изрезанные, словно от лопаты,  земляные стены. «Может, паук  выбрался на водопой? Или на охоту за очередной жертвой?»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Вдруг  я услышал за спиной странный треск. Повернув шею,  увидел как  исполинская фигура готовится к прыжку. Мое дыхание перехватило и выступил холодный пот, словно мне приснился кошмар, но это было на яву. И, ущипнув себя, не проснешься. Никогда бы не подумал, что стану  сам участником кошмара…</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Я  был загнан в угол: за мной стена, а впереди - паук. Я начал светить ему прямо в глаза, думая что смогу ослепить – и пока он будет приходит в себя, смогу проскочить мимо него.  Ведь я все-таки человек  и должен быть умней? На мгновение мне показалось, что у меня получилось, потому как он стоял, как истукан, белесая шерстка вздыбилась, два острых и похожие на клинки, жала  синхронно подымались, готовые проткнуть меня,  и мои «потроха» посыпались бы на землю, и сам момент смерти был бы короче, чем жизнь бабочки…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 xml:space="preserve">- Сейчас все должно закончится… - сказал я, но паук все равно не понимал  человеческой речи. Ход его лап в толщину с фонарный столб увеличивался. Я бросился на него, мне показалось, что так смогу испугать его. Но не вышло. Я поскользнулся и упал, и оказался как раз под ним. Подняв глаза, увидел тело похожее на большую грушу… Одно из жал стукнуло оземь, как раз в нескольких сантиметрах от моей головы. Мои силы были почти на исходе… Все вдруг стало плыть, в левой ноге я почувствовал острую боль подобно, если бы тысяча иголок  вонзились в одно и тоже место. Посмотрев на ногу, увидел как паучье жало слегка задело икроножную мышцу. Штанину окрасило багровым цветом -  паук выпустил яд, и инстинкт ему подсказывал, что сопротивляться не буду. </w:t>
      </w:r>
    </w:p>
    <w:p w:rsidR="00940A44" w:rsidRPr="00B9764B" w:rsidRDefault="00940A44" w:rsidP="00E20514">
      <w:pPr>
        <w:spacing w:line="360" w:lineRule="auto"/>
        <w:ind w:firstLine="0"/>
        <w:rPr>
          <w:rFonts w:ascii="Times New Roman" w:hAnsi="Times New Roman"/>
          <w:color w:val="000000"/>
          <w:sz w:val="24"/>
          <w:szCs w:val="24"/>
          <w:shd w:val="clear" w:color="auto" w:fill="FFFFFF"/>
          <w:lang w:val="ru-RU"/>
        </w:rPr>
      </w:pPr>
      <w:r w:rsidRPr="00B9764B">
        <w:rPr>
          <w:rFonts w:ascii="Times New Roman" w:hAnsi="Times New Roman"/>
          <w:color w:val="000000"/>
          <w:sz w:val="24"/>
          <w:szCs w:val="24"/>
          <w:shd w:val="clear" w:color="auto" w:fill="FFFFFF"/>
          <w:lang w:val="ru-RU"/>
        </w:rPr>
        <w:t>Развернувшись, паук подошел и посмотрел на меня. Я затаил дыхание и закрыл глаза. Я чувствовал, как паук смотрит на меня, и думал, что сейчас он меня съест. Но не тут то было, он просто развернулся и ушел восвояси… Видимо, оставил меня на «десерт». Открыв глаза, я посмотрел на ногу… Жало прошло через кожу, и я получил малую толику, яда… Это чувствовалось,  я стал апатичным и вялым. Перевязав ногу, встал  и пошел в ту же сторону, откуда и пришел.  Нога  не слушалась и я ее буквально волочил, оставляя на земле небольшой ров за собой.  В отчаянии светил во все стороны, чтоб найти хоть не большую лазейку и наконец выбраться из этой преисподней. И вот, подойдя к месту, где я первый раз очутился, я увидел странную промоину, которая вела наверх. Подойдя поближе, и посвятив в нее, увидел, что она имеет небольшой уклон и я смогу…</w:t>
      </w:r>
      <w:bookmarkStart w:id="0" w:name="_GoBack"/>
      <w:bookmarkEnd w:id="0"/>
      <w:r w:rsidRPr="00B9764B">
        <w:rPr>
          <w:rFonts w:ascii="Times New Roman" w:hAnsi="Times New Roman"/>
          <w:color w:val="000000"/>
          <w:sz w:val="24"/>
          <w:szCs w:val="24"/>
          <w:shd w:val="clear" w:color="auto" w:fill="FFFFFF"/>
          <w:lang w:val="ru-RU"/>
        </w:rPr>
        <w:t xml:space="preserve"> Вылезти…      </w:t>
      </w:r>
    </w:p>
    <w:p w:rsidR="00940A44" w:rsidRPr="00657BD1" w:rsidRDefault="00940A44" w:rsidP="00F068A4">
      <w:pPr>
        <w:spacing w:line="360" w:lineRule="auto"/>
        <w:ind w:firstLine="0"/>
        <w:rPr>
          <w:rFonts w:ascii="Times New Roman" w:hAnsi="Times New Roman"/>
          <w:sz w:val="28"/>
          <w:szCs w:val="28"/>
          <w:lang w:val="ru-RU"/>
        </w:rPr>
      </w:pPr>
    </w:p>
    <w:p w:rsidR="00940A44" w:rsidRPr="00657BD1" w:rsidRDefault="00940A44" w:rsidP="00F068A4">
      <w:pPr>
        <w:spacing w:line="360" w:lineRule="auto"/>
        <w:ind w:firstLine="0"/>
        <w:rPr>
          <w:rFonts w:ascii="Times New Roman" w:hAnsi="Times New Roman"/>
          <w:sz w:val="28"/>
          <w:szCs w:val="28"/>
          <w:lang w:val="ru-RU"/>
        </w:rPr>
      </w:pPr>
    </w:p>
    <w:p w:rsidR="00940A44" w:rsidRPr="00657BD1" w:rsidRDefault="00940A44" w:rsidP="00F068A4">
      <w:pPr>
        <w:spacing w:line="360" w:lineRule="auto"/>
        <w:ind w:firstLine="0"/>
        <w:rPr>
          <w:rFonts w:ascii="Times New Roman" w:hAnsi="Times New Roman"/>
          <w:color w:val="000000"/>
          <w:sz w:val="28"/>
          <w:szCs w:val="28"/>
          <w:shd w:val="clear" w:color="auto" w:fill="FFFFFF"/>
          <w:lang w:val="ru-RU"/>
        </w:rPr>
      </w:pPr>
    </w:p>
    <w:p w:rsidR="00940A44" w:rsidRPr="00657BD1" w:rsidRDefault="00940A44" w:rsidP="00F068A4">
      <w:pPr>
        <w:spacing w:line="360" w:lineRule="auto"/>
        <w:ind w:firstLine="0"/>
        <w:rPr>
          <w:rFonts w:ascii="Times New Roman" w:hAnsi="Times New Roman"/>
          <w:sz w:val="28"/>
          <w:szCs w:val="28"/>
          <w:lang w:val="ru-RU"/>
        </w:rPr>
      </w:pPr>
    </w:p>
    <w:p w:rsidR="00940A44" w:rsidRPr="00657BD1" w:rsidRDefault="00940A44" w:rsidP="00F068A4">
      <w:pPr>
        <w:spacing w:line="360" w:lineRule="auto"/>
        <w:ind w:firstLine="0"/>
        <w:rPr>
          <w:rFonts w:ascii="Times New Roman" w:hAnsi="Times New Roman"/>
          <w:sz w:val="28"/>
          <w:szCs w:val="28"/>
          <w:lang w:val="ru-RU"/>
        </w:rPr>
      </w:pPr>
      <w:r w:rsidRPr="00657BD1">
        <w:rPr>
          <w:rFonts w:ascii="Times New Roman" w:hAnsi="Times New Roman"/>
          <w:color w:val="000000"/>
          <w:sz w:val="28"/>
          <w:szCs w:val="28"/>
          <w:lang w:val="ru-RU"/>
        </w:rPr>
        <w:br/>
      </w:r>
    </w:p>
    <w:p w:rsidR="00940A44" w:rsidRPr="00657BD1" w:rsidRDefault="00940A44" w:rsidP="00F068A4">
      <w:pPr>
        <w:spacing w:line="360" w:lineRule="auto"/>
        <w:ind w:firstLine="0"/>
        <w:rPr>
          <w:rFonts w:ascii="Times New Roman" w:hAnsi="Times New Roman"/>
          <w:sz w:val="28"/>
          <w:szCs w:val="28"/>
          <w:lang w:val="ru-RU"/>
        </w:rPr>
      </w:pPr>
    </w:p>
    <w:p w:rsidR="00940A44" w:rsidRDefault="00940A44" w:rsidP="006E11C0">
      <w:pPr>
        <w:spacing w:line="360" w:lineRule="auto"/>
        <w:ind w:firstLine="0"/>
        <w:rPr>
          <w:rFonts w:ascii="Times New Roman" w:hAnsi="Times New Roman"/>
          <w:color w:val="000000"/>
          <w:sz w:val="28"/>
          <w:szCs w:val="28"/>
          <w:shd w:val="clear" w:color="auto" w:fill="FFFFFF"/>
          <w:lang w:val="ru-RU"/>
        </w:rPr>
      </w:pPr>
    </w:p>
    <w:p w:rsidR="00940A44" w:rsidRPr="007D0379" w:rsidRDefault="00940A44" w:rsidP="00F068A4">
      <w:pPr>
        <w:spacing w:line="360" w:lineRule="auto"/>
        <w:ind w:firstLine="0"/>
        <w:rPr>
          <w:rFonts w:ascii="Times New Roman" w:hAnsi="Times New Roman"/>
          <w:sz w:val="28"/>
          <w:szCs w:val="28"/>
          <w:lang w:val="ru-RU"/>
        </w:rPr>
      </w:pPr>
      <w:r w:rsidRPr="007D0379">
        <w:rPr>
          <w:rFonts w:ascii="Times New Roman" w:hAnsi="Times New Roman"/>
          <w:color w:val="000000"/>
          <w:sz w:val="28"/>
          <w:szCs w:val="28"/>
          <w:lang w:val="ru-RU"/>
        </w:rPr>
        <w:br/>
      </w:r>
    </w:p>
    <w:p w:rsidR="00940A44" w:rsidRPr="007D0379" w:rsidRDefault="00940A44">
      <w:pPr>
        <w:spacing w:line="360" w:lineRule="auto"/>
        <w:ind w:firstLine="0"/>
        <w:rPr>
          <w:rFonts w:ascii="Times New Roman" w:hAnsi="Times New Roman"/>
          <w:sz w:val="28"/>
          <w:szCs w:val="28"/>
          <w:lang w:val="ru-RU"/>
        </w:rPr>
      </w:pPr>
    </w:p>
    <w:sectPr w:rsidR="00940A44" w:rsidRPr="007D0379" w:rsidSect="005475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0BC"/>
    <w:rsid w:val="0000030E"/>
    <w:rsid w:val="00005ADB"/>
    <w:rsid w:val="00014208"/>
    <w:rsid w:val="0001514B"/>
    <w:rsid w:val="00020A7B"/>
    <w:rsid w:val="00024EED"/>
    <w:rsid w:val="00026D20"/>
    <w:rsid w:val="000348AD"/>
    <w:rsid w:val="00042FEF"/>
    <w:rsid w:val="00045197"/>
    <w:rsid w:val="00062E6F"/>
    <w:rsid w:val="0007271F"/>
    <w:rsid w:val="000741F5"/>
    <w:rsid w:val="00074D9D"/>
    <w:rsid w:val="00094249"/>
    <w:rsid w:val="000A4E52"/>
    <w:rsid w:val="000A7EC1"/>
    <w:rsid w:val="000B692A"/>
    <w:rsid w:val="000D167D"/>
    <w:rsid w:val="000D4E56"/>
    <w:rsid w:val="000D57AD"/>
    <w:rsid w:val="000D7099"/>
    <w:rsid w:val="000D7FEC"/>
    <w:rsid w:val="000E3E03"/>
    <w:rsid w:val="000E70FF"/>
    <w:rsid w:val="000F470E"/>
    <w:rsid w:val="00103BA2"/>
    <w:rsid w:val="00105977"/>
    <w:rsid w:val="0011164A"/>
    <w:rsid w:val="001168C0"/>
    <w:rsid w:val="00130732"/>
    <w:rsid w:val="00131B92"/>
    <w:rsid w:val="00131BE0"/>
    <w:rsid w:val="00133CC3"/>
    <w:rsid w:val="0015090C"/>
    <w:rsid w:val="00157BF4"/>
    <w:rsid w:val="00175995"/>
    <w:rsid w:val="001A10A9"/>
    <w:rsid w:val="001A40A4"/>
    <w:rsid w:val="001B6461"/>
    <w:rsid w:val="001C01FA"/>
    <w:rsid w:val="001C460F"/>
    <w:rsid w:val="0021275D"/>
    <w:rsid w:val="00235519"/>
    <w:rsid w:val="00252AB6"/>
    <w:rsid w:val="00253EA1"/>
    <w:rsid w:val="002609EA"/>
    <w:rsid w:val="002715CE"/>
    <w:rsid w:val="00283F5F"/>
    <w:rsid w:val="00284A54"/>
    <w:rsid w:val="00286746"/>
    <w:rsid w:val="00290A5C"/>
    <w:rsid w:val="0029766D"/>
    <w:rsid w:val="002B5D52"/>
    <w:rsid w:val="002C08BD"/>
    <w:rsid w:val="002E53AF"/>
    <w:rsid w:val="002F2BC6"/>
    <w:rsid w:val="002F55E4"/>
    <w:rsid w:val="002F598E"/>
    <w:rsid w:val="002F691F"/>
    <w:rsid w:val="003051B8"/>
    <w:rsid w:val="0031551B"/>
    <w:rsid w:val="00322FDB"/>
    <w:rsid w:val="00324C24"/>
    <w:rsid w:val="003A4FB2"/>
    <w:rsid w:val="003A667C"/>
    <w:rsid w:val="003B0843"/>
    <w:rsid w:val="003C083E"/>
    <w:rsid w:val="003C216E"/>
    <w:rsid w:val="003D1CDB"/>
    <w:rsid w:val="003D25DB"/>
    <w:rsid w:val="003D6D73"/>
    <w:rsid w:val="003F1A91"/>
    <w:rsid w:val="003F4339"/>
    <w:rsid w:val="003F5B26"/>
    <w:rsid w:val="003F7E97"/>
    <w:rsid w:val="00432852"/>
    <w:rsid w:val="0045471F"/>
    <w:rsid w:val="00482DDD"/>
    <w:rsid w:val="00483E4C"/>
    <w:rsid w:val="00492A15"/>
    <w:rsid w:val="004C1031"/>
    <w:rsid w:val="004D5EA4"/>
    <w:rsid w:val="004D7523"/>
    <w:rsid w:val="004F35E4"/>
    <w:rsid w:val="005026FD"/>
    <w:rsid w:val="005240EC"/>
    <w:rsid w:val="005256C9"/>
    <w:rsid w:val="00525C12"/>
    <w:rsid w:val="00535FB0"/>
    <w:rsid w:val="00540318"/>
    <w:rsid w:val="005475E9"/>
    <w:rsid w:val="0057170E"/>
    <w:rsid w:val="00580709"/>
    <w:rsid w:val="00593288"/>
    <w:rsid w:val="005940BC"/>
    <w:rsid w:val="005A2593"/>
    <w:rsid w:val="005B0241"/>
    <w:rsid w:val="005D6121"/>
    <w:rsid w:val="005E3F8E"/>
    <w:rsid w:val="00603E92"/>
    <w:rsid w:val="006140FA"/>
    <w:rsid w:val="00632376"/>
    <w:rsid w:val="0065316A"/>
    <w:rsid w:val="00657BD1"/>
    <w:rsid w:val="00687748"/>
    <w:rsid w:val="006A1868"/>
    <w:rsid w:val="006A2B46"/>
    <w:rsid w:val="006A6FBC"/>
    <w:rsid w:val="006B47E0"/>
    <w:rsid w:val="006B60E8"/>
    <w:rsid w:val="006C5485"/>
    <w:rsid w:val="006C5EEF"/>
    <w:rsid w:val="006E11C0"/>
    <w:rsid w:val="006E53A2"/>
    <w:rsid w:val="006F2029"/>
    <w:rsid w:val="006F3164"/>
    <w:rsid w:val="007006AE"/>
    <w:rsid w:val="00703682"/>
    <w:rsid w:val="00746F6F"/>
    <w:rsid w:val="00770886"/>
    <w:rsid w:val="00775EA3"/>
    <w:rsid w:val="007824F4"/>
    <w:rsid w:val="00785085"/>
    <w:rsid w:val="00791292"/>
    <w:rsid w:val="007A4D97"/>
    <w:rsid w:val="007A7890"/>
    <w:rsid w:val="007C159A"/>
    <w:rsid w:val="007C20AD"/>
    <w:rsid w:val="007C5B8C"/>
    <w:rsid w:val="007C6896"/>
    <w:rsid w:val="007D0379"/>
    <w:rsid w:val="007D2072"/>
    <w:rsid w:val="007D4BB8"/>
    <w:rsid w:val="007F6100"/>
    <w:rsid w:val="00813088"/>
    <w:rsid w:val="00813D5C"/>
    <w:rsid w:val="008302BB"/>
    <w:rsid w:val="0088048D"/>
    <w:rsid w:val="00883693"/>
    <w:rsid w:val="008B3F19"/>
    <w:rsid w:val="008C33E1"/>
    <w:rsid w:val="008E0B53"/>
    <w:rsid w:val="008F7D22"/>
    <w:rsid w:val="009042D2"/>
    <w:rsid w:val="00921AF7"/>
    <w:rsid w:val="00931AD5"/>
    <w:rsid w:val="00940A44"/>
    <w:rsid w:val="00967F4C"/>
    <w:rsid w:val="00976285"/>
    <w:rsid w:val="00983107"/>
    <w:rsid w:val="0098655E"/>
    <w:rsid w:val="00986BD6"/>
    <w:rsid w:val="00991494"/>
    <w:rsid w:val="009A147C"/>
    <w:rsid w:val="009A3BCC"/>
    <w:rsid w:val="009A53EF"/>
    <w:rsid w:val="009B7374"/>
    <w:rsid w:val="009C1182"/>
    <w:rsid w:val="009E0A4D"/>
    <w:rsid w:val="009E22C2"/>
    <w:rsid w:val="009F33AD"/>
    <w:rsid w:val="00A118A6"/>
    <w:rsid w:val="00A203E1"/>
    <w:rsid w:val="00A247AE"/>
    <w:rsid w:val="00A32BC9"/>
    <w:rsid w:val="00A36805"/>
    <w:rsid w:val="00A43E76"/>
    <w:rsid w:val="00A52E53"/>
    <w:rsid w:val="00A552EF"/>
    <w:rsid w:val="00A66E4D"/>
    <w:rsid w:val="00A80249"/>
    <w:rsid w:val="00A87466"/>
    <w:rsid w:val="00AA43D3"/>
    <w:rsid w:val="00AA5754"/>
    <w:rsid w:val="00AB24DC"/>
    <w:rsid w:val="00AB5F1F"/>
    <w:rsid w:val="00AB6E3B"/>
    <w:rsid w:val="00AC3F5A"/>
    <w:rsid w:val="00AC52AD"/>
    <w:rsid w:val="00AE4DDD"/>
    <w:rsid w:val="00AF2801"/>
    <w:rsid w:val="00AF5771"/>
    <w:rsid w:val="00AF6842"/>
    <w:rsid w:val="00B23203"/>
    <w:rsid w:val="00B42437"/>
    <w:rsid w:val="00B47E08"/>
    <w:rsid w:val="00B51D3A"/>
    <w:rsid w:val="00B62683"/>
    <w:rsid w:val="00B66F9A"/>
    <w:rsid w:val="00B676A1"/>
    <w:rsid w:val="00B7370C"/>
    <w:rsid w:val="00B9764B"/>
    <w:rsid w:val="00BB2004"/>
    <w:rsid w:val="00BB3585"/>
    <w:rsid w:val="00BC6EBF"/>
    <w:rsid w:val="00BE5045"/>
    <w:rsid w:val="00BE7A61"/>
    <w:rsid w:val="00BF2486"/>
    <w:rsid w:val="00BF4007"/>
    <w:rsid w:val="00BF7483"/>
    <w:rsid w:val="00C15AC4"/>
    <w:rsid w:val="00C24C62"/>
    <w:rsid w:val="00C25831"/>
    <w:rsid w:val="00C2758C"/>
    <w:rsid w:val="00C36508"/>
    <w:rsid w:val="00C37437"/>
    <w:rsid w:val="00C5106A"/>
    <w:rsid w:val="00C545E1"/>
    <w:rsid w:val="00C7516D"/>
    <w:rsid w:val="00C75CE2"/>
    <w:rsid w:val="00C905B0"/>
    <w:rsid w:val="00CB067A"/>
    <w:rsid w:val="00CB75DB"/>
    <w:rsid w:val="00CD5E4A"/>
    <w:rsid w:val="00CD761E"/>
    <w:rsid w:val="00D01F07"/>
    <w:rsid w:val="00D0221E"/>
    <w:rsid w:val="00D12E20"/>
    <w:rsid w:val="00D23A10"/>
    <w:rsid w:val="00D34697"/>
    <w:rsid w:val="00D42823"/>
    <w:rsid w:val="00D541F5"/>
    <w:rsid w:val="00D7587C"/>
    <w:rsid w:val="00D80012"/>
    <w:rsid w:val="00D831DE"/>
    <w:rsid w:val="00D87D76"/>
    <w:rsid w:val="00DC2CF2"/>
    <w:rsid w:val="00DC5A85"/>
    <w:rsid w:val="00DD512F"/>
    <w:rsid w:val="00DE0BCE"/>
    <w:rsid w:val="00DE0EF6"/>
    <w:rsid w:val="00E03D66"/>
    <w:rsid w:val="00E06F20"/>
    <w:rsid w:val="00E12118"/>
    <w:rsid w:val="00E12B4B"/>
    <w:rsid w:val="00E142DC"/>
    <w:rsid w:val="00E17EAA"/>
    <w:rsid w:val="00E20490"/>
    <w:rsid w:val="00E20514"/>
    <w:rsid w:val="00E46595"/>
    <w:rsid w:val="00E62974"/>
    <w:rsid w:val="00E83FAB"/>
    <w:rsid w:val="00EC3C8B"/>
    <w:rsid w:val="00EC7063"/>
    <w:rsid w:val="00EE2814"/>
    <w:rsid w:val="00EE573B"/>
    <w:rsid w:val="00EE75F4"/>
    <w:rsid w:val="00EF5F8C"/>
    <w:rsid w:val="00F068A4"/>
    <w:rsid w:val="00F165CE"/>
    <w:rsid w:val="00F21F82"/>
    <w:rsid w:val="00F2622B"/>
    <w:rsid w:val="00F5437A"/>
    <w:rsid w:val="00F728F4"/>
    <w:rsid w:val="00F75CBE"/>
    <w:rsid w:val="00F9163A"/>
    <w:rsid w:val="00F95A98"/>
    <w:rsid w:val="00F9723C"/>
    <w:rsid w:val="00F9738C"/>
    <w:rsid w:val="00FA35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302BB"/>
    <w:pPr>
      <w:spacing w:after="240" w:line="480" w:lineRule="auto"/>
      <w:ind w:firstLine="360"/>
    </w:pPr>
    <w:rPr>
      <w:lang w:val="en-US" w:eastAsia="en-US"/>
    </w:rPr>
  </w:style>
  <w:style w:type="paragraph" w:styleId="Heading1">
    <w:name w:val="heading 1"/>
    <w:basedOn w:val="Normal"/>
    <w:next w:val="Normal"/>
    <w:link w:val="Heading1Char"/>
    <w:uiPriority w:val="99"/>
    <w:qFormat/>
    <w:rsid w:val="008302BB"/>
    <w:pPr>
      <w:spacing w:before="600" w:after="0" w:line="360" w:lineRule="auto"/>
      <w:ind w:firstLine="0"/>
      <w:outlineLvl w:val="0"/>
    </w:pPr>
    <w:rPr>
      <w:rFonts w:ascii="Cambria" w:eastAsia="Times New Roman" w:hAnsi="Cambria"/>
      <w:b/>
      <w:bCs/>
      <w:i/>
      <w:iCs/>
      <w:sz w:val="32"/>
      <w:szCs w:val="32"/>
    </w:rPr>
  </w:style>
  <w:style w:type="paragraph" w:styleId="Heading2">
    <w:name w:val="heading 2"/>
    <w:basedOn w:val="Normal"/>
    <w:next w:val="Normal"/>
    <w:link w:val="Heading2Char"/>
    <w:uiPriority w:val="99"/>
    <w:qFormat/>
    <w:rsid w:val="008302BB"/>
    <w:pPr>
      <w:spacing w:before="320" w:after="0" w:line="360" w:lineRule="auto"/>
      <w:ind w:firstLine="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8302BB"/>
    <w:pPr>
      <w:spacing w:before="320" w:after="0" w:line="360" w:lineRule="auto"/>
      <w:ind w:firstLine="0"/>
      <w:outlineLvl w:val="2"/>
    </w:pPr>
    <w:rPr>
      <w:rFonts w:ascii="Cambria" w:eastAsia="Times New Roman" w:hAnsi="Cambria"/>
      <w:b/>
      <w:bCs/>
      <w:i/>
      <w:iCs/>
      <w:sz w:val="26"/>
      <w:szCs w:val="26"/>
    </w:rPr>
  </w:style>
  <w:style w:type="paragraph" w:styleId="Heading4">
    <w:name w:val="heading 4"/>
    <w:basedOn w:val="Normal"/>
    <w:next w:val="Normal"/>
    <w:link w:val="Heading4Char"/>
    <w:uiPriority w:val="99"/>
    <w:qFormat/>
    <w:rsid w:val="008302BB"/>
    <w:pPr>
      <w:spacing w:before="280" w:after="0" w:line="360" w:lineRule="auto"/>
      <w:ind w:firstLine="0"/>
      <w:outlineLvl w:val="3"/>
    </w:pPr>
    <w:rPr>
      <w:rFonts w:ascii="Cambria" w:eastAsia="Times New Roman" w:hAnsi="Cambria"/>
      <w:b/>
      <w:bCs/>
      <w:i/>
      <w:iCs/>
      <w:sz w:val="24"/>
      <w:szCs w:val="24"/>
    </w:rPr>
  </w:style>
  <w:style w:type="paragraph" w:styleId="Heading5">
    <w:name w:val="heading 5"/>
    <w:basedOn w:val="Normal"/>
    <w:next w:val="Normal"/>
    <w:link w:val="Heading5Char"/>
    <w:uiPriority w:val="99"/>
    <w:qFormat/>
    <w:rsid w:val="008302BB"/>
    <w:pPr>
      <w:spacing w:before="280" w:after="0" w:line="360" w:lineRule="auto"/>
      <w:ind w:firstLine="0"/>
      <w:outlineLvl w:val="4"/>
    </w:pPr>
    <w:rPr>
      <w:rFonts w:ascii="Cambria" w:eastAsia="Times New Roman" w:hAnsi="Cambria"/>
      <w:b/>
      <w:bCs/>
      <w:i/>
      <w:iCs/>
    </w:rPr>
  </w:style>
  <w:style w:type="paragraph" w:styleId="Heading6">
    <w:name w:val="heading 6"/>
    <w:basedOn w:val="Normal"/>
    <w:next w:val="Normal"/>
    <w:link w:val="Heading6Char"/>
    <w:uiPriority w:val="99"/>
    <w:qFormat/>
    <w:rsid w:val="008302BB"/>
    <w:pPr>
      <w:spacing w:before="280" w:after="80" w:line="360" w:lineRule="auto"/>
      <w:ind w:firstLine="0"/>
      <w:outlineLvl w:val="5"/>
    </w:pPr>
    <w:rPr>
      <w:rFonts w:ascii="Cambria" w:eastAsia="Times New Roman" w:hAnsi="Cambria"/>
      <w:b/>
      <w:bCs/>
      <w:i/>
      <w:iCs/>
    </w:rPr>
  </w:style>
  <w:style w:type="paragraph" w:styleId="Heading7">
    <w:name w:val="heading 7"/>
    <w:basedOn w:val="Normal"/>
    <w:next w:val="Normal"/>
    <w:link w:val="Heading7Char"/>
    <w:uiPriority w:val="99"/>
    <w:qFormat/>
    <w:rsid w:val="008302BB"/>
    <w:pPr>
      <w:spacing w:before="280" w:after="0" w:line="360" w:lineRule="auto"/>
      <w:ind w:firstLine="0"/>
      <w:outlineLvl w:val="6"/>
    </w:pPr>
    <w:rPr>
      <w:rFonts w:ascii="Cambria" w:eastAsia="Times New Roman" w:hAnsi="Cambria"/>
      <w:b/>
      <w:bCs/>
      <w:i/>
      <w:iCs/>
      <w:sz w:val="20"/>
      <w:szCs w:val="20"/>
    </w:rPr>
  </w:style>
  <w:style w:type="paragraph" w:styleId="Heading8">
    <w:name w:val="heading 8"/>
    <w:basedOn w:val="Normal"/>
    <w:next w:val="Normal"/>
    <w:link w:val="Heading8Char"/>
    <w:uiPriority w:val="99"/>
    <w:qFormat/>
    <w:rsid w:val="008302BB"/>
    <w:pPr>
      <w:spacing w:before="280" w:after="0" w:line="360" w:lineRule="auto"/>
      <w:ind w:firstLine="0"/>
      <w:outlineLvl w:val="7"/>
    </w:pPr>
    <w:rPr>
      <w:rFonts w:ascii="Cambria" w:eastAsia="Times New Roman" w:hAnsi="Cambria"/>
      <w:b/>
      <w:bCs/>
      <w:i/>
      <w:iCs/>
      <w:sz w:val="18"/>
      <w:szCs w:val="18"/>
    </w:rPr>
  </w:style>
  <w:style w:type="paragraph" w:styleId="Heading9">
    <w:name w:val="heading 9"/>
    <w:basedOn w:val="Normal"/>
    <w:next w:val="Normal"/>
    <w:link w:val="Heading9Char"/>
    <w:uiPriority w:val="99"/>
    <w:qFormat/>
    <w:rsid w:val="008302BB"/>
    <w:pPr>
      <w:spacing w:before="280" w:after="0" w:line="360" w:lineRule="auto"/>
      <w:ind w:firstLine="0"/>
      <w:outlineLvl w:val="8"/>
    </w:pPr>
    <w:rPr>
      <w:rFonts w:ascii="Cambria" w:eastAsia="Times New Roman"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02BB"/>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8302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302BB"/>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8302BB"/>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8302BB"/>
    <w:rPr>
      <w:rFonts w:ascii="Cambria" w:hAnsi="Cambria" w:cs="Times New Roman"/>
      <w:b/>
      <w:bCs/>
      <w:i/>
      <w:iCs/>
    </w:rPr>
  </w:style>
  <w:style w:type="character" w:customStyle="1" w:styleId="Heading6Char">
    <w:name w:val="Heading 6 Char"/>
    <w:basedOn w:val="DefaultParagraphFont"/>
    <w:link w:val="Heading6"/>
    <w:uiPriority w:val="99"/>
    <w:semiHidden/>
    <w:locked/>
    <w:rsid w:val="008302BB"/>
    <w:rPr>
      <w:rFonts w:ascii="Cambria" w:hAnsi="Cambria" w:cs="Times New Roman"/>
      <w:b/>
      <w:bCs/>
      <w:i/>
      <w:iCs/>
    </w:rPr>
  </w:style>
  <w:style w:type="character" w:customStyle="1" w:styleId="Heading7Char">
    <w:name w:val="Heading 7 Char"/>
    <w:basedOn w:val="DefaultParagraphFont"/>
    <w:link w:val="Heading7"/>
    <w:uiPriority w:val="99"/>
    <w:semiHidden/>
    <w:locked/>
    <w:rsid w:val="008302BB"/>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8302BB"/>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8302BB"/>
    <w:rPr>
      <w:rFonts w:ascii="Cambria" w:hAnsi="Cambria" w:cs="Times New Roman"/>
      <w:i/>
      <w:iCs/>
      <w:sz w:val="18"/>
      <w:szCs w:val="18"/>
    </w:rPr>
  </w:style>
  <w:style w:type="paragraph" w:styleId="Caption">
    <w:name w:val="caption"/>
    <w:basedOn w:val="Normal"/>
    <w:next w:val="Normal"/>
    <w:uiPriority w:val="99"/>
    <w:qFormat/>
    <w:rsid w:val="008302BB"/>
    <w:rPr>
      <w:b/>
      <w:bCs/>
      <w:sz w:val="18"/>
      <w:szCs w:val="18"/>
    </w:rPr>
  </w:style>
  <w:style w:type="paragraph" w:styleId="Title">
    <w:name w:val="Title"/>
    <w:basedOn w:val="Normal"/>
    <w:next w:val="Normal"/>
    <w:link w:val="TitleChar"/>
    <w:uiPriority w:val="99"/>
    <w:qFormat/>
    <w:rsid w:val="008302BB"/>
    <w:pPr>
      <w:spacing w:line="240" w:lineRule="auto"/>
      <w:ind w:firstLine="0"/>
    </w:pPr>
    <w:rPr>
      <w:rFonts w:ascii="Cambria" w:eastAsia="Times New Roman" w:hAnsi="Cambria"/>
      <w:b/>
      <w:bCs/>
      <w:i/>
      <w:iCs/>
      <w:spacing w:val="10"/>
      <w:sz w:val="60"/>
      <w:szCs w:val="60"/>
    </w:rPr>
  </w:style>
  <w:style w:type="character" w:customStyle="1" w:styleId="TitleChar">
    <w:name w:val="Title Char"/>
    <w:basedOn w:val="DefaultParagraphFont"/>
    <w:link w:val="Title"/>
    <w:uiPriority w:val="99"/>
    <w:locked/>
    <w:rsid w:val="008302BB"/>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8302BB"/>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8302BB"/>
    <w:rPr>
      <w:rFonts w:cs="Times New Roman"/>
      <w:i/>
      <w:iCs/>
      <w:color w:val="808080"/>
      <w:spacing w:val="10"/>
      <w:sz w:val="24"/>
      <w:szCs w:val="24"/>
    </w:rPr>
  </w:style>
  <w:style w:type="character" w:styleId="Strong">
    <w:name w:val="Strong"/>
    <w:basedOn w:val="DefaultParagraphFont"/>
    <w:uiPriority w:val="99"/>
    <w:qFormat/>
    <w:rsid w:val="008302BB"/>
    <w:rPr>
      <w:rFonts w:cs="Times New Roman"/>
      <w:b/>
      <w:bCs/>
      <w:spacing w:val="0"/>
    </w:rPr>
  </w:style>
  <w:style w:type="character" w:styleId="Emphasis">
    <w:name w:val="Emphasis"/>
    <w:basedOn w:val="DefaultParagraphFont"/>
    <w:uiPriority w:val="99"/>
    <w:qFormat/>
    <w:rsid w:val="008302BB"/>
    <w:rPr>
      <w:rFonts w:cs="Times New Roman"/>
      <w:b/>
      <w:i/>
      <w:color w:val="auto"/>
    </w:rPr>
  </w:style>
  <w:style w:type="paragraph" w:styleId="NoSpacing">
    <w:name w:val="No Spacing"/>
    <w:basedOn w:val="Normal"/>
    <w:uiPriority w:val="99"/>
    <w:qFormat/>
    <w:rsid w:val="008302BB"/>
    <w:pPr>
      <w:spacing w:after="0" w:line="240" w:lineRule="auto"/>
      <w:ind w:firstLine="0"/>
    </w:pPr>
  </w:style>
  <w:style w:type="paragraph" w:styleId="ListParagraph">
    <w:name w:val="List Paragraph"/>
    <w:basedOn w:val="Normal"/>
    <w:uiPriority w:val="99"/>
    <w:qFormat/>
    <w:rsid w:val="008302BB"/>
    <w:pPr>
      <w:ind w:left="720"/>
      <w:contextualSpacing/>
    </w:pPr>
  </w:style>
  <w:style w:type="paragraph" w:styleId="Quote">
    <w:name w:val="Quote"/>
    <w:basedOn w:val="Normal"/>
    <w:next w:val="Normal"/>
    <w:link w:val="QuoteChar"/>
    <w:uiPriority w:val="99"/>
    <w:qFormat/>
    <w:rsid w:val="008302BB"/>
    <w:rPr>
      <w:color w:val="5A5A5A"/>
    </w:rPr>
  </w:style>
  <w:style w:type="character" w:customStyle="1" w:styleId="QuoteChar">
    <w:name w:val="Quote Char"/>
    <w:basedOn w:val="DefaultParagraphFont"/>
    <w:link w:val="Quote"/>
    <w:uiPriority w:val="99"/>
    <w:locked/>
    <w:rsid w:val="008302BB"/>
    <w:rPr>
      <w:rFonts w:ascii="Calibri" w:cs="Times New Roman"/>
      <w:color w:val="5A5A5A"/>
    </w:rPr>
  </w:style>
  <w:style w:type="paragraph" w:styleId="IntenseQuote">
    <w:name w:val="Intense Quote"/>
    <w:basedOn w:val="Normal"/>
    <w:next w:val="Normal"/>
    <w:link w:val="IntenseQuoteChar"/>
    <w:uiPriority w:val="99"/>
    <w:qFormat/>
    <w:rsid w:val="008302BB"/>
    <w:pPr>
      <w:spacing w:before="320" w:after="480" w:line="240" w:lineRule="auto"/>
      <w:ind w:left="720" w:right="720" w:firstLine="0"/>
      <w:jc w:val="center"/>
    </w:pPr>
    <w:rPr>
      <w:rFonts w:ascii="Cambria" w:eastAsia="Times New Roman" w:hAnsi="Cambria"/>
      <w:i/>
      <w:iCs/>
      <w:sz w:val="20"/>
      <w:szCs w:val="20"/>
    </w:rPr>
  </w:style>
  <w:style w:type="character" w:customStyle="1" w:styleId="IntenseQuoteChar">
    <w:name w:val="Intense Quote Char"/>
    <w:basedOn w:val="DefaultParagraphFont"/>
    <w:link w:val="IntenseQuote"/>
    <w:uiPriority w:val="99"/>
    <w:locked/>
    <w:rsid w:val="008302BB"/>
    <w:rPr>
      <w:rFonts w:ascii="Cambria" w:hAnsi="Cambria" w:cs="Times New Roman"/>
      <w:i/>
      <w:iCs/>
      <w:sz w:val="20"/>
      <w:szCs w:val="20"/>
    </w:rPr>
  </w:style>
  <w:style w:type="character" w:styleId="SubtleEmphasis">
    <w:name w:val="Subtle Emphasis"/>
    <w:basedOn w:val="DefaultParagraphFont"/>
    <w:uiPriority w:val="99"/>
    <w:qFormat/>
    <w:rsid w:val="008302BB"/>
    <w:rPr>
      <w:i/>
      <w:color w:val="5A5A5A"/>
    </w:rPr>
  </w:style>
  <w:style w:type="character" w:styleId="IntenseEmphasis">
    <w:name w:val="Intense Emphasis"/>
    <w:basedOn w:val="DefaultParagraphFont"/>
    <w:uiPriority w:val="99"/>
    <w:qFormat/>
    <w:rsid w:val="008302BB"/>
    <w:rPr>
      <w:b/>
      <w:i/>
      <w:color w:val="auto"/>
      <w:u w:val="single"/>
    </w:rPr>
  </w:style>
  <w:style w:type="character" w:styleId="SubtleReference">
    <w:name w:val="Subtle Reference"/>
    <w:basedOn w:val="DefaultParagraphFont"/>
    <w:uiPriority w:val="99"/>
    <w:qFormat/>
    <w:rsid w:val="008302BB"/>
    <w:rPr>
      <w:smallCaps/>
    </w:rPr>
  </w:style>
  <w:style w:type="character" w:styleId="IntenseReference">
    <w:name w:val="Intense Reference"/>
    <w:basedOn w:val="DefaultParagraphFont"/>
    <w:uiPriority w:val="99"/>
    <w:qFormat/>
    <w:rsid w:val="008302BB"/>
    <w:rPr>
      <w:b/>
      <w:smallCaps/>
      <w:color w:val="auto"/>
    </w:rPr>
  </w:style>
  <w:style w:type="character" w:styleId="BookTitle">
    <w:name w:val="Book Title"/>
    <w:basedOn w:val="DefaultParagraphFont"/>
    <w:uiPriority w:val="99"/>
    <w:qFormat/>
    <w:rsid w:val="008302BB"/>
    <w:rPr>
      <w:rFonts w:ascii="Cambria" w:hAnsi="Cambria"/>
      <w:b/>
      <w:smallCaps/>
      <w:color w:val="auto"/>
      <w:u w:val="single"/>
    </w:rPr>
  </w:style>
  <w:style w:type="paragraph" w:styleId="TOCHeading">
    <w:name w:val="TOC Heading"/>
    <w:basedOn w:val="Heading1"/>
    <w:next w:val="Normal"/>
    <w:uiPriority w:val="99"/>
    <w:qFormat/>
    <w:rsid w:val="008302BB"/>
    <w:pPr>
      <w:outlineLvl w:val="9"/>
    </w:pPr>
  </w:style>
  <w:style w:type="character" w:customStyle="1" w:styleId="apple-converted-space">
    <w:name w:val="apple-converted-space"/>
    <w:basedOn w:val="DefaultParagraphFont"/>
    <w:uiPriority w:val="99"/>
    <w:rsid w:val="005940BC"/>
    <w:rPr>
      <w:rFonts w:cs="Times New Roman"/>
    </w:rPr>
  </w:style>
  <w:style w:type="character" w:customStyle="1" w:styleId="wo">
    <w:name w:val="wo"/>
    <w:basedOn w:val="DefaultParagraphFont"/>
    <w:uiPriority w:val="99"/>
    <w:rsid w:val="005940BC"/>
    <w:rPr>
      <w:rFonts w:cs="Times New Roman"/>
    </w:rPr>
  </w:style>
  <w:style w:type="character" w:customStyle="1" w:styleId="hiddenspellerror">
    <w:name w:val="hiddenspellerror"/>
    <w:basedOn w:val="DefaultParagraphFont"/>
    <w:uiPriority w:val="99"/>
    <w:rsid w:val="0045471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1015</TotalTime>
  <Pages>10</Pages>
  <Words>3276</Words>
  <Characters>18676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Наташа</cp:lastModifiedBy>
  <cp:revision>202</cp:revision>
  <dcterms:created xsi:type="dcterms:W3CDTF">2017-07-22T07:38:00Z</dcterms:created>
  <dcterms:modified xsi:type="dcterms:W3CDTF">2017-08-10T09:59:00Z</dcterms:modified>
</cp:coreProperties>
</file>