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A96" w:rsidRDefault="00FC1A96">
      <w:r>
        <w:t xml:space="preserve">Как часто в нашей жизни случаются события, которые мы считаем началом нашего конца, но они становятся для нас благом. Так и со мной случилось. С детства я была необычным ребенком и видела и чувствовала то, что обычному человеку не дано. Как правило, такие люди становятся изгоями, но мне несказанно повезло меня. У меня есть родные сестры старшие, и они, так же как и я видят все. Поэтому мы никогда не чувствовали себя ущербными. </w:t>
      </w:r>
    </w:p>
    <w:p w:rsidR="00FC1A96" w:rsidRDefault="00FC1A96">
      <w:r>
        <w:t>Но самым большим испытанием для нас было время перед Пасхой. Все идут на кладбище, навести порядок на могилах своих близких. Наши родственники похоронены в самой старой части кладбища и если б не могильные кресты его можно было б принять за красивый парк. И среди этой красоты высилась могила без имени и без таблички, больше похожая на серый большой постамент верхушку которого венчала пятиконечная звезда. За этим постаментом всегда нас встречал он, мы не знали его имени. Он был высок, статен длинные серебристые волосы, всегда низко наклоненная голова, неизменно черные штаны и всегда босой. Чаще всего он просто стоял когда проходили мои сестра но стоило мне поравняться с могилой, он резко вскидывал руки словно пытался меня схватить. И тихий бархатистый голос в моей голове начинал шептать на непонятном языке. А самое странное больше его никто не видел. Мы несколько раз видели кА сквозь него проходят люди. Алена старшая из нас говорила что он просит имя. Со временем я перестала ходить с родителями на кладбище. Назовите меня трусихой я не протии. Но случилось так что когда мне исполнилось 14 лет сильно заболела мамина сестра. Уходила она очень долго и страшно страдала. В тот вечер была моя очередь дежурить с ней. Тетя пришла в себя на несколько минут в себя и попросила взять ее цепочку со старым непонятным символом.</w:t>
      </w:r>
    </w:p>
    <w:p w:rsidR="00FC1A96" w:rsidRDefault="00FC1A96">
      <w:r>
        <w:t xml:space="preserve">Помни не давай ему имя и не люби его никогда, - прошептала она мне, и как только я взяла цепочку, она улыбнулась и просто перестала дышать. Наступила непонятная тишина, а затем полил сильнейший дождь. С первыми раскатами грома в дом ворвались мама и бабушка, застыв на пороге и смотря на цепь в моих руках. Дальше помню лишь урывками мама плакала и кричала что я ни готова, бабушка, казалась непреклонной говоря, что выбор сделан. Затем меня одели и куда-то повезли, очнулась я лишь перед воротами кладбища. </w:t>
      </w:r>
    </w:p>
    <w:p w:rsidR="00FC1A96" w:rsidRDefault="00FC1A96">
      <w:r>
        <w:t>Иди он сам тебя приведет куда надо и прости нас дитя, - тихо прошептала бабушка.</w:t>
      </w:r>
    </w:p>
    <w:p w:rsidR="00FC1A96" w:rsidRDefault="00FC1A96">
      <w:r>
        <w:t>Но я слышала ее с трудом, кто то кричал сквозь дождь и звал меня. Как и куда я шла не помню. Очнулась словно после сна лишь перед серым камнем. Ноги отказывались меня вести вперед, цепочка в руках раскалилась.</w:t>
      </w:r>
    </w:p>
    <w:p w:rsidR="00FC1A96" w:rsidRDefault="00FC1A96">
      <w:r>
        <w:t>Ну что ж ты Ника  замерла в полушаге я столько лет ждал тебя,- тихо с усмешкой послышался голос из-за обелиска- Ты так долго отказывалась меня слышать маленькая.</w:t>
      </w:r>
    </w:p>
    <w:p w:rsidR="00FC1A96" w:rsidRDefault="00FC1A96">
      <w:r>
        <w:t xml:space="preserve">Я отлично поняла, что за камнем меня ждет именно он так как этот голос ни с кем бы я не перепутала. </w:t>
      </w:r>
    </w:p>
    <w:p w:rsidR="00FC1A96" w:rsidRDefault="00FC1A96">
      <w:r>
        <w:t xml:space="preserve">Ну же смелей сделай последний шаг дитя, время пришло,- словно уговаривая меня говорил он. </w:t>
      </w:r>
    </w:p>
    <w:p w:rsidR="00FC1A96" w:rsidRDefault="00FC1A96">
      <w:r>
        <w:t>Мозгами я понимала, что мне нужно бежать и как можно дальше, но тело предательски дрогнуло, и сделала последний шаг и оказалась перед ним. Впервые он поднял лицо его глаза были словно два больших сапфира изнутри светясь, зрелище еще то я вам скажу. Губы слегка полноватые улыбались мне обнажая два клыка и за спиной были широко развернуты два крыла огненного цвета.</w:t>
      </w:r>
    </w:p>
    <w:p w:rsidR="00FC1A96" w:rsidRDefault="00FC1A96">
      <w:r>
        <w:t>Я смотрела на него и понимала что назад пути нет.</w:t>
      </w:r>
    </w:p>
    <w:p w:rsidR="00FC1A96" w:rsidRDefault="00FC1A96">
      <w:r>
        <w:t>Дитя дай мне имя,- потребовал он смотря на меня в упор, его руки поднялись словно пытаясь меня обнять но натолкнулись на некий барьер,- Поторопись мое терпение не безгранично- недовольно прошипел он отдергивая руку от меня.</w:t>
      </w:r>
    </w:p>
    <w:p w:rsidR="00FC1A96" w:rsidRDefault="00FC1A96">
      <w:r>
        <w:t>Не знаю что так напугало меня но я бросилась бежать дождь усилился я не видела дороги куда бегу. Да и какая разница лишь бы как можно дальше отсюда. Но какого было мое изумление, когда я вернулась на то же место к нему, не смотря, рванула вновь в перед на четвертом или пятом круге он не выдержал:</w:t>
      </w:r>
    </w:p>
    <w:p w:rsidR="00FC1A96" w:rsidRDefault="00FC1A96">
      <w:r>
        <w:t>Ну еще не набегалась,- ехидненько улыбаясь спросил он, видя мой настрой- ну давай вперед еще пару кругом мне спешить некуда.</w:t>
      </w:r>
    </w:p>
    <w:p w:rsidR="00FC1A96" w:rsidRDefault="00FC1A96">
      <w:r>
        <w:t>На последним круге я подскальзнулась и буквально проскользила к его ногам и с удивлением увидела кА возле его ноги нетерпеливо бьется хвост с пушистым окончанием под цвет его волос.</w:t>
      </w:r>
    </w:p>
    <w:p w:rsidR="00FC1A96" w:rsidRDefault="00FC1A96">
      <w:r>
        <w:t>Имя, - нетерпеливо прошипели сверху, я же так и лежа в грязи тихо прошептала - Константин.</w:t>
      </w:r>
    </w:p>
    <w:p w:rsidR="00FC1A96" w:rsidRDefault="00FC1A96">
      <w:r>
        <w:t xml:space="preserve">Умница,- прошептал он мне уже на ухо и я почувствовала как он берет меня на руки прижимая к себе его крылья, тут же обвились вокруг меня коконом даря тепло и спокойствие. </w:t>
      </w:r>
    </w:p>
    <w:p w:rsidR="00FC1A96" w:rsidRDefault="00FC1A96">
      <w:r>
        <w:t>Это мое последние связное воспоминание, следующий раз я пришла в себя на несколько мгновений в каком то храме я слыша издали его голос, которой говорил сказать мне да я не думая повторила и услышала что клятва принята и пара признана истиной, дальше лишь темнота и забвение. Хотя и сквозь не прорывались отдаленные фразы кто то кому то твердил что я слишком мала.</w:t>
      </w:r>
    </w:p>
    <w:p w:rsidR="00FC1A96" w:rsidRDefault="00FC1A96">
      <w:r>
        <w:t>Когда же я наконец пришла в себя, то обнаружила что сплю в своей кровати. Сначала подумалось что это все мене приснилось, но  я потянувшись на правой руке обнаружился плетеный золотой браслет с вкраплениями сапфиров, которые туту же напомнили мне его глаза.</w:t>
      </w:r>
    </w:p>
    <w:p w:rsidR="00FC1A96" w:rsidRDefault="00FC1A96">
      <w:r>
        <w:t xml:space="preserve">На мое шебуршание в комнату пришла бабушка: </w:t>
      </w:r>
    </w:p>
    <w:p w:rsidR="00FC1A96" w:rsidRDefault="00FC1A96">
      <w:r>
        <w:t>Ника, девочка моя нам надо серьезно поговорить, - начала бабушка,- что ты помнишь что с тобой случилось-, я вяло кивнула,- ну что ж пришло время объяснить что это было. Много лет назад в нашем роду была женщина которая жаждала власть но произошла она из простых крестьян. Сама понимаешь, в то время таким как она ничего не святило. Но она не смирилась с судьбой крестьянки и призвала демона в помощники. Она с его помощью стала настоящей графиней, но когда пришло время платить демону за его помощь она нашла способ и убила его. На нашу семейную беде он был из высших и на тот момент у него уже подрастал сын. За убийство на нашу семью легло тяжелое проклятье. Одну из рожденных дочерей демон забирал в уплату за каждый день мучений своего отца, отец его умирал десять дней следовательно он забирает дочерей каждого поколения до десятого поколения. Но ни одна ему так и не принадлежала. Что б он мог по настоящему отомстить девушка должна была выполнить три условия дать ему имя, стать его парой добровольно и полюбить всей душой без оглядки. Только тогда он смог бы отомстить, ему хватило сил что бы сделать так что наши женщины рожали  лишь дочерей. Мы предавали знания и к достижению 14 летнего возраста уходила одна из нас кого он выбирал а ее место занимала следующая. В чей руке оказывалась цепь с его родовым занком. И лишь твоя мать нарушила неписанный закон родив трех дочерей и не подготовивив их. Теперь за это платить тебе он взял свое но третий правило не выполнено еще девочка. Ты стала ему женой и дала ему имя, но помни любить его нельзя слишком велика цена слишком- рассказывая это бабушка словно старела на глазах.</w:t>
      </w:r>
    </w:p>
    <w:p w:rsidR="00FC1A96" w:rsidRDefault="00FC1A96">
      <w:r>
        <w:t xml:space="preserve">Было непривычно видеть ее такой беспомощной. </w:t>
      </w:r>
    </w:p>
    <w:p w:rsidR="00FC1A96" w:rsidRDefault="00FC1A96">
      <w:r>
        <w:t>А где же он сейчас?- задала я наверное самый глупый вопрос из всех.</w:t>
      </w:r>
    </w:p>
    <w:p w:rsidR="00FC1A96" w:rsidRDefault="00FC1A96">
      <w:r>
        <w:t>Ох Ника нет ему сейчас ходу к тебе до твоего 16 дня рожденья, даже у них есть правила которые он не переступит но если ты его сама позовешь он придет тут же, А теперь детка попытайся поспать хоть чуть чуть,- сказала бабушка</w:t>
      </w:r>
    </w:p>
    <w:p w:rsidR="00FC1A96" w:rsidRDefault="00FC1A96">
      <w:r>
        <w:t>Следом за бабушкой пришла мама она плакала и просила прошения за свое неверие и как она считала ошибки.</w:t>
      </w:r>
    </w:p>
    <w:p w:rsidR="00FC1A96" w:rsidRDefault="00FC1A96">
      <w:r>
        <w:t>Когда все ушли я прикинула что хоть как но встретиться мне с ним придется, поэтому лучше делать это на своей территории и на своих условиях:</w:t>
      </w:r>
    </w:p>
    <w:p w:rsidR="00FC1A96" w:rsidRDefault="00FC1A96">
      <w:r>
        <w:t>Костя,- тихо позвала я.</w:t>
      </w:r>
    </w:p>
    <w:p w:rsidR="00FC1A96" w:rsidRDefault="00FC1A96">
      <w:r>
        <w:t xml:space="preserve">В ответ была мне тишина прошло пять, затем десять минут, но никто так и не пришел. Я разочарованно вздохнула и повернулась на бок, а на меня с моей подушки нагло смотрели сапфировые глаза. Следующую минуту  подо мною словно из воздуха выросло мужское тело. Руки нагло меня обнимали и жадно прижимали к нему. В этот момент я поблагодарила маму которая одела меня в пижаму. Но в следующую минуту наглый хвост данного субъекта скользнул под футболку оплетая мою талия. </w:t>
      </w:r>
    </w:p>
    <w:p w:rsidR="00FC1A96" w:rsidRDefault="00FC1A96">
      <w:r>
        <w:t>Звала,- нагло спросил он улыбаясь мне,- Тебя разве не напугали что я злой и кровожадный,- ехидно спросил он.</w:t>
      </w:r>
    </w:p>
    <w:p w:rsidR="00FC1A96" w:rsidRDefault="00FC1A96">
      <w:r>
        <w:t>Напугали и что дальше,- спросила пытаясь выкрутиться из его объятий пропыхтела я- Да отпусти ты меня наконец уже.</w:t>
      </w:r>
    </w:p>
    <w:p w:rsidR="00FC1A96" w:rsidRDefault="00FC1A96">
      <w:r>
        <w:t>Теперь уже нет, ты сама меня позвала, твоя родня знает лишь часть той истории,- улыбнулся но как то слишком грустно произнес он,- Когда погибает высший то на его старшего сына ложиться печать с требованием отомстить за отца. Тогда когда это все случилось я готов был уничтожить весь вас род, не задумываясь я проклял вас. Но и сам пострадал от этого, хоть мы и демоны но нам так же как и вам людям важна семья. Причем потомство у нас рождается лишь от истинной пары. А истинная пара образуется лишь при добровольном согласии обоих и любви хоть с одной стороны. Зная это твоя пра пра пра бабка исправила мое проклятье. Теперь оно звучит так «Лишь когда тебя полюбит та которую ты забрал, и станет парой тебе тогда и падет печать ». Таким образом она привязала меня лишь к вашему роду и передала искаверканую легенду. Я забирал души ваших родственниц в надежде найти пару. Восемьсот лет одиночества и изгнания. К своим я не могу вернуться пока не падет печать отмщения, но и здесь мне нет места без имени. Я отчаялся найти ту которая полюбит и спасет уже меня. Но в тот год когда с твоими сестрами впервые на кладбище пришла ты, я понял что у меня появилась надежда на освобождение. Ты наверное не помнишь как играла со мною,- говорил он улыбаясь, а глаза его затянула туманом воспоминания,- Но я совершил ошибку я думал ты меня не испугаешься, я показал тебе истинный лик,- уголки его губ нервно дернулись,- ты испугалась перестала меня слышать, больше я не поднимал лица к тебе но пытался докричаться до твоего сознания…</w:t>
      </w:r>
    </w:p>
    <w:p w:rsidR="00FC1A96" w:rsidRDefault="00FC1A96">
      <w:r>
        <w:t>Кажется он еще что то говорил но я не слышала. Меня накрыло волною воспоминаний. Весенний теплый денек, мы шли на кладбище, я радовалась, ведь увижу снова его. Моего друга он всегда меня ждет. Он как всегда стоял за обелиском, и уже протягивал мне мячик для игры, наши пальцы соприкоснулись. Он поднял голову и посмотрел на меня в упор. Глаза налитые кровью хищный оскал и острые клыки, меня накрыла паника.</w:t>
      </w:r>
    </w:p>
    <w:p w:rsidR="00FC1A96" w:rsidRDefault="00FC1A96">
      <w:r>
        <w:t>Вот видишь ты помнишь все,- горько вздохнул он, прижимая меня еще крепче и слегка покачивая словно ту малышку что когда то напугал.</w:t>
      </w:r>
    </w:p>
    <w:p w:rsidR="00FC1A96" w:rsidRDefault="00FC1A96">
      <w:r>
        <w:t>Я больше не боюсь,- уверенно я сказала глядя на него. Впервые я вижу не острые клыки и дикого хищника, а уставшего парня которому  уготовлена доля одиночки,- теперь ты ни один, теперь я рядом,- тихо шепчу глядя ему в глаза.</w:t>
      </w:r>
    </w:p>
    <w:p w:rsidR="00FC1A96" w:rsidRDefault="00FC1A96">
      <w:r>
        <w:t>Он мне грустно улыбнулся: Знаешь я рад, что хотя б ты больше не боишься меня. Запомни, что я не враг только не тебе маленькая,- прошептал он мне садясь со мною на руках сжав меня так сильно, что дышать тяжело,- Я приду когда тебе будет шестнадцать малышка, иначе быть беде. Ты слишком мала, а я не терпелив.- Прошептал он мне,- Отпусти меня мне пора.</w:t>
      </w:r>
    </w:p>
    <w:p w:rsidR="00FC1A96" w:rsidRDefault="00FC1A96">
      <w:r>
        <w:t>С этими словами он растаял просто, и я одна осталась сидеть. Как тоскливо и холодно стало без него. Через несколько дней я сбежала из под недремлющего ока родственников и пришла на кладбище звала до хрипоты его но он не пришел  ко мне. Уже смирившись с тем что мне придется ждать его четыре года, убедила что он придет.</w:t>
      </w:r>
    </w:p>
    <w:p w:rsidR="00FC1A96" w:rsidRDefault="00FC1A96">
      <w:r>
        <w:t>Но беда пришла, откуда ее не ждали по истечению года. Дома стали тавриться непонятные вещи. Мы разругались с сестрами, родители поссорились, отец ушел к другой женщине. Мама в попытке хотя бы нас сплотить вывезла нас в туристическую поездку в горы. На одной из троп поднимаясь вверх я встретилась с задумчивым взглядом Оксаны, моей средней сестры. И только затем увидела как что то блестит у нее в руки.</w:t>
      </w:r>
    </w:p>
    <w:p w:rsidR="00FC1A96" w:rsidRDefault="00FC1A96">
      <w:r>
        <w:t>Приятного полета, сестричка,- прошипела она и пырнула меня ножом от боли и удивления я не удержалась и сорвалась.</w:t>
      </w:r>
    </w:p>
    <w:p w:rsidR="00FC1A96" w:rsidRDefault="00FC1A96">
      <w:r>
        <w:t>Летя вниз, я остро поняла, что это конец Костя не успеет. Слышала мамин крик и  старшей сестры затем острая боль и тишина.</w:t>
      </w:r>
    </w:p>
    <w:p w:rsidR="00FC1A96" w:rsidRDefault="00FC1A96">
      <w:r>
        <w:t>Сознание возвращалось медленно, и нехотя сначала вернулись звуки. Кто то рядом отдавал приказы властным голосом: О смотри как очухалась быстро- кто то рядом прокомментировал мои попытки открыть глаза. Опять накрыла темнота.</w:t>
      </w:r>
    </w:p>
    <w:p w:rsidR="00FC1A96" w:rsidRDefault="00FC1A96">
      <w:r>
        <w:t>На следующий приход в себя смогла открыть глаза, но от этого только хуже вышло. Все плыло и плясало вокруг.</w:t>
      </w:r>
    </w:p>
    <w:p w:rsidR="00FC1A96" w:rsidRDefault="00FC1A96">
      <w:r>
        <w:t>Спи маленькая силы тебе еще понадобятся,- успокаивал чей-то голос .</w:t>
      </w:r>
    </w:p>
    <w:p w:rsidR="00FC1A96" w:rsidRDefault="00FC1A96">
      <w:r>
        <w:t>Проснулась я резко как от толка. Сев огляделась кругом. Комната была большая светлая из окон в нее проникали солнечный лучи, я лежа на кровати. Меня удивил ее размер, словно большое поле я на ней терялась. Дверь резко распахнулась стукнувшись о стену, в комнату влетел парень.</w:t>
      </w:r>
    </w:p>
    <w:p w:rsidR="00FC1A96" w:rsidRDefault="00FC1A96">
      <w:r>
        <w:t>Встав около крова он стал меня разглядывать, молча улыбаясь. Я из под тишка делала тоже самое.</w:t>
      </w:r>
    </w:p>
    <w:p w:rsidR="00FC1A96" w:rsidRDefault="00FC1A96">
      <w:r>
        <w:t xml:space="preserve">Он был высок, короткий ежик черных как смоль волос, правильные черты лица. Но весь образ перекрывали большие анимешные ярко зеленые глаза. </w:t>
      </w:r>
    </w:p>
    <w:p w:rsidR="00FC1A96" w:rsidRDefault="00FC1A96">
      <w:r>
        <w:t xml:space="preserve">Нравлюсь,- подал он голос скорее утверждая, чем спрашивая. </w:t>
      </w:r>
    </w:p>
    <w:p w:rsidR="00FC1A96" w:rsidRDefault="00FC1A96">
      <w:r>
        <w:t xml:space="preserve">Я попыталась сесть что б хоть как то более уверенно себя чувствовать в его присутствии. Одеяло заскользило по голой коже. И тут до меня дошло голой, не обращая внимания на парня, нырнула под одеяло,  и замерла кроме бинтов на ребрах на мне не было одежды. </w:t>
      </w:r>
    </w:p>
    <w:p w:rsidR="00FC1A96" w:rsidRDefault="00FC1A96">
      <w:r>
        <w:t>Может все таки обратишь свое внимание и на меня?,- видно надоев смотреть за тем как я то бледнею то краснею.</w:t>
      </w:r>
    </w:p>
    <w:p w:rsidR="00FC1A96" w:rsidRDefault="00FC1A96">
      <w:r>
        <w:t xml:space="preserve"> А вы собственно кто и почему я в таком виде?, - возмущенно пропыхтел я.</w:t>
      </w:r>
    </w:p>
    <w:p w:rsidR="00FC1A96" w:rsidRDefault="00FC1A96">
      <w:r>
        <w:t>Что последние ты помнишь перед провалов темноту,- спросил он игнорируя мои вопросы.</w:t>
      </w:r>
    </w:p>
    <w:p w:rsidR="00FC1A96" w:rsidRDefault="00FC1A96">
      <w:r>
        <w:t>Накатило воспоминание как меня пырнула сестра, как я летела и прощалась с Костей и вдруг что то рядом пронеслось с дикой скоростью.</w:t>
      </w:r>
    </w:p>
    <w:p w:rsidR="00FC1A96" w:rsidRDefault="00FC1A96">
      <w:r>
        <w:t>Вижу объяснять все не надо, - довольно сказал он устраиваясь на кровати рядом со мной.</w:t>
      </w:r>
    </w:p>
    <w:p w:rsidR="00FC1A96" w:rsidRDefault="00FC1A96">
      <w:r>
        <w:t xml:space="preserve">Я удивленно за ним наблюдала, но когда поняла, что он задумал, шустро отползала на середину кровати благо место для побега предостаточно. </w:t>
      </w:r>
    </w:p>
    <w:p w:rsidR="00FC1A96" w:rsidRDefault="00FC1A96">
      <w:r>
        <w:t>Ну что ж давай знакомиться мышка маленькая,- хохотнул он на мои действия, - Дарриель с некоторых пор твой муж маленькая.</w:t>
      </w:r>
    </w:p>
    <w:p w:rsidR="00FC1A96" w:rsidRDefault="00FC1A96">
      <w:r>
        <w:t>Я почувствовала, как мое лицо вытягивается, что за …</w:t>
      </w:r>
    </w:p>
    <w:p w:rsidR="00FC1A96" w:rsidRDefault="00FC1A96">
      <w:r>
        <w:t>Вижу вопросов много ну давай разбираться по порядку,- опередил он меня,- я как и Ярмониэль демон,- я нахмурилась не понимая за кого он говорит, зеленые глаза блеснули догадкой,- этот… даже не сказал тебе истинного имени своего да. Ну тогда начнем с самого начала. Ярмониэль это тот демон который столько лет терзает ваш род девочка,- ага это он о Кости ясно,- Когда твоей сестре пришло в голову дать тебе полетать, он понимал что не успеет спасти и призвал меня согласившись на мои условия, так что теперь у тебя два мужа малыш. Да и путь на верх в мир живых тебе заказан до твоих шестнадцати. Пока не будет подтвержден брак,- закончил он внимательно наблюдая за моей реакцией.</w:t>
      </w:r>
    </w:p>
    <w:p w:rsidR="00FC1A96" w:rsidRDefault="00FC1A96">
      <w:r>
        <w:t>«С ума сойти два мужа, ну вот на черта он мне сдался, я не знаю как с Костей себя вести. А тут еще  этот Дар небес.», хмуро размышляла я.</w:t>
      </w:r>
    </w:p>
    <w:p w:rsidR="00FC1A96" w:rsidRDefault="00FC1A96">
      <w:r>
        <w:t>Воспользовавшись тем, что я зазевалась, меня крепко прижали к сильному телу. Я возмущенно зыпхтела выкручиваясь из его рук. Так продолжалось несколько минут пока мне в районе ягодиц, что то не уперлось большое и твердое явно пульсирующие. Я в шоке смотрела на парня, что держал меня.</w:t>
      </w:r>
    </w:p>
    <w:p w:rsidR="00FC1A96" w:rsidRDefault="00FC1A96">
      <w:r>
        <w:t>Я тоже не каменный, тем более что ты моя жена тоже имею право,- нагло заявил он заставив меня покраснеть,- И радуйся что тебе нет еще шестнадцати иначе бы мы сейчас не общались так мило, а более продуктивно проводили время, закончил он свой монолог.</w:t>
      </w:r>
    </w:p>
    <w:p w:rsidR="00FC1A96" w:rsidRDefault="00FC1A96">
      <w:r>
        <w:t>Я покраснела уже наверно вся, когда дверь повторно хлопнула и раздался знакомый до боли глаз:</w:t>
      </w:r>
    </w:p>
    <w:p w:rsidR="00FC1A96" w:rsidRDefault="00FC1A96">
      <w:r>
        <w:t>Дари друг ты совсем охренел, уже нискрывая злости прошипел Костя очень злой.</w:t>
      </w:r>
    </w:p>
    <w:p w:rsidR="00FC1A96" w:rsidRDefault="00FC1A96">
      <w:r>
        <w:t>А что такого, подумаешь решил познакомиться поближе со своей женой,- невинно поинтересовался зеленоглазый.</w:t>
      </w:r>
    </w:p>
    <w:p w:rsidR="00FC1A96" w:rsidRDefault="00FC1A96">
      <w:r>
        <w:t xml:space="preserve">В это момент Костя в прыжке приземлился с другой стороны ревниво меня перетягивая на себя, Дарниэль не захотел выпускать меня из своих рук.  В результате я оказалась зажата между двумя демонами и теперь с двух сторон меня  пытались оплести хвостами руки парней оказались под одеялом. Теплые ладони накрыли мои груди с двух сторон. Я ошалела наблюдала за происходящим, но как только умелые руки начали ласкать мою грудь я забыла обо всем на свете меня накрыла волна удовольствия. Я не смогла сдержать стон, для мужчин это был как сигнал для продолжения. Мои губы накрыли чьи то губы умелый язык играл в моем рте заставляя забыть все рамки приличия, вторые губы скользили по моей шеи. И когда я поняла, что сейчас сдамся, дверь хлопнула в третий раз. </w:t>
      </w:r>
    </w:p>
    <w:p w:rsidR="00FC1A96" w:rsidRDefault="00FC1A96">
      <w:r>
        <w:t>На кровать обрушилась ледяная вода, причем парни лежали абсолютно мокрые, а на меня ни капли не упало.</w:t>
      </w:r>
    </w:p>
    <w:p w:rsidR="00FC1A96" w:rsidRDefault="00FC1A96">
      <w:r>
        <w:t>Охладились,- с ехидцей спросил женский голос,- если не вылезете из кровати, повторю процедуру.</w:t>
      </w:r>
    </w:p>
    <w:p w:rsidR="00FC1A96" w:rsidRDefault="00FC1A96">
      <w:r>
        <w:t>Парни резко откатились от меня и повыскакивали с разных сторон кровати, я тоже на всякий случай поползла встать с Костиной стороны.</w:t>
      </w:r>
    </w:p>
    <w:p w:rsidR="00FC1A96" w:rsidRDefault="00FC1A96">
      <w:r>
        <w:t>Ну а тебя то болезная куда понесло,- остановил меня тот же голос но уже более тепло обращаясь ко мне.</w:t>
      </w:r>
    </w:p>
    <w:p w:rsidR="00FC1A96" w:rsidRDefault="00FC1A96">
      <w:r>
        <w:t>Я вздрогнула и посмотрела на его обладательницу. Мои глаза сами собой расширились от увидено, перед нами стояла невысокая молоденькая блондинка похожая на статуэтку.</w:t>
      </w:r>
    </w:p>
    <w:p w:rsidR="00FC1A96" w:rsidRDefault="00FC1A96">
      <w:r>
        <w:t>Мама- недовольно поморщился Костя от слов произнесенных этой женщиной.</w:t>
      </w:r>
    </w:p>
    <w:p w:rsidR="00FC1A96" w:rsidRDefault="00FC1A96">
      <w:r>
        <w:t>Так стоп это, что получается моя свекровь, ой что то мне совсем плохо. Видно я сильно побледнела потому что женщина зарычала на парней еще громче.</w:t>
      </w:r>
    </w:p>
    <w:p w:rsidR="00FC1A96" w:rsidRDefault="00FC1A96">
      <w:r>
        <w:t>Вы, что совсем совесть потеряли. Вы ее видели едва ушла от грани, да в себя начала приходить. А вы туту как тут. Ладно я смирилась с тем, что в ее шестнадцать придется отдать ее вам. Хотя на мой взгляд это …..,- женщину аж передернула,- да ваша сестра втрое старше этого птенца. А мы все ее считаем ребенком.  Но и изгнания сына мне надоело, только из-за этого я ее еще не изолировала от вас оболтусов, но смотрю до вас это не доходит. Я даю время привыкнуть ей к вам, думаете так привольно открыть глаза раз и ты замужем. Затем умереть на время и прийти в себя узнать, что вы уже замужем вторично,- женщина не повышала тона, говорила уверенно, но страшно становилось не по-детски.</w:t>
      </w:r>
    </w:p>
    <w:p w:rsidR="00FC1A96" w:rsidRDefault="00FC1A96">
      <w:r>
        <w:t>С каждым ее последующим словом парни опускали голову все ниже. Мне стало их жаль.</w:t>
      </w:r>
    </w:p>
    <w:p w:rsidR="00FC1A96" w:rsidRDefault="00FC1A96">
      <w:r>
        <w:t>Да я как-нибудь справлюсь,- неуверенно пробормотала я.</w:t>
      </w:r>
    </w:p>
    <w:p w:rsidR="00FC1A96" w:rsidRDefault="00FC1A96">
      <w:r>
        <w:t>Женщина перевела на меня взгляд и внимательно посмотрела:</w:t>
      </w:r>
    </w:p>
    <w:p w:rsidR="00FC1A96" w:rsidRDefault="00FC1A96">
      <w:r>
        <w:t>Знаешь что ты справишься я не сомневаюсь надо иметь недужею выдержку, что б сейчас спокойно говорить, а не биться головой о стену в истерике. Но ты не понимаешь, что такое подтверждение брака?-в упор она спросила меня.</w:t>
      </w:r>
    </w:p>
    <w:p w:rsidR="00FC1A96" w:rsidRDefault="00FC1A96">
      <w:r>
        <w:t>Ну…э…- замялась я заливаясь румянцем.</w:t>
      </w:r>
    </w:p>
    <w:p w:rsidR="00FC1A96" w:rsidRDefault="00FC1A96">
      <w:r>
        <w:t>От части ты права, но не до конца дорогая. Подтверждение, это рождение первых наследников рода,- при ее словах я резко побледнела,- а так у тебя два мужа то наследников должно быть двое. Иначе печать проклятья убьет вас троих. Спасти вас никто не сможет. То проклятье смывается лишь появлением новой жизни взамен ушедший, которая должна соединить в себе наши два рода,- ой е-мае как же мне плохо становиться то совсем.</w:t>
      </w:r>
    </w:p>
    <w:p w:rsidR="00FC1A96" w:rsidRDefault="00FC1A96">
      <w:r>
        <w:t>Переведя взгляд на парней вижу, они бледнеют на глазах и как то плечи поникают у них. И тут меня осеняет.</w:t>
      </w:r>
    </w:p>
    <w:p w:rsidR="00FC1A96" w:rsidRDefault="00FC1A96">
      <w:r>
        <w:t xml:space="preserve">А Дар здесь причем, вроде печать лишь на нас с Костей была,- хмурясь спросила. </w:t>
      </w:r>
    </w:p>
    <w:p w:rsidR="00FC1A96" w:rsidRDefault="00FC1A96">
      <w:r>
        <w:t>Вы ей не сказали?, - чуть не зашипела женщина, парни резко стали рассматривать что то на потолке как будто там появилось что то новое что они не видели, тяжело вздохнув она посмотрел на меня и произнесла,- Дарриель младший мой сын, а как эти два засранца тебя в храм утащили и жреца уговорили вас обвенчать у них сама спроси. Потому что это даже для меня секрет,- закончила женщина.</w:t>
      </w:r>
    </w:p>
    <w:p w:rsidR="00FC1A96" w:rsidRDefault="00FC1A96">
      <w:r>
        <w:t>Мы это…- замялся в ответ  Дар.</w:t>
      </w:r>
    </w:p>
    <w:p w:rsidR="00FC1A96" w:rsidRDefault="00FC1A96">
      <w:r>
        <w:t>Мы выменяли, право первого полета на совершения брачного обряда с несовершеннолетней,- тихо произнес Костя .</w:t>
      </w:r>
    </w:p>
    <w:p w:rsidR="00FC1A96" w:rsidRDefault="00FC1A96">
      <w:r>
        <w:t>Несколько минут в комнате была тишина, которая взорвалась женским визгом:</w:t>
      </w:r>
    </w:p>
    <w:p w:rsidR="00FC1A96" w:rsidRDefault="00FC1A96">
      <w:r>
        <w:t>Что вы сделали?!- орала женщина на них, смотря на парней казалось что они сейчас проваляться сквозь землю.</w:t>
      </w:r>
    </w:p>
    <w:p w:rsidR="00FC1A96" w:rsidRDefault="00FC1A96">
      <w:r>
        <w:t>Мы посчитали, что Алена, не зная полета, переживет без них еще одно десятилетие. Заодно хоть не надо будет носиться по мирам за ней,- едва слышно прошептал Дарриэль.</w:t>
      </w:r>
    </w:p>
    <w:p w:rsidR="00FC1A96" w:rsidRDefault="00FC1A96">
      <w:r>
        <w:t xml:space="preserve">Вы, вы балбесы они видите ли не хотят по мирам носиться. А то что без первого полета вы в ней кровь не разбудите те это вы не думали. То что со спящей кровью она не сможет пережить с вами ночь,- тихо проговорила женщина, но почему то от этого ее слова звучали еще страшнее. </w:t>
      </w:r>
    </w:p>
    <w:p w:rsidR="00FC1A96" w:rsidRDefault="00FC1A96">
      <w:r>
        <w:t>Стоп не переживу это как?- заикаясь я спросила смотря в глаза женщине. Она в этой компании похоже самый адекватный человек.</w:t>
      </w:r>
    </w:p>
    <w:p w:rsidR="00FC1A96" w:rsidRDefault="00FC1A96">
      <w:r>
        <w:t>Первая брачная ночь, или ночь соединения происходит в истиной форме поэму что ни один демон не сможет себе контролировать впервые со своей истинной, если девушка не сможет пробудить ту кровь что вы дали ей при брачном ритуале она… она…- почти шепнула женщина смотря на меня с такой жалостью.</w:t>
      </w:r>
    </w:p>
    <w:p w:rsidR="00FC1A96" w:rsidRDefault="00FC1A96">
      <w:r>
        <w:t>Лица парней вытянулись и они посерели мне было страшно на них смотреть. Я боялась на них прочесть свой приговор.</w:t>
      </w:r>
    </w:p>
    <w:p w:rsidR="00FC1A96" w:rsidRDefault="00FC1A96">
      <w:r>
        <w:t xml:space="preserve">Дверь хлопнула в третий раз, на пороге появился мужчина лет 30-35 на вид, темные волосы и огромные зеленые глаза как у Дара осмотрели всю компанию и спросил: </w:t>
      </w:r>
    </w:p>
    <w:p w:rsidR="00FC1A96" w:rsidRDefault="00FC1A96">
      <w:r>
        <w:t>А кого хорони то Нора,- удивился он</w:t>
      </w:r>
    </w:p>
    <w:p w:rsidR="00FC1A96" w:rsidRDefault="00FC1A96">
      <w:r>
        <w:t xml:space="preserve">Да вот наши учудили, они поменяли право первого вылета на обряд бракосочетания с несовершеннолетней,- произнесла …Нора кажется так ее зовут. </w:t>
      </w:r>
    </w:p>
    <w:p w:rsidR="00FC1A96" w:rsidRDefault="00FC1A96">
      <w:r>
        <w:t>Глаза мужчины обратись к парням:</w:t>
      </w:r>
    </w:p>
    <w:p w:rsidR="00FC1A96" w:rsidRDefault="00FC1A96">
      <w:r>
        <w:t>Это правда,- спросил он, их внимательно за ними наблюдая,- за мной  оба,- ледяным тоном закончил он.</w:t>
      </w:r>
    </w:p>
    <w:p w:rsidR="00FC1A96" w:rsidRDefault="00FC1A96">
      <w:r>
        <w:t>С громким хлопком исчезли все трое. С минуту помявшись, и не знаю, что мне говорить исчезла и Нора.</w:t>
      </w:r>
    </w:p>
    <w:p w:rsidR="00FC1A96" w:rsidRDefault="00FC1A96" w:rsidP="004403B5">
      <w:pPr>
        <w:ind w:right="-185" w:hanging="360"/>
      </w:pPr>
      <w:r>
        <w:t>В голове была полная неразбериха. Зачем спасать, что бы следом убить? Или они, правда, не знали?</w:t>
      </w:r>
    </w:p>
    <w:p w:rsidR="00FC1A96" w:rsidRDefault="00FC1A96" w:rsidP="009D5C73">
      <w:pPr>
        <w:ind w:right="-185"/>
      </w:pPr>
      <w:r>
        <w:t xml:space="preserve">Зароились вопросы один за одним, я кое-как подползла к окну и замерла от восхищения. За окном на сколько можно было видеть растилась морская гладь. Я кинулась к шкафу с удивлением и не меньшей благодарностью нашла там джинсы и футболку, на ноги одела легкие босоножки. Выскочив из комнаты наткнулась на первую проблемы я не знала где выход. Наверное, минут двадцать поплутав и не встретив ни одной живой души, я вышла во внутренний двор и замерла от восхищения повторно. Огромный словно сошедший с картинок, сад простирался передо мной, утопаю в цвету всех мыслимых и не мыслимых цветов. Заприметив небольшую калитку в строну моря, я неспеша пошла к ней. Уже почти у цели меня настиг странный звук будто за мной гнались громко цокаю когтями по дорожу из брусчатки. Обернувшись, я чуть не задохнулась со  смеху, на перегонки ко мне неслись три мохнатых шарика на них можно было только рассмотреть огромные глаза синие словно ночное небо. Опасности от них я чувствовала, наверно поэтому схватила в объятия первый подлетевший ко мне комок пуша. Как он удивленно меня разглядывал, я начала его рассматривать и гладить. Среди густого пуха еще нашлись маленькие остренькие ушки, которые от моих ласк слегка начали подрыгивать. Глазки у существа закатились, и он словно большая кошка замурчал. Два других сначала насторожено на нас поглядывали, а затем, услышав, как их друг замурчал, начали жаться к моим ногам тереться об них и тихо поскуливать, выпрашивая свою долю ласк. Забыв о море, я уселась, прям на садовую дорожку, и начала поочередно тискать их. За этим занятием меня и нашел Костя. Я его не сразу заметила, а когда увидела, он стоял, прислонившись к неизвестному дереву. И с легкой грустью наблюдал за моими играми с пушистиками. </w:t>
      </w:r>
    </w:p>
    <w:p w:rsidR="00FC1A96" w:rsidRDefault="00FC1A96" w:rsidP="009D5C73">
      <w:pPr>
        <w:ind w:right="-185"/>
      </w:pPr>
      <w:r>
        <w:t>И что ты делаешь позволь узнать,- буднично поинтересовался он.</w:t>
      </w:r>
    </w:p>
    <w:p w:rsidR="00FC1A96" w:rsidRDefault="00FC1A96" w:rsidP="009D5C73">
      <w:pPr>
        <w:ind w:right="-185"/>
      </w:pPr>
      <w:r>
        <w:t>Не видишь тискаю пушистиков,- немного растерянно пробормотала я.</w:t>
      </w:r>
    </w:p>
    <w:p w:rsidR="00FC1A96" w:rsidRDefault="00FC1A96" w:rsidP="009D5C73">
      <w:pPr>
        <w:ind w:right="-185"/>
      </w:pPr>
      <w:r>
        <w:t>Костя в голос заржал и съехал по дереву на землю.</w:t>
      </w:r>
    </w:p>
    <w:p w:rsidR="00FC1A96" w:rsidRDefault="00FC1A96" w:rsidP="009D5C73">
      <w:pPr>
        <w:ind w:right="-185"/>
      </w:pPr>
      <w:r>
        <w:t>Говоришь пушистики,- икая пробормотала он,- эти пушистики взрослого демона могут загрызть за 30 секунд.</w:t>
      </w:r>
    </w:p>
    <w:p w:rsidR="00FC1A96" w:rsidRDefault="00FC1A96" w:rsidP="009D5C73">
      <w:pPr>
        <w:ind w:right="-185"/>
      </w:pPr>
      <w:r>
        <w:t>Я удивленно взглянула на них не понимая как такие лапочки могут хоть на кого то напасть. Они словно почувствовав мое настроение резко оскалились в сторону Кости. Тот резко подобравшись зашипел на них .</w:t>
      </w:r>
    </w:p>
    <w:p w:rsidR="00FC1A96" w:rsidRDefault="00FC1A96"/>
    <w:p w:rsidR="00FC1A96" w:rsidRDefault="00FC1A96">
      <w:r>
        <w:t xml:space="preserve">   </w:t>
      </w:r>
    </w:p>
    <w:p w:rsidR="00FC1A96" w:rsidRDefault="00FC1A96"/>
    <w:p w:rsidR="00FC1A96" w:rsidRDefault="00FC1A96">
      <w:r>
        <w:t xml:space="preserve"> </w:t>
      </w:r>
    </w:p>
    <w:sectPr w:rsidR="00FC1A96" w:rsidSect="00F106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B0A"/>
    <w:rsid w:val="00096C30"/>
    <w:rsid w:val="000E0BB3"/>
    <w:rsid w:val="00155C68"/>
    <w:rsid w:val="001D0274"/>
    <w:rsid w:val="002668B9"/>
    <w:rsid w:val="002D65B9"/>
    <w:rsid w:val="002F3E67"/>
    <w:rsid w:val="00323185"/>
    <w:rsid w:val="00382FB3"/>
    <w:rsid w:val="003832F8"/>
    <w:rsid w:val="00395EDC"/>
    <w:rsid w:val="003A1B57"/>
    <w:rsid w:val="003A2FC8"/>
    <w:rsid w:val="003C5B0A"/>
    <w:rsid w:val="003F0732"/>
    <w:rsid w:val="00401A6A"/>
    <w:rsid w:val="00412C06"/>
    <w:rsid w:val="00420CCF"/>
    <w:rsid w:val="004403B5"/>
    <w:rsid w:val="00460C65"/>
    <w:rsid w:val="004F0D94"/>
    <w:rsid w:val="0050205A"/>
    <w:rsid w:val="005A20E1"/>
    <w:rsid w:val="005B4E79"/>
    <w:rsid w:val="005F6433"/>
    <w:rsid w:val="00622A62"/>
    <w:rsid w:val="00626C8B"/>
    <w:rsid w:val="00636141"/>
    <w:rsid w:val="0064527D"/>
    <w:rsid w:val="007230FF"/>
    <w:rsid w:val="00747B68"/>
    <w:rsid w:val="007820C9"/>
    <w:rsid w:val="00785D73"/>
    <w:rsid w:val="0079336A"/>
    <w:rsid w:val="007E3B16"/>
    <w:rsid w:val="00842B77"/>
    <w:rsid w:val="008C101A"/>
    <w:rsid w:val="008F408D"/>
    <w:rsid w:val="0092221B"/>
    <w:rsid w:val="00943531"/>
    <w:rsid w:val="00966495"/>
    <w:rsid w:val="00973CFF"/>
    <w:rsid w:val="009A0DFA"/>
    <w:rsid w:val="009C57E0"/>
    <w:rsid w:val="009D5C73"/>
    <w:rsid w:val="00A769BE"/>
    <w:rsid w:val="00B36011"/>
    <w:rsid w:val="00B64F3B"/>
    <w:rsid w:val="00B77A2E"/>
    <w:rsid w:val="00B9240E"/>
    <w:rsid w:val="00BA17F7"/>
    <w:rsid w:val="00BC263E"/>
    <w:rsid w:val="00C61347"/>
    <w:rsid w:val="00C77F72"/>
    <w:rsid w:val="00C849FE"/>
    <w:rsid w:val="00D10B8A"/>
    <w:rsid w:val="00D80EAA"/>
    <w:rsid w:val="00DB04C3"/>
    <w:rsid w:val="00E65A99"/>
    <w:rsid w:val="00E80719"/>
    <w:rsid w:val="00F1066B"/>
    <w:rsid w:val="00F37C67"/>
    <w:rsid w:val="00F66590"/>
    <w:rsid w:val="00FB7DAF"/>
    <w:rsid w:val="00FC1A96"/>
    <w:rsid w:val="00FE0869"/>
    <w:rsid w:val="00FF6A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66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334</TotalTime>
  <Pages>9</Pages>
  <Words>3455</Words>
  <Characters>19696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часто в нашей жизни случаются события, которые мы считаем началом нашего конца, но они становятся для нас благом</dc:title>
  <dc:subject/>
  <dc:creator>1</dc:creator>
  <cp:keywords/>
  <dc:description/>
  <cp:lastModifiedBy>punsh</cp:lastModifiedBy>
  <cp:revision>12</cp:revision>
  <dcterms:created xsi:type="dcterms:W3CDTF">2016-02-21T11:02:00Z</dcterms:created>
  <dcterms:modified xsi:type="dcterms:W3CDTF">2016-06-07T10:19:00Z</dcterms:modified>
</cp:coreProperties>
</file>