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Дом – работа, Дом - работа, вот уже который год,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Нас начальник на заводе не пускает на курорт!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Мы с рассвета до заката на работе спины гнем!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И уже не чаем вовсе, что средь лета отдохнем!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Я с утра, трясясь в маршрутке, в пробке жизничасть потрачу!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Мысль мелькнет</w:t>
      </w:r>
      <w:r w:rsidRPr="0028260B">
        <w:rPr>
          <w:rFonts w:ascii="Times New Roman" w:hAnsi="Times New Roman" w:cs="Times New Roman"/>
          <w:sz w:val="24"/>
          <w:szCs w:val="24"/>
        </w:rPr>
        <w:t xml:space="preserve"> который вечер  – И </w:t>
      </w:r>
      <w:r>
        <w:rPr>
          <w:rFonts w:ascii="Times New Roman" w:hAnsi="Times New Roman" w:cs="Times New Roman"/>
          <w:sz w:val="24"/>
          <w:szCs w:val="24"/>
        </w:rPr>
        <w:t>на кой</w:t>
      </w:r>
      <w:r w:rsidRPr="0028260B">
        <w:rPr>
          <w:rFonts w:ascii="Times New Roman" w:hAnsi="Times New Roman" w:cs="Times New Roman"/>
          <w:sz w:val="24"/>
          <w:szCs w:val="24"/>
        </w:rPr>
        <w:t xml:space="preserve"> я так батрачу?!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Наступили выходные, как всегда в конце недели,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уставшие от жизнилюди</w:t>
      </w:r>
      <w:r w:rsidRPr="0028260B">
        <w:rPr>
          <w:rFonts w:ascii="Times New Roman" w:hAnsi="Times New Roman" w:cs="Times New Roman"/>
          <w:sz w:val="24"/>
          <w:szCs w:val="24"/>
        </w:rPr>
        <w:t xml:space="preserve"> по машинам сели.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Чемодан сложив скорее, мы</w:t>
      </w:r>
      <w:r w:rsidRPr="0028260B">
        <w:rPr>
          <w:rFonts w:ascii="Times New Roman" w:hAnsi="Times New Roman" w:cs="Times New Roman"/>
          <w:sz w:val="24"/>
          <w:szCs w:val="24"/>
        </w:rPr>
        <w:t xml:space="preserve"> как в отпуск</w:t>
      </w:r>
      <w:r>
        <w:rPr>
          <w:rFonts w:ascii="Times New Roman" w:hAnsi="Times New Roman" w:cs="Times New Roman"/>
          <w:sz w:val="24"/>
          <w:szCs w:val="24"/>
        </w:rPr>
        <w:t xml:space="preserve"> соберемся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 xml:space="preserve">И за все </w:t>
      </w:r>
      <w:r>
        <w:rPr>
          <w:rFonts w:ascii="Times New Roman" w:hAnsi="Times New Roman" w:cs="Times New Roman"/>
          <w:sz w:val="24"/>
          <w:szCs w:val="24"/>
        </w:rPr>
        <w:t>недели сразу</w:t>
      </w:r>
      <w:r w:rsidRPr="0028260B">
        <w:rPr>
          <w:rFonts w:ascii="Times New Roman" w:hAnsi="Times New Roman" w:cs="Times New Roman"/>
          <w:sz w:val="24"/>
          <w:szCs w:val="24"/>
        </w:rPr>
        <w:t xml:space="preserve"> на природе оторвемся!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Шашлыки, рыбалка, грядки, комары и духота,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Промелькнуло воскресенье и домой опять пора!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Снова скучная работа мозг выносит из меня,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Снова нудные отчеты, беготня и суета!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Снова наш начальник в гневе</w:t>
      </w:r>
      <w:r w:rsidRPr="0028260B">
        <w:rPr>
          <w:rFonts w:ascii="Times New Roman" w:hAnsi="Times New Roman" w:cs="Times New Roman"/>
          <w:sz w:val="24"/>
          <w:szCs w:val="24"/>
        </w:rPr>
        <w:t xml:space="preserve"> всех нервирует с утра!</w:t>
      </w:r>
    </w:p>
    <w:p w:rsidR="004B3A98" w:rsidRPr="0028260B" w:rsidRDefault="004B3A98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 xml:space="preserve">Снова вовремя не сдали мы заказы, как всегда! </w:t>
      </w:r>
    </w:p>
    <w:p w:rsidR="004B3A98" w:rsidRDefault="004B3A98" w:rsidP="0028260B">
      <w:pPr>
        <w:rPr>
          <w:rFonts w:ascii="Times New Roman" w:hAnsi="Times New Roman" w:cs="Times New Roman"/>
          <w:sz w:val="24"/>
          <w:szCs w:val="24"/>
        </w:rPr>
      </w:pPr>
      <w:r w:rsidRPr="0028260B">
        <w:rPr>
          <w:rFonts w:ascii="Times New Roman" w:hAnsi="Times New Roman" w:cs="Times New Roman"/>
          <w:sz w:val="24"/>
          <w:szCs w:val="24"/>
        </w:rPr>
        <w:t>Закрутились</w:t>
      </w:r>
      <w:r>
        <w:rPr>
          <w:rFonts w:ascii="Times New Roman" w:hAnsi="Times New Roman" w:cs="Times New Roman"/>
          <w:sz w:val="24"/>
          <w:szCs w:val="24"/>
        </w:rPr>
        <w:t xml:space="preserve"> так недели, пролетают так года…</w:t>
      </w:r>
      <w:bookmarkStart w:id="0" w:name="_GoBack"/>
      <w:bookmarkEnd w:id="0"/>
    </w:p>
    <w:p w:rsidR="004B3A98" w:rsidRPr="0028260B" w:rsidRDefault="004B3A98" w:rsidP="002826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вот отпуска мы снова,</w:t>
      </w:r>
      <w:r w:rsidRPr="0028260B">
        <w:rPr>
          <w:rFonts w:ascii="Times New Roman" w:hAnsi="Times New Roman" w:cs="Times New Roman"/>
          <w:sz w:val="24"/>
          <w:szCs w:val="24"/>
        </w:rPr>
        <w:t xml:space="preserve"> не дождемся ни когда!</w:t>
      </w:r>
    </w:p>
    <w:sectPr w:rsidR="004B3A98" w:rsidRPr="0028260B" w:rsidSect="0037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A98" w:rsidRDefault="004B3A98" w:rsidP="0028260B">
      <w:pPr>
        <w:spacing w:after="0" w:line="240" w:lineRule="auto"/>
      </w:pPr>
      <w:r>
        <w:separator/>
      </w:r>
    </w:p>
  </w:endnote>
  <w:endnote w:type="continuationSeparator" w:id="1">
    <w:p w:rsidR="004B3A98" w:rsidRDefault="004B3A98" w:rsidP="0028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A98" w:rsidRDefault="004B3A98" w:rsidP="0028260B">
      <w:pPr>
        <w:spacing w:after="0" w:line="240" w:lineRule="auto"/>
      </w:pPr>
      <w:r>
        <w:separator/>
      </w:r>
    </w:p>
  </w:footnote>
  <w:footnote w:type="continuationSeparator" w:id="1">
    <w:p w:rsidR="004B3A98" w:rsidRDefault="004B3A98" w:rsidP="00282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CEC"/>
    <w:rsid w:val="00056EFE"/>
    <w:rsid w:val="00147E70"/>
    <w:rsid w:val="00151BDA"/>
    <w:rsid w:val="0027279F"/>
    <w:rsid w:val="0028260B"/>
    <w:rsid w:val="002D4C06"/>
    <w:rsid w:val="002F61ED"/>
    <w:rsid w:val="00301233"/>
    <w:rsid w:val="00320824"/>
    <w:rsid w:val="00372C0A"/>
    <w:rsid w:val="003901CA"/>
    <w:rsid w:val="0040650C"/>
    <w:rsid w:val="0049641B"/>
    <w:rsid w:val="004B3A98"/>
    <w:rsid w:val="005045D1"/>
    <w:rsid w:val="005B46C8"/>
    <w:rsid w:val="006047BE"/>
    <w:rsid w:val="00663D0B"/>
    <w:rsid w:val="00695B0C"/>
    <w:rsid w:val="006E1AAD"/>
    <w:rsid w:val="00723C15"/>
    <w:rsid w:val="00975837"/>
    <w:rsid w:val="00A66DBF"/>
    <w:rsid w:val="00A937AF"/>
    <w:rsid w:val="00AA4CEC"/>
    <w:rsid w:val="00AD2599"/>
    <w:rsid w:val="00C1660A"/>
    <w:rsid w:val="00C41687"/>
    <w:rsid w:val="00C67E27"/>
    <w:rsid w:val="00CA0175"/>
    <w:rsid w:val="00D30524"/>
    <w:rsid w:val="00DC4874"/>
    <w:rsid w:val="00E91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C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2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260B"/>
  </w:style>
  <w:style w:type="paragraph" w:styleId="Footer">
    <w:name w:val="footer"/>
    <w:basedOn w:val="Normal"/>
    <w:link w:val="FooterChar"/>
    <w:uiPriority w:val="99"/>
    <w:rsid w:val="00282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26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375</TotalTime>
  <Pages>1</Pages>
  <Words>125</Words>
  <Characters>719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Наташа</cp:lastModifiedBy>
  <cp:revision>19</cp:revision>
  <dcterms:created xsi:type="dcterms:W3CDTF">2016-04-26T04:30:00Z</dcterms:created>
  <dcterms:modified xsi:type="dcterms:W3CDTF">2016-05-19T05:54:00Z</dcterms:modified>
</cp:coreProperties>
</file>