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5BC" w:rsidRDefault="003735BC" w:rsidP="009179FA">
      <w:pPr>
        <w:ind w:firstLine="720"/>
      </w:pPr>
      <w:r>
        <w:t>ГЛАВА 1</w:t>
      </w:r>
    </w:p>
    <w:p w:rsidR="003735BC" w:rsidRDefault="003735BC" w:rsidP="009179FA">
      <w:pPr>
        <w:ind w:firstLine="720"/>
      </w:pPr>
      <w:r>
        <w:t>ГЛАВА 1</w:t>
      </w:r>
    </w:p>
    <w:p w:rsidR="003735BC" w:rsidRDefault="003735BC" w:rsidP="009179FA">
      <w:pPr>
        <w:ind w:firstLine="720"/>
      </w:pPr>
    </w:p>
    <w:p w:rsidR="003735BC" w:rsidRDefault="003735BC" w:rsidP="009179FA">
      <w:pPr>
        <w:ind w:firstLine="720"/>
        <w:jc w:val="both"/>
      </w:pPr>
      <w:r>
        <w:t xml:space="preserve">      Всем привет. Меня зовут Май Туманов. Родители постарались, подобрали имечко - настоящее, мужское. Единственной страстью в моей жизни было и остается плавание. В воде я чувствую себя в своей стихии. К своим семнадцати годам добился неплохих результатов на этом поприще, свое будущее вижу только в спорте. Родители не против. Они вообще во всем меня поддерживают. Так как ни сестренки, ни братика я так и не дождался, вся любовь и забота досталась мне, и, наверное, именно по этой причине я стал эгоистичным, упрямым, ни фига не думающим о других. </w:t>
      </w:r>
    </w:p>
    <w:p w:rsidR="003735BC" w:rsidRDefault="003735BC" w:rsidP="009179FA">
      <w:pPr>
        <w:ind w:firstLine="720"/>
        <w:jc w:val="both"/>
      </w:pPr>
      <w:r>
        <w:t xml:space="preserve">      Еще я всегда пользовался успехом и привлекал внимание. Плавание дало о себе знать, тело постоянно в форме. Хоть я и не был качком, но меня вполне устраивало то, что было, а было в наборе: широкие плечи, длинные стройные ноги, светло-русые, почти блондинистые волосы, слегка удлиненные сзади, и длинная челка спереди, глаза зеленые, с блядским прищуром, как говорят мои друзья, четко очерченные скулы, чуть пухлые губы.</w:t>
      </w:r>
    </w:p>
    <w:p w:rsidR="003735BC" w:rsidRDefault="003735BC" w:rsidP="009179FA">
      <w:pPr>
        <w:ind w:firstLine="720"/>
        <w:jc w:val="both"/>
      </w:pPr>
      <w:r>
        <w:t xml:space="preserve">      На фоне своих товарищей я всегда выделялся. Всегда ощущал себя самым главным и лучшим, и подгребал под себя тех, кто меня любил или боялся. Боевыми искусствами никогда не занимался, но пиздюлей мог отвешать без проблем.</w:t>
      </w:r>
    </w:p>
    <w:p w:rsidR="003735BC" w:rsidRDefault="003735BC" w:rsidP="009179FA">
      <w:pPr>
        <w:ind w:firstLine="720"/>
        <w:jc w:val="both"/>
      </w:pPr>
      <w:r>
        <w:t xml:space="preserve">      И каково же было мое удивление, когда родители сообщили мне, что они улетают на отдых без меня, видите ли, им нужно побыть вдвоем, а меня оставляют на попечение папиного друга. Был ли я в шоке? Еще как был! Ладно бы меня просто дома оставили, уж чем заняться в пустой квартире в семнадцать лет я бы нашел, но вот то, что мне нашли няньку, так еще и жить я у него должен буду, это был просто шок. Все мое существо было против этого, но мое мнение никого особо не интересовало. Главный аргумент был, что мне нет восемнадцати, и у меня, конечно же, есть выбор: либо к папиному другу, которого я в глаза не видел, либо к бабуле в замечательную деревеньку, с не менее чудесным названием «Попкино». То, что в «Попкино» мне будет полная жопа, я понял сразу, так что особого выбора у меня и не было. Чувствую, каникулы пройдут просто чудесно.</w:t>
      </w:r>
    </w:p>
    <w:p w:rsidR="003735BC" w:rsidRDefault="003735BC" w:rsidP="009179FA">
      <w:pPr>
        <w:ind w:firstLine="720"/>
        <w:jc w:val="both"/>
      </w:pPr>
      <w:r>
        <w:t xml:space="preserve">      Мне снится море. Бесконечное, синее, оно так и манит меня, сопротивляться этому просто нет сил. Прыжок, и я уже рассекаю водную гладь мощными гребками. Умиротворение, спокойствие, экстаз, хочется, чтобы это не кончалось никогда. Лежу на спине, и тут ко мне подплывает рыбина непонятной наружности и как заорет мне в лицо: «Май! Вставай, живо, мы проспали!». Как рыба могла проспать и, собственно, куда, додумать мне не дали. Одеяло, которое было для меня спасительным коконом, куда-то исчезло, стало холодно, пришлось открывать глаза. По топоту ног, крикам и матам понимаю, что мы таки проспали. Благо, свои вещи я собрал еще вчера. Укладываюсь в пять минут, умудряясь умыться, кое-как всунуться в джинсы и футболку и вылететь в коридор, где меня уже поджидали. Оказывается, все только меня и ждут, и во всем виноват только я, а не будильник, который почему-то не зазвонил. Может, открыть предкам тайну, что для того, чтобы он зазвонил, его нужно сначала включить?! </w:t>
      </w:r>
    </w:p>
    <w:p w:rsidR="003735BC" w:rsidRDefault="003735BC" w:rsidP="009179FA">
      <w:pPr>
        <w:ind w:firstLine="720"/>
        <w:jc w:val="both"/>
      </w:pPr>
      <w:r>
        <w:t xml:space="preserve">      Уже сидя в машине, меня осенила мысль: накой хрен я-то в такую рань подорвался? Все оказалось проще некуда, отец сам решил меня отвезти к другу. Вот только почему тогда высадили меня возле подъезда со словами: «Ну, ты уже большой, сынок, сам дойдешь, а мы опаздываем, пока»? Минуты две я стоял и смотрел вслед уезжающей «BMW», а в голове у меня была всего одна мысль: "какого хрена, если я большой, меня не оставили дома?"...</w:t>
      </w: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r>
        <w:t>Часть 2</w:t>
      </w:r>
    </w:p>
    <w:p w:rsidR="003735BC" w:rsidRDefault="003735BC" w:rsidP="009179FA">
      <w:pPr>
        <w:ind w:firstLine="720"/>
        <w:jc w:val="both"/>
      </w:pPr>
      <w:r>
        <w:t>ГЛАВА 2</w:t>
      </w:r>
    </w:p>
    <w:p w:rsidR="003735BC" w:rsidRDefault="003735BC" w:rsidP="009179FA">
      <w:pPr>
        <w:ind w:firstLine="720"/>
        <w:jc w:val="both"/>
      </w:pPr>
    </w:p>
    <w:p w:rsidR="003735BC" w:rsidRDefault="003735BC" w:rsidP="009179FA">
      <w:pPr>
        <w:ind w:firstLine="720"/>
        <w:jc w:val="both"/>
      </w:pPr>
      <w:r>
        <w:t xml:space="preserve">      - Где этот чертов малец? </w:t>
      </w:r>
    </w:p>
    <w:p w:rsidR="003735BC" w:rsidRDefault="003735BC" w:rsidP="009179FA">
      <w:pPr>
        <w:ind w:firstLine="720"/>
        <w:jc w:val="both"/>
      </w:pPr>
      <w:r>
        <w:t xml:space="preserve">      Времени осталось мало, а терпения еще меньше. Просил же Макса, чтобы приехали пораньше, проспали они там, что ли? Надо же было проиграться этому пройдохе в карты, шулер чертов.</w:t>
      </w:r>
    </w:p>
    <w:p w:rsidR="003735BC" w:rsidRDefault="003735BC" w:rsidP="009179FA">
      <w:pPr>
        <w:ind w:firstLine="720"/>
        <w:jc w:val="both"/>
      </w:pPr>
      <w:r>
        <w:t xml:space="preserve">      - Да где этот мелкий?</w:t>
      </w:r>
    </w:p>
    <w:p w:rsidR="003735BC" w:rsidRDefault="003735BC" w:rsidP="009179FA">
      <w:pPr>
        <w:ind w:firstLine="720"/>
        <w:jc w:val="both"/>
      </w:pPr>
      <w:r>
        <w:t xml:space="preserve">      Звонок в дверь заставил меня вздрогнуть от неожиданности. Наконец-то!</w:t>
      </w:r>
    </w:p>
    <w:p w:rsidR="003735BC" w:rsidRDefault="003735BC" w:rsidP="009179FA">
      <w:pPr>
        <w:ind w:firstLine="720"/>
        <w:jc w:val="both"/>
      </w:pPr>
      <w:r>
        <w:t xml:space="preserve">      Пару шагов до двери, рюкзак уже в руках, рывок за ручку, и на меня смотрят два удивленных зеленых глаза. Я завис. Он совершенно не похож ни на Макса, ни на Ирину. Может, заблудился?</w:t>
      </w:r>
    </w:p>
    <w:p w:rsidR="003735BC" w:rsidRDefault="003735BC" w:rsidP="009179FA">
      <w:pPr>
        <w:ind w:firstLine="720"/>
        <w:jc w:val="both"/>
      </w:pPr>
      <w:r>
        <w:t xml:space="preserve">      - Ты кто? - мой вопрос хоть и не очень умный, зато для меня сейчас очень важный.</w:t>
      </w:r>
    </w:p>
    <w:p w:rsidR="003735BC" w:rsidRDefault="003735BC" w:rsidP="009179FA">
      <w:pPr>
        <w:ind w:firstLine="720"/>
        <w:jc w:val="both"/>
      </w:pPr>
      <w:r>
        <w:t xml:space="preserve">      Парень тоже завис. Шаг назад, заглянул за дверь, посмотрел номер квартиры, потом на меня, опять на номер квартиры и задал вопрос, который не сильно отличался от моего:</w:t>
      </w:r>
    </w:p>
    <w:p w:rsidR="003735BC" w:rsidRDefault="003735BC" w:rsidP="009179FA">
      <w:pPr>
        <w:ind w:firstLine="720"/>
        <w:jc w:val="both"/>
      </w:pPr>
      <w:r>
        <w:t xml:space="preserve">      - А ты кто?</w:t>
      </w:r>
    </w:p>
    <w:p w:rsidR="003735BC" w:rsidRDefault="003735BC" w:rsidP="009179FA">
      <w:pPr>
        <w:ind w:firstLine="720"/>
        <w:jc w:val="both"/>
      </w:pPr>
      <w:r>
        <w:t xml:space="preserve">      Я в шоке. Вышел, посмотрел на дверь, вдруг там что-то интересное написали, а я и не в курсе. Как знал, как знал... Крупными буквами красным маркером написано «МУДАК». Никитка, бывший мой, постарался, или баба Маня снизу. Ай, некогда.</w:t>
      </w:r>
    </w:p>
    <w:p w:rsidR="003735BC" w:rsidRDefault="003735BC" w:rsidP="009179FA">
      <w:pPr>
        <w:ind w:firstLine="720"/>
        <w:jc w:val="both"/>
      </w:pPr>
      <w:r>
        <w:t xml:space="preserve">      - Ты - Май? </w:t>
      </w:r>
    </w:p>
    <w:p w:rsidR="003735BC" w:rsidRDefault="003735BC" w:rsidP="009179FA">
      <w:pPr>
        <w:ind w:firstLine="720"/>
        <w:jc w:val="both"/>
      </w:pPr>
      <w:r>
        <w:t xml:space="preserve">      Ответом мне был кивок.</w:t>
      </w: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r>
        <w:t>Часть 3</w:t>
      </w:r>
    </w:p>
    <w:p w:rsidR="003735BC" w:rsidRDefault="003735BC" w:rsidP="009179FA">
      <w:pPr>
        <w:ind w:firstLine="720"/>
        <w:jc w:val="both"/>
      </w:pPr>
      <w:r>
        <w:t>ГЛАВА 3</w:t>
      </w:r>
    </w:p>
    <w:p w:rsidR="003735BC" w:rsidRDefault="003735BC" w:rsidP="009179FA">
      <w:pPr>
        <w:ind w:firstLine="720"/>
        <w:jc w:val="both"/>
      </w:pPr>
    </w:p>
    <w:p w:rsidR="003735BC" w:rsidRDefault="003735BC" w:rsidP="009179FA">
      <w:pPr>
        <w:ind w:firstLine="720"/>
        <w:jc w:val="both"/>
      </w:pPr>
      <w:r>
        <w:t>POV Май.</w:t>
      </w:r>
    </w:p>
    <w:p w:rsidR="003735BC" w:rsidRDefault="003735BC" w:rsidP="009179FA">
      <w:pPr>
        <w:ind w:firstLine="720"/>
        <w:jc w:val="both"/>
      </w:pPr>
    </w:p>
    <w:p w:rsidR="003735BC" w:rsidRDefault="003735BC" w:rsidP="009179FA">
      <w:pPr>
        <w:ind w:firstLine="720"/>
        <w:jc w:val="both"/>
      </w:pPr>
      <w:r>
        <w:t xml:space="preserve">      Захожу в подъезд. Сверяюсь с листочком, на котором написан адрес, и иду к лифту. Мне на шестнадцатый этаж. Уже подходя к этому чуду передвижения, чую своей замечательной попой неладное. На дверях лифта висит красивая табличка с надписью «НЕ РАБОТАЕТ». Ну как же я рад, я просто охренительно счастлив. Пока поднимаюсь пешком, придумываю столько интересных матов, что просто сам собой горжусь. "Выпердыш недоношеный" - это моя гордость, надо будет запомнить. </w:t>
      </w:r>
    </w:p>
    <w:p w:rsidR="003735BC" w:rsidRDefault="003735BC" w:rsidP="009179FA">
      <w:pPr>
        <w:ind w:firstLine="720"/>
        <w:jc w:val="both"/>
      </w:pPr>
      <w:r>
        <w:t xml:space="preserve">      Заползаю на шестнадцатый, уже так сильно мной "любимый", этаж, и даже не задумываясь иду к двери расположенной по центру коридора. Почему я туда иду? Да все просто, на двери красным маркером написано «МУДАК». Чувствую, там живет не самый хороший человек, и номер квартиры как назло совпадает с нужным мне.</w:t>
      </w:r>
    </w:p>
    <w:p w:rsidR="003735BC" w:rsidRDefault="003735BC" w:rsidP="009179FA">
      <w:pPr>
        <w:ind w:firstLine="720"/>
        <w:jc w:val="both"/>
      </w:pPr>
      <w:r>
        <w:t xml:space="preserve">      Вдох, выдох. Звоню. Вместо обычной трели звонка раздается истерический смех, как в детских игрушках. Это вгоняет меня в ступор и состояние тихого шока. </w:t>
      </w:r>
    </w:p>
    <w:p w:rsidR="003735BC" w:rsidRDefault="003735BC" w:rsidP="009179FA">
      <w:pPr>
        <w:ind w:firstLine="720"/>
        <w:jc w:val="both"/>
      </w:pPr>
      <w:r>
        <w:t xml:space="preserve">      Дверь открывается так «плавно», что меня чуть не сносит порывом ветра. Я залип. На меня смотрит вполне себе нормальный мужчина, даже скорее парень: на вид лет двадцать семь-двадцать восемь, темно-карие выразительные глаза, прямой нос, черные как смоль волосы уложены в прическу типа хаотичного беспорядка. Черные джинсы удачно подчеркивают длинные ноги, широкие плечи обтянуты черной курткой, на ногах массивные ботинки, как у военных. Сказать, что вид у него недружелюбный - это ничего не сказать. Несмотря на всю его красоту, он скорее отталкивает от себя, чем притягивает. Слишком темпераментный, он напоминает хищника. Прямой взгляд, легкий прищур, говорящий о том, что он главнее самого президента, закушенная нижняя губа свидетельствует об увлеченном мыслительном процессе. На губах-то я и залип. Обычные мужские губы, тонкие, четко очерченные, слегка покрасневшие от покусывания, но было в них что-то такое, что притягивало меня словно магнитом.</w:t>
      </w:r>
    </w:p>
    <w:p w:rsidR="003735BC" w:rsidRDefault="003735BC" w:rsidP="009179FA">
      <w:pPr>
        <w:ind w:firstLine="720"/>
        <w:jc w:val="both"/>
      </w:pPr>
      <w:r>
        <w:t xml:space="preserve">      Почему я так спокойно рассуждаю о губах мужчины? Все просто, я - «би». То, что секс с девчонками - не есть самое лучшее, я понял, когда на спор переспал со своим другом. И, скажу я вам, ощущения были непередаваемые. С тех пор с другом мы не общаемся, а вот трах с парнями время от времени случается.</w:t>
      </w:r>
    </w:p>
    <w:p w:rsidR="003735BC" w:rsidRDefault="003735BC" w:rsidP="009179FA">
      <w:pPr>
        <w:ind w:firstLine="720"/>
        <w:jc w:val="both"/>
      </w:pPr>
      <w:r>
        <w:t xml:space="preserve">      Пока я размышлял, пропустил момент, когда меня дернули за руку и потащили вниз по лестнице.</w:t>
      </w:r>
    </w:p>
    <w:p w:rsidR="003735BC" w:rsidRDefault="003735BC" w:rsidP="009179FA">
      <w:pPr>
        <w:ind w:firstLine="720"/>
        <w:jc w:val="both"/>
      </w:pPr>
      <w:r>
        <w:t xml:space="preserve">      Те же ступеньки, те же маты, только уже не от меня одного, но и от моего спутника. Парковка, машина, переднее сиденье, тишина. И тут мне приходит в голову мысль, которую я сразу же и озвучил:</w:t>
      </w:r>
    </w:p>
    <w:p w:rsidR="003735BC" w:rsidRDefault="003735BC" w:rsidP="009179FA">
      <w:pPr>
        <w:ind w:firstLine="720"/>
        <w:jc w:val="both"/>
      </w:pPr>
      <w:r>
        <w:t xml:space="preserve">      - Ты Рэй Арне? </w:t>
      </w:r>
    </w:p>
    <w:p w:rsidR="003735BC" w:rsidRDefault="003735BC" w:rsidP="009179FA">
      <w:pPr>
        <w:ind w:firstLine="720"/>
        <w:jc w:val="both"/>
      </w:pPr>
      <w:r>
        <w:t xml:space="preserve">      Тишина, и два карих глаза смотрят на меня, как на полного идиота.</w:t>
      </w:r>
    </w:p>
    <w:p w:rsidR="003735BC" w:rsidRDefault="003735BC" w:rsidP="009179FA">
      <w:pPr>
        <w:ind w:firstLine="720"/>
        <w:jc w:val="both"/>
      </w:pPr>
      <w:r>
        <w:t xml:space="preserve">      - А ты догадливый, и не скажешь, что блондинка.</w:t>
      </w:r>
    </w:p>
    <w:p w:rsidR="003735BC" w:rsidRDefault="003735BC" w:rsidP="009179FA">
      <w:pPr>
        <w:ind w:firstLine="720"/>
        <w:jc w:val="both"/>
      </w:pPr>
      <w:r>
        <w:t xml:space="preserve">      - Вот мудак! </w:t>
      </w:r>
    </w:p>
    <w:p w:rsidR="003735BC" w:rsidRDefault="003735BC" w:rsidP="009179FA">
      <w:pPr>
        <w:ind w:firstLine="720"/>
        <w:jc w:val="both"/>
      </w:pPr>
      <w:r>
        <w:t xml:space="preserve">      Нет, я конечно понимаю, что он рад мне так же, как я ему, но могли же нормально договориться. Так нет же. Намечается конфликт.</w:t>
      </w:r>
    </w:p>
    <w:p w:rsidR="003735BC" w:rsidRDefault="003735BC" w:rsidP="009179FA">
      <w:pPr>
        <w:ind w:firstLine="720"/>
        <w:jc w:val="both"/>
      </w:pPr>
      <w:r>
        <w:t xml:space="preserve">      - Так, мелочь, говорю первый и последний раз: называешь меня Рэй, можно без "великий и прекрасный", так уж и быть, разрешаю, а услышу от тебя хоть одно слово, носящее в себе негатив по отношению ко мне – отшлепаю.</w:t>
      </w:r>
    </w:p>
    <w:p w:rsidR="003735BC" w:rsidRDefault="003735BC" w:rsidP="009179FA">
      <w:pPr>
        <w:ind w:firstLine="720"/>
        <w:jc w:val="both"/>
      </w:pPr>
      <w:r>
        <w:t xml:space="preserve">      По мере его монолога у меня отвалилась челюсть и задергался глаз.</w:t>
      </w:r>
    </w:p>
    <w:p w:rsidR="003735BC" w:rsidRDefault="003735BC" w:rsidP="009179FA">
      <w:pPr>
        <w:ind w:firstLine="720"/>
        <w:jc w:val="both"/>
      </w:pPr>
      <w:r>
        <w:t xml:space="preserve">      - Ты совсем охренел, мужик! Так, вези меня домой, предкам я скажу, что был у тебя, и ты прекрасно справлялся с должностью няньки. Ты не портишь отдых мне, а я тебе, идет?</w:t>
      </w:r>
    </w:p>
    <w:p w:rsidR="003735BC" w:rsidRDefault="003735BC" w:rsidP="009179FA">
      <w:pPr>
        <w:ind w:firstLine="720"/>
        <w:jc w:val="both"/>
      </w:pPr>
      <w:r>
        <w:t xml:space="preserve">      Этот козел медленно поворачивается ко мне, делает вид, что задумался, даже подбородок почесал, и самым дружелюбным голосом разбил все мои мечты:</w:t>
      </w:r>
    </w:p>
    <w:p w:rsidR="003735BC" w:rsidRDefault="003735BC" w:rsidP="009179FA">
      <w:pPr>
        <w:ind w:firstLine="720"/>
        <w:jc w:val="both"/>
      </w:pPr>
      <w:r>
        <w:t xml:space="preserve">      - Да хрен тебе, Маюшка.</w:t>
      </w:r>
    </w:p>
    <w:p w:rsidR="003735BC" w:rsidRDefault="003735BC" w:rsidP="009179FA">
      <w:pPr>
        <w:ind w:firstLine="720"/>
        <w:jc w:val="both"/>
      </w:pPr>
      <w:r>
        <w:t xml:space="preserve">      Шок! Ступор! Злость! Из состояния зомби меня вывел голос моего врага номер один.</w:t>
      </w:r>
    </w:p>
    <w:p w:rsidR="003735BC" w:rsidRDefault="003735BC" w:rsidP="009179FA">
      <w:pPr>
        <w:ind w:firstLine="720"/>
        <w:jc w:val="both"/>
      </w:pPr>
      <w:r>
        <w:t xml:space="preserve">      - Ты когда-нибудь играл в прятки?</w:t>
      </w:r>
    </w:p>
    <w:p w:rsidR="003735BC" w:rsidRDefault="003735BC" w:rsidP="009179FA">
      <w:pPr>
        <w:ind w:firstLine="720"/>
        <w:jc w:val="both"/>
      </w:pPr>
      <w:r>
        <w:t xml:space="preserve">      Вполне себе нормальный голос, если не видеть человека, которому он принадлежит.</w:t>
      </w:r>
    </w:p>
    <w:p w:rsidR="003735BC" w:rsidRDefault="003735BC" w:rsidP="009179FA">
      <w:pPr>
        <w:ind w:firstLine="720"/>
        <w:jc w:val="both"/>
      </w:pPr>
      <w:r>
        <w:t xml:space="preserve">      - В детстве.</w:t>
      </w:r>
    </w:p>
    <w:p w:rsidR="003735BC" w:rsidRDefault="003735BC" w:rsidP="009179FA">
      <w:pPr>
        <w:ind w:firstLine="720"/>
        <w:jc w:val="both"/>
      </w:pPr>
      <w:r>
        <w:t xml:space="preserve">      Разговаривать мне не хотелось.</w:t>
      </w:r>
    </w:p>
    <w:p w:rsidR="003735BC" w:rsidRDefault="003735BC" w:rsidP="009179FA">
      <w:pPr>
        <w:ind w:firstLine="720"/>
        <w:jc w:val="both"/>
      </w:pPr>
      <w:r>
        <w:t xml:space="preserve">      - Так вот. Объясняю один раз. Раз в год, в одно и то же время, группа людей играет в прятки. Возраст от шестнадцати до тридцати пяти. На кону - миллион рублей. Сам понимаешь, желающих много, но не все так просто. Отбор очень жесткий и то, что я смог засунуть тебя - это просто чудо. Выбора у меня все равно не было. Я, как водящий в прошлом году, имею право взять в игру одного новичка. Поздравляю, это - ты. Так вот, игра длится два дня, ну или пока всех не найдут. По приезду каждому выдается карта и конверт, там указано место, где лежит ключ. Твоя задача - добраться до ключа и принести его в указанное на карте место. Выполнил это и тебя не нашли, поздравляю - миллион твой, нет - выбываешь из игры. Если тебя нашли и застучали, точнее, попали шариком с краской раньше, чем это сделал ты – выбываешь. Ты, как новенький, стоишь со мной в паре, у нас один ключ на двоих. Если найдут одного, второй автоматически выбывает. Так вот, к чему я клоню: если тебя найдут, я тебя прикопаю под первым же кустом, ну или заставлю отрабатывать этот миллион своим телом.</w:t>
      </w:r>
    </w:p>
    <w:p w:rsidR="003735BC" w:rsidRDefault="003735BC" w:rsidP="009179FA">
      <w:pPr>
        <w:ind w:firstLine="720"/>
        <w:jc w:val="both"/>
      </w:pPr>
      <w:r>
        <w:t xml:space="preserve">      - Какие нахер прятки? Извращенец чертов, - договорить свою речь мне не дали, машина свернула на обочину. И когда мы успели выехать за город? Резкий рывок, и вот я уже разглядываю педали машины, а моя задница так живописно торчит кверху.</w:t>
      </w:r>
    </w:p>
    <w:p w:rsidR="003735BC" w:rsidRDefault="003735BC" w:rsidP="009179FA">
      <w:pPr>
        <w:ind w:firstLine="720"/>
        <w:jc w:val="both"/>
      </w:pPr>
      <w:r>
        <w:t xml:space="preserve">      - Что за…</w:t>
      </w:r>
    </w:p>
    <w:p w:rsidR="003735BC" w:rsidRDefault="003735BC" w:rsidP="009179FA">
      <w:pPr>
        <w:ind w:firstLine="720"/>
        <w:jc w:val="both"/>
      </w:pPr>
      <w:r>
        <w:t xml:space="preserve">      Неслабый такой удар по попе. Так как меня держали коленями, сопротивление мое было минимальным и, кажется, вообще осталось без внимания. Еще удар, за ним еще один. Находясь в офигевшем состоянии, я забыл даже материться. Стоило мне прекратить трепыхаться, как меня отпустили и аккуратно, даже бережно, усадили на место.</w:t>
      </w:r>
    </w:p>
    <w:p w:rsidR="003735BC" w:rsidRDefault="003735BC" w:rsidP="009179FA">
      <w:pPr>
        <w:ind w:firstLine="720"/>
        <w:jc w:val="both"/>
      </w:pPr>
      <w:r>
        <w:t xml:space="preserve">      Что я чувствовал? Да много чего! Я был зол. Я был растерян. А самое страшное, что мне, кажется, это понравилось. Что я несу? Этот извращенец плохо на меня влияет, я становлюсь таким же. </w:t>
      </w:r>
    </w:p>
    <w:p w:rsidR="003735BC" w:rsidRDefault="003735BC" w:rsidP="009179FA">
      <w:pPr>
        <w:ind w:firstLine="720"/>
        <w:jc w:val="both"/>
      </w:pPr>
      <w:r>
        <w:t xml:space="preserve">      Только я хотел высказать ему все, что о нем думаю, как взгляд мой упал на его ширинку. Опа! Кажется, не мне одному это понравилось. Проследил за моим взглядом и, хмыкнув, отвернулся смотреть на дорогу. И это все? А где же стыд в его глазах? Ну хоть капелька? Нету. Он точно извращенец. </w:t>
      </w:r>
    </w:p>
    <w:p w:rsidR="003735BC" w:rsidRDefault="003735BC" w:rsidP="009179FA">
      <w:pPr>
        <w:ind w:firstLine="720"/>
        <w:jc w:val="both"/>
      </w:pPr>
      <w:r>
        <w:t xml:space="preserve">      Когда я уже практически успокоился, он не мог не ляпнуть:</w:t>
      </w:r>
    </w:p>
    <w:p w:rsidR="003735BC" w:rsidRDefault="003735BC" w:rsidP="009179FA">
      <w:pPr>
        <w:ind w:firstLine="720"/>
        <w:jc w:val="both"/>
      </w:pPr>
      <w:r>
        <w:t xml:space="preserve">      - Классная жопа!</w:t>
      </w:r>
    </w:p>
    <w:p w:rsidR="003735BC" w:rsidRDefault="003735BC" w:rsidP="009179FA">
      <w:pPr>
        <w:ind w:firstLine="720"/>
        <w:jc w:val="both"/>
      </w:pPr>
      <w:r>
        <w:t xml:space="preserve">      Все! Это предел. Я покраснел как девчонка. Все что я смог - это отвернуться к окну. Дальнейший наш путь проходил в гробовой тишине.</w:t>
      </w: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r>
        <w:t>Часть 4</w:t>
      </w:r>
    </w:p>
    <w:p w:rsidR="003735BC" w:rsidRDefault="003735BC" w:rsidP="009179FA">
      <w:pPr>
        <w:ind w:firstLine="720"/>
        <w:jc w:val="both"/>
      </w:pPr>
      <w:r>
        <w:t>ГЛАВА 4</w:t>
      </w:r>
    </w:p>
    <w:p w:rsidR="003735BC" w:rsidRDefault="003735BC" w:rsidP="009179FA">
      <w:pPr>
        <w:ind w:firstLine="720"/>
        <w:jc w:val="both"/>
      </w:pPr>
    </w:p>
    <w:p w:rsidR="003735BC" w:rsidRDefault="003735BC" w:rsidP="009179FA">
      <w:pPr>
        <w:ind w:firstLine="720"/>
        <w:jc w:val="both"/>
      </w:pPr>
      <w:r>
        <w:t xml:space="preserve">      - Приехали.</w:t>
      </w:r>
    </w:p>
    <w:p w:rsidR="003735BC" w:rsidRDefault="003735BC" w:rsidP="009179FA">
      <w:pPr>
        <w:ind w:firstLine="720"/>
        <w:jc w:val="both"/>
      </w:pPr>
      <w:r>
        <w:t xml:space="preserve">      Жесткий голос заставил меня выплыть из царства Морфея, а нежное касание к моим губам - выскочить из машины. </w:t>
      </w:r>
    </w:p>
    <w:p w:rsidR="003735BC" w:rsidRDefault="003735BC" w:rsidP="009179FA">
      <w:pPr>
        <w:ind w:firstLine="720"/>
        <w:jc w:val="both"/>
      </w:pPr>
      <w:r>
        <w:t xml:space="preserve">      - Что за хрень? - это единственный вопрос, который меня волновал.</w:t>
      </w:r>
    </w:p>
    <w:p w:rsidR="003735BC" w:rsidRDefault="003735BC" w:rsidP="009179FA">
      <w:pPr>
        <w:ind w:firstLine="720"/>
        <w:jc w:val="both"/>
      </w:pPr>
      <w:r>
        <w:t xml:space="preserve">      - Спящая красавица не хотела просыпаться, пришлось прибегнуть к крайним мерам.</w:t>
      </w:r>
    </w:p>
    <w:p w:rsidR="003735BC" w:rsidRDefault="003735BC" w:rsidP="009179FA">
      <w:pPr>
        <w:ind w:firstLine="720"/>
        <w:jc w:val="both"/>
      </w:pPr>
      <w:r>
        <w:t xml:space="preserve">      - В следующий раз отсоси мне, глядишь, быстрей проснусь.</w:t>
      </w:r>
    </w:p>
    <w:p w:rsidR="003735BC" w:rsidRDefault="003735BC" w:rsidP="009179FA">
      <w:pPr>
        <w:ind w:firstLine="720"/>
        <w:jc w:val="both"/>
      </w:pPr>
      <w:r>
        <w:t xml:space="preserve">      Упс! Как-то глазки у него заблестели маньячным блеском. Куда бы свалить? А действительно куда? </w:t>
      </w:r>
    </w:p>
    <w:p w:rsidR="003735BC" w:rsidRDefault="003735BC" w:rsidP="009179FA">
      <w:pPr>
        <w:ind w:firstLine="720"/>
        <w:jc w:val="both"/>
      </w:pPr>
      <w:r>
        <w:t xml:space="preserve">      По кругу стояли машины, все как одна представительского класса, а вокруг лес. Корпуса какие-то в ужасном состоянии, того и гляди рухнут. Похоже на лагерь. Это все, что я успел рассмотреть, пока меня не сцапали загребущие ручонки одного известного всем извращенца.</w:t>
      </w:r>
    </w:p>
    <w:p w:rsidR="003735BC" w:rsidRDefault="003735BC" w:rsidP="009179FA">
      <w:pPr>
        <w:ind w:firstLine="720"/>
        <w:jc w:val="both"/>
      </w:pPr>
      <w:r>
        <w:t xml:space="preserve">      - Накажу, - тихий шепот на ушко, всего одно слово, а по мне уже маршируют мурашки размером со слонов. Да что со мной?</w:t>
      </w:r>
    </w:p>
    <w:p w:rsidR="003735BC" w:rsidRDefault="003735BC" w:rsidP="009179FA">
      <w:pPr>
        <w:ind w:firstLine="720"/>
        <w:jc w:val="both"/>
      </w:pPr>
      <w:r>
        <w:t xml:space="preserve">      Подумать об этом мне не дали, к нам уже спешила группа людей. Одеты они были наподобие Рэя: удобная обувь, темная одежда, рюкзаки через плечо. Если бы я не знал что здесь за сборище, подумал бы, что они собираются в поход.</w:t>
      </w:r>
    </w:p>
    <w:p w:rsidR="003735BC" w:rsidRDefault="003735BC" w:rsidP="009179FA">
      <w:pPr>
        <w:ind w:firstLine="720"/>
        <w:jc w:val="both"/>
      </w:pPr>
      <w:r>
        <w:t xml:space="preserve">      По мере их приближения к нам, Рэй отдалялся от меня, что мне, кстати, не понравилось.</w:t>
      </w:r>
    </w:p>
    <w:p w:rsidR="003735BC" w:rsidRDefault="003735BC" w:rsidP="009179FA">
      <w:pPr>
        <w:ind w:firstLine="720"/>
        <w:jc w:val="both"/>
      </w:pPr>
      <w:r>
        <w:t xml:space="preserve">      Первыми подлетели два парня, на вид восемнадцати-девятнадцати лет, абсолютно одинаковые, во всем черном. Невысокие, стройные, приятная внешность. Я бы даже посчитал их милыми, если бы не глаза. У обоих они были холодные, расчетливые и … полные страсти? На ходу, чуть не сбивая меня, эти два монстра налетели на Рэя. Ненавижу. Рэй вместо того, чтобы отпинываться от них ногами, обнял их и начал тискать. Вот козел!</w:t>
      </w:r>
    </w:p>
    <w:p w:rsidR="003735BC" w:rsidRDefault="003735BC" w:rsidP="009179FA">
      <w:pPr>
        <w:ind w:firstLine="720"/>
        <w:jc w:val="both"/>
      </w:pPr>
      <w:r>
        <w:t xml:space="preserve">      От созерцания сего чуда, которое я уже мысленно расчленил на миллион кусочков, меня отвлек парень. Он стоял совсем близко и мило мне улыбался. Самой обычной внешности: серые глаза, черный платок на голове, из-под которого торчал черный хвостик. Хвостик? Ахренеть. Ростом он был выше, поэтому смотрел на меня сверху вниз. Правда, в плечах он был меня шире, да и вообще покрупнее. </w:t>
      </w:r>
    </w:p>
    <w:p w:rsidR="003735BC" w:rsidRDefault="003735BC" w:rsidP="009179FA">
      <w:pPr>
        <w:ind w:firstLine="720"/>
        <w:jc w:val="both"/>
      </w:pPr>
      <w:r>
        <w:t xml:space="preserve">      - Привет. Я - Никита, можно просто Ник, - голос мягкий, успокаивающий.</w:t>
      </w:r>
    </w:p>
    <w:p w:rsidR="003735BC" w:rsidRDefault="003735BC" w:rsidP="009179FA">
      <w:pPr>
        <w:ind w:firstLine="720"/>
        <w:jc w:val="both"/>
      </w:pPr>
      <w:r>
        <w:t xml:space="preserve">      - Привет, я – Май, - больше сказать ничего не успел. Меня грубо схватили сзади и собственнически прижали к широкой груди. По знакомому древесному запаху одеколона, понимаю, что это Рэй. </w:t>
      </w:r>
    </w:p>
    <w:p w:rsidR="003735BC" w:rsidRDefault="003735BC" w:rsidP="009179FA">
      <w:pPr>
        <w:ind w:firstLine="720"/>
        <w:jc w:val="both"/>
      </w:pPr>
      <w:r>
        <w:t xml:space="preserve">      - Здравствуй, Рэй, - голос Ника был абсолютно спокойный, я бы даже сказал, холодный.</w:t>
      </w:r>
    </w:p>
    <w:p w:rsidR="003735BC" w:rsidRDefault="003735BC" w:rsidP="009179FA">
      <w:pPr>
        <w:ind w:firstLine="720"/>
        <w:jc w:val="both"/>
      </w:pPr>
      <w:r>
        <w:t xml:space="preserve">      - Приветствую, - совсем не дружелюбно. Во вроде бы спокойном голосе чувствовались стальные нотки, которые даже меня заставили поежиться. Но Нику, кажется, было пофиг.</w:t>
      </w:r>
    </w:p>
    <w:p w:rsidR="003735BC" w:rsidRDefault="003735BC" w:rsidP="009179FA">
      <w:pPr>
        <w:ind w:firstLine="720"/>
        <w:jc w:val="both"/>
      </w:pPr>
      <w:r>
        <w:t xml:space="preserve">      - Увидимся, малыш, - нежный взгляд, и он уходит. </w:t>
      </w:r>
    </w:p>
    <w:p w:rsidR="003735BC" w:rsidRDefault="003735BC" w:rsidP="009179FA">
      <w:pPr>
        <w:ind w:firstLine="720"/>
        <w:jc w:val="both"/>
      </w:pPr>
      <w:r>
        <w:t xml:space="preserve">      В голове у меня сразу две мысли: первая - какой я, нахер, малыш, и вторая – я точно слышал, что у меня над ухом кто-то рычал. Даже по сторонам посмотрел, лес все-таки, может бешеный заяц мимо проскакал. Нет. Пусто. Значит, показалось.</w:t>
      </w:r>
    </w:p>
    <w:p w:rsidR="003735BC" w:rsidRDefault="003735BC" w:rsidP="009179FA">
      <w:pPr>
        <w:ind w:firstLine="720"/>
        <w:jc w:val="both"/>
      </w:pPr>
      <w:r>
        <w:t xml:space="preserve">      Объятья, в которых я находился, стали превращаться в захват и начали меня душить. Хватка у него мертвая, хрен вырвешься.</w:t>
      </w:r>
    </w:p>
    <w:p w:rsidR="003735BC" w:rsidRDefault="003735BC" w:rsidP="009179FA">
      <w:pPr>
        <w:ind w:firstLine="720"/>
        <w:jc w:val="both"/>
      </w:pPr>
      <w:r>
        <w:t xml:space="preserve">      - Пусти, – полувсхлип-полухрип.</w:t>
      </w:r>
    </w:p>
    <w:p w:rsidR="003735BC" w:rsidRDefault="003735BC" w:rsidP="009179FA">
      <w:pPr>
        <w:ind w:firstLine="720"/>
        <w:jc w:val="both"/>
      </w:pPr>
      <w:r>
        <w:t xml:space="preserve">      Ура, я могу дышать. Недолго счастье длилось. Меня снова кто-то обнимает. И запах такой нежный, фруктовый, что ли. А руки-то куда полезли? Под футболку. Непонятно, щекотно, приятно? Что за нах?</w:t>
      </w:r>
    </w:p>
    <w:p w:rsidR="003735BC" w:rsidRDefault="003735BC" w:rsidP="009179FA">
      <w:pPr>
        <w:ind w:firstLine="720"/>
        <w:jc w:val="both"/>
      </w:pPr>
      <w:r>
        <w:t xml:space="preserve">      - Лизка, руки убери, - и снова чувствую древесные нотки и крепкие объятья.</w:t>
      </w:r>
    </w:p>
    <w:p w:rsidR="003735BC" w:rsidRDefault="003735BC" w:rsidP="009179FA">
      <w:pPr>
        <w:ind w:firstLine="720"/>
        <w:jc w:val="both"/>
      </w:pPr>
      <w:r>
        <w:t xml:space="preserve">      - Да хватит меня уже тискать, - возмущению моему нет предела, как девку делят, ей богу. </w:t>
      </w:r>
    </w:p>
    <w:p w:rsidR="003735BC" w:rsidRDefault="003735BC" w:rsidP="009179FA">
      <w:pPr>
        <w:ind w:firstLine="720"/>
        <w:jc w:val="both"/>
      </w:pPr>
      <w:r>
        <w:t xml:space="preserve">      Скидываю с себя лапы загребущие, поворачиваюсь, чтобы рассмотреть ту шалунью, что руки распускала и…</w:t>
      </w:r>
    </w:p>
    <w:p w:rsidR="003735BC" w:rsidRDefault="003735BC" w:rsidP="009179FA">
      <w:pPr>
        <w:ind w:firstLine="720"/>
        <w:jc w:val="both"/>
      </w:pPr>
      <w:r>
        <w:t xml:space="preserve">      - Ааааа! Мать вашу!</w:t>
      </w:r>
    </w:p>
    <w:p w:rsidR="003735BC" w:rsidRDefault="003735BC" w:rsidP="009179FA">
      <w:pPr>
        <w:ind w:firstLine="720"/>
        <w:jc w:val="both"/>
      </w:pPr>
      <w:r>
        <w:t xml:space="preserve">      Передо мной стоит оно. Волосы до плеч, окрашенные во все цвета радуги, ярко-голубые глаза. Явно линзы. Пирсинг по всему лицу и бантик на шее. Готов поклясться, что если бы не вынужденная мера, оно бы было в розовом, а не в черном. По фигуре сразу и не поймешь, мальчик это или девочка, а вот по выпирающему бугорку в штанах - явный мужик.</w:t>
      </w:r>
    </w:p>
    <w:p w:rsidR="003735BC" w:rsidRDefault="003735BC" w:rsidP="009179FA">
      <w:pPr>
        <w:ind w:firstLine="720"/>
        <w:jc w:val="both"/>
      </w:pPr>
      <w:r>
        <w:t xml:space="preserve">      - Елизавет! – и протягивает мне свою наманикюренную клешню.</w:t>
      </w:r>
    </w:p>
    <w:p w:rsidR="003735BC" w:rsidRDefault="003735BC" w:rsidP="009179FA">
      <w:pPr>
        <w:ind w:firstLine="720"/>
        <w:jc w:val="both"/>
      </w:pPr>
      <w:r>
        <w:t xml:space="preserve">      - Май, - сухо, по-мужски. </w:t>
      </w:r>
    </w:p>
    <w:p w:rsidR="003735BC" w:rsidRDefault="003735BC" w:rsidP="009179FA">
      <w:pPr>
        <w:ind w:firstLine="720"/>
        <w:jc w:val="both"/>
      </w:pPr>
      <w:r>
        <w:t xml:space="preserve">      Это я так думал. По тому, как заржал Рэй, мужского в моем голосе нихрена не осталось. Пока я пытался пнуть этот ржущий комок, руку мою схватили в наманикюренные объятия и безжалостно обслюнявили. Со второй попытки мне удалось высвободиться.</w:t>
      </w:r>
    </w:p>
    <w:p w:rsidR="003735BC" w:rsidRDefault="003735BC" w:rsidP="009179FA">
      <w:pPr>
        <w:ind w:firstLine="720"/>
        <w:jc w:val="both"/>
      </w:pPr>
      <w:r>
        <w:t xml:space="preserve">      Бежать, бежать подальше. Поворот на сто восемьдесят градусов и - да блядь! Высоченный, здоровенный мужик. Говорят, мужик должен быть не мыт, не брит и волосат. Я нашел про кого это. </w:t>
      </w:r>
    </w:p>
    <w:p w:rsidR="003735BC" w:rsidRDefault="003735BC" w:rsidP="009179FA">
      <w:pPr>
        <w:ind w:firstLine="720"/>
        <w:jc w:val="both"/>
      </w:pPr>
      <w:r>
        <w:t xml:space="preserve">      - А как вы прятаться будете, вас же сразу найдут? - сказать я успел быстрее, чем подумать.</w:t>
      </w:r>
    </w:p>
    <w:p w:rsidR="003735BC" w:rsidRDefault="003735BC" w:rsidP="009179FA">
      <w:pPr>
        <w:ind w:firstLine="720"/>
        <w:jc w:val="both"/>
      </w:pPr>
      <w:r>
        <w:t xml:space="preserve">      - Ну да, я крупный мужчина, зато я гибкий и изворотливый, так что найти меня будет не так-то просто, малыш.</w:t>
      </w:r>
    </w:p>
    <w:p w:rsidR="003735BC" w:rsidRDefault="003735BC" w:rsidP="009179FA">
      <w:pPr>
        <w:ind w:firstLine="720"/>
        <w:jc w:val="both"/>
      </w:pPr>
      <w:r>
        <w:t xml:space="preserve">      Вообще-то, я имел в виду найти по запаху, но благоразумно закрыл рот и сделал два шага назад. </w:t>
      </w:r>
    </w:p>
    <w:p w:rsidR="003735BC" w:rsidRDefault="003735BC" w:rsidP="009179FA">
      <w:pPr>
        <w:ind w:firstLine="720"/>
        <w:jc w:val="both"/>
      </w:pPr>
      <w:r>
        <w:t xml:space="preserve">      Крупного детину, как я потом узнал, звали Петруша. А что? Ему подходит. </w:t>
      </w:r>
    </w:p>
    <w:p w:rsidR="003735BC" w:rsidRDefault="003735BC" w:rsidP="009179FA">
      <w:pPr>
        <w:ind w:firstLine="720"/>
        <w:jc w:val="both"/>
      </w:pPr>
      <w:r>
        <w:t xml:space="preserve">      Неподалеку была еще группа из шести человек. Все разного возраста, один мужик в костюме из ткани как у гаишников. Как я понял, это был ведущий.</w:t>
      </w:r>
    </w:p>
    <w:p w:rsidR="003735BC" w:rsidRDefault="003735BC" w:rsidP="009179FA">
      <w:pPr>
        <w:ind w:firstLine="720"/>
        <w:jc w:val="both"/>
      </w:pPr>
      <w:r>
        <w:t xml:space="preserve">      Всего тринадцать участников, не считая ведущего. Прозвучал свисток. Рэй хватает меня за руку и тащит к машине. Достает свой рюкзак, засовывает туда три сигнальные ракеты, карту и конверт. Хватает мою сумку и безжалостно вытряхивает на землю ее содержимое. У меня чуть сердце не остановилось, там же мой ноутбук, кровиночка моя. А кстати, где он? И где мои вещи? Что это за хлам?</w:t>
      </w:r>
    </w:p>
    <w:p w:rsidR="003735BC" w:rsidRDefault="003735BC" w:rsidP="009179FA">
      <w:pPr>
        <w:ind w:firstLine="720"/>
        <w:jc w:val="both"/>
      </w:pPr>
      <w:r>
        <w:t xml:space="preserve">      Сверху лежал аккуратненько смятый листочек. Записка. Читаю: «Дорогой мой сыночка, забыл тебе сказать, что ты участвуешь в прятках. Вещи я тебе сам собрал, чтобы ты не забыл чего. Тут все необходимое. Веди себя хорошо, слушайся дядю Рэя и не переломай себе ручки и ножки, когда будешь по кустам бегать. Матери ни слова!».</w:t>
      </w:r>
    </w:p>
    <w:p w:rsidR="003735BC" w:rsidRDefault="003735BC" w:rsidP="009179FA">
      <w:pPr>
        <w:ind w:firstLine="720"/>
        <w:jc w:val="both"/>
      </w:pPr>
      <w:r>
        <w:t xml:space="preserve">      Я сел. Во папаня дает. Уже после слова «сыночка» я понял, что хорошо это для меня не закончится. В голове была полная пустота. Поэтому я решил осмотреть имеющиеся вещички. </w:t>
      </w:r>
    </w:p>
    <w:p w:rsidR="003735BC" w:rsidRDefault="003735BC" w:rsidP="009179FA">
      <w:pPr>
        <w:ind w:firstLine="720"/>
        <w:jc w:val="both"/>
      </w:pPr>
      <w:r>
        <w:t xml:space="preserve">      Так, что тут: ботинки, джинсы, куртка, бинт, зеленка, бутылка коньяка, веревка, мыло и смазка. </w:t>
      </w:r>
    </w:p>
    <w:p w:rsidR="003735BC" w:rsidRDefault="003735BC" w:rsidP="009179FA">
      <w:pPr>
        <w:ind w:firstLine="720"/>
        <w:jc w:val="both"/>
      </w:pPr>
      <w:r>
        <w:t xml:space="preserve">      Смазка? </w:t>
      </w:r>
    </w:p>
    <w:p w:rsidR="003735BC" w:rsidRDefault="003735BC" w:rsidP="009179FA">
      <w:pPr>
        <w:ind w:firstLine="720"/>
        <w:jc w:val="both"/>
      </w:pPr>
      <w:r>
        <w:t xml:space="preserve">      - Что за?!</w:t>
      </w:r>
    </w:p>
    <w:p w:rsidR="003735BC" w:rsidRDefault="003735BC" w:rsidP="009179FA">
      <w:pPr>
        <w:ind w:firstLine="720"/>
        <w:jc w:val="both"/>
      </w:pPr>
      <w:r>
        <w:t xml:space="preserve">      - А, это я попросил.</w:t>
      </w:r>
    </w:p>
    <w:p w:rsidR="003735BC" w:rsidRDefault="003735BC" w:rsidP="009179FA">
      <w:pPr>
        <w:ind w:firstLine="720"/>
        <w:jc w:val="both"/>
      </w:pPr>
      <w:r>
        <w:t xml:space="preserve">      Бутылек перекочевал из моих рук в бездонные карманы Рэя.</w:t>
      </w:r>
    </w:p>
    <w:p w:rsidR="003735BC" w:rsidRDefault="003735BC" w:rsidP="009179FA">
      <w:pPr>
        <w:ind w:firstLine="720"/>
        <w:jc w:val="both"/>
      </w:pPr>
      <w:r>
        <w:t xml:space="preserve">      - Коньяк?</w:t>
      </w:r>
    </w:p>
    <w:p w:rsidR="003735BC" w:rsidRDefault="003735BC" w:rsidP="009179FA">
      <w:pPr>
        <w:ind w:firstLine="720"/>
        <w:jc w:val="both"/>
      </w:pPr>
      <w:r>
        <w:t xml:space="preserve">      - Это тоже мне. Маленький еще пить.</w:t>
      </w:r>
    </w:p>
    <w:p w:rsidR="003735BC" w:rsidRDefault="003735BC" w:rsidP="009179FA">
      <w:pPr>
        <w:ind w:firstLine="720"/>
        <w:jc w:val="both"/>
      </w:pPr>
      <w:r>
        <w:t xml:space="preserve">      - Зеленка и мыло?!</w:t>
      </w:r>
    </w:p>
    <w:p w:rsidR="003735BC" w:rsidRDefault="003735BC" w:rsidP="009179FA">
      <w:pPr>
        <w:ind w:firstLine="720"/>
        <w:jc w:val="both"/>
      </w:pPr>
      <w:r>
        <w:t xml:space="preserve">      - Себе оставь, маленький засранец.</w:t>
      </w:r>
    </w:p>
    <w:p w:rsidR="003735BC" w:rsidRDefault="003735BC" w:rsidP="009179FA">
      <w:pPr>
        <w:ind w:firstLine="720"/>
        <w:jc w:val="both"/>
      </w:pPr>
      <w:r>
        <w:t xml:space="preserve">      Фокус не удался, а жаль.</w:t>
      </w:r>
    </w:p>
    <w:p w:rsidR="003735BC" w:rsidRDefault="003735BC" w:rsidP="009179FA">
      <w:pPr>
        <w:ind w:firstLine="720"/>
        <w:jc w:val="both"/>
      </w:pPr>
      <w:r>
        <w:t xml:space="preserve">      Меня заставили переодеться. Ну что сказать? Черный мне определенно идет. Даже извращенец вон засмотрелся. Так, а почему я-то покраснел?</w:t>
      </w:r>
    </w:p>
    <w:p w:rsidR="003735BC" w:rsidRDefault="003735BC" w:rsidP="009179FA">
      <w:pPr>
        <w:ind w:firstLine="720"/>
        <w:jc w:val="both"/>
      </w:pPr>
      <w:r>
        <w:t xml:space="preserve">      - Готовность пять минут, - раздался голос из рупора.</w:t>
      </w:r>
    </w:p>
    <w:p w:rsidR="003735BC" w:rsidRDefault="003735BC" w:rsidP="009179FA">
      <w:pPr>
        <w:ind w:firstLine="720"/>
        <w:jc w:val="both"/>
      </w:pPr>
      <w:r>
        <w:t xml:space="preserve">      Рэй вскрыл конверт и сверился с картой.</w:t>
      </w:r>
    </w:p>
    <w:p w:rsidR="003735BC" w:rsidRDefault="003735BC" w:rsidP="009179FA">
      <w:pPr>
        <w:ind w:firstLine="720"/>
        <w:jc w:val="both"/>
      </w:pPr>
      <w:r>
        <w:t xml:space="preserve">      - Блядь.</w:t>
      </w:r>
    </w:p>
    <w:p w:rsidR="003735BC" w:rsidRDefault="003735BC" w:rsidP="009179FA">
      <w:pPr>
        <w:ind w:firstLine="720"/>
        <w:jc w:val="both"/>
      </w:pPr>
      <w:r>
        <w:t xml:space="preserve">      Видимо, у нас все не очень хорошо.</w:t>
      </w:r>
    </w:p>
    <w:p w:rsidR="003735BC" w:rsidRDefault="003735BC" w:rsidP="009179FA">
      <w:pPr>
        <w:ind w:firstLine="720"/>
        <w:jc w:val="both"/>
      </w:pPr>
      <w:r>
        <w:t xml:space="preserve">      Пока он что-то изучал, я успел покидать свои пожитки в рюкзак. Свисток. Началось.</w:t>
      </w: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r>
        <w:t>Часть 5</w:t>
      </w:r>
    </w:p>
    <w:p w:rsidR="003735BC" w:rsidRDefault="003735BC" w:rsidP="009179FA">
      <w:pPr>
        <w:ind w:firstLine="720"/>
        <w:jc w:val="both"/>
      </w:pPr>
      <w:r>
        <w:t>ГЛАВА 5</w:t>
      </w:r>
    </w:p>
    <w:p w:rsidR="003735BC" w:rsidRDefault="003735BC" w:rsidP="009179FA">
      <w:pPr>
        <w:ind w:firstLine="720"/>
        <w:jc w:val="both"/>
      </w:pPr>
    </w:p>
    <w:p w:rsidR="003735BC" w:rsidRDefault="003735BC" w:rsidP="009179FA">
      <w:pPr>
        <w:ind w:firstLine="720"/>
        <w:jc w:val="both"/>
      </w:pPr>
      <w:r>
        <w:t xml:space="preserve">POV Рэя. </w:t>
      </w:r>
    </w:p>
    <w:p w:rsidR="003735BC" w:rsidRDefault="003735BC" w:rsidP="009179FA">
      <w:pPr>
        <w:ind w:firstLine="720"/>
        <w:jc w:val="both"/>
      </w:pPr>
    </w:p>
    <w:p w:rsidR="003735BC" w:rsidRDefault="003735BC" w:rsidP="009179FA">
      <w:pPr>
        <w:ind w:firstLine="720"/>
        <w:jc w:val="both"/>
      </w:pPr>
      <w:r>
        <w:t xml:space="preserve">      Свисток. Начался отсчет до пятисот. Бегом в лес. Ощущение, что я что-то забыл.</w:t>
      </w:r>
    </w:p>
    <w:p w:rsidR="003735BC" w:rsidRDefault="003735BC" w:rsidP="009179FA">
      <w:pPr>
        <w:ind w:firstLine="720"/>
        <w:jc w:val="both"/>
      </w:pPr>
      <w:r>
        <w:t xml:space="preserve">      - Опиздобльдышь белобрысый, бегом ко мне.</w:t>
      </w:r>
    </w:p>
    <w:p w:rsidR="003735BC" w:rsidRDefault="003735BC" w:rsidP="009179FA">
      <w:pPr>
        <w:ind w:firstLine="720"/>
        <w:jc w:val="both"/>
      </w:pPr>
      <w:r>
        <w:t xml:space="preserve">      А, хорошо побежал, быстро так. </w:t>
      </w:r>
    </w:p>
    <w:p w:rsidR="003735BC" w:rsidRDefault="003735BC" w:rsidP="009179FA">
      <w:pPr>
        <w:ind w:firstLine="720"/>
        <w:jc w:val="both"/>
      </w:pPr>
      <w:r>
        <w:t xml:space="preserve">      - Какой я тебе нах, опиздо чего-то там?</w:t>
      </w:r>
    </w:p>
    <w:p w:rsidR="003735BC" w:rsidRDefault="003735BC" w:rsidP="009179FA">
      <w:pPr>
        <w:ind w:firstLine="720"/>
        <w:jc w:val="both"/>
      </w:pPr>
      <w:r>
        <w:t xml:space="preserve">      Неужто обиделся? Некогда.</w:t>
      </w:r>
    </w:p>
    <w:p w:rsidR="003735BC" w:rsidRDefault="003735BC" w:rsidP="009179FA">
      <w:pPr>
        <w:ind w:firstLine="720"/>
        <w:jc w:val="both"/>
      </w:pPr>
      <w:r>
        <w:t xml:space="preserve">      Восемнадцать, девятнадцать…</w:t>
      </w:r>
    </w:p>
    <w:p w:rsidR="003735BC" w:rsidRDefault="003735BC" w:rsidP="009179FA">
      <w:pPr>
        <w:ind w:firstLine="720"/>
        <w:jc w:val="both"/>
      </w:pPr>
      <w:r>
        <w:t xml:space="preserve">      - Бежим, Маюшка, про "отрабатывать миллион" я не пошутил, - договорить не успел. Хорошо бежит, вот только жаль не в ту сторону. </w:t>
      </w:r>
    </w:p>
    <w:p w:rsidR="003735BC" w:rsidRDefault="003735BC" w:rsidP="009179FA">
      <w:pPr>
        <w:ind w:firstLine="720"/>
        <w:jc w:val="both"/>
      </w:pPr>
      <w:r>
        <w:t xml:space="preserve">      - Придурок, в другую сторону. </w:t>
      </w:r>
    </w:p>
    <w:p w:rsidR="003735BC" w:rsidRDefault="003735BC" w:rsidP="009179FA">
      <w:pPr>
        <w:ind w:firstLine="720"/>
        <w:jc w:val="both"/>
      </w:pPr>
      <w:r>
        <w:t xml:space="preserve">      О, обратно бежит, красненький такой. Хватаю его за руку и тяну за собой, а то мы так долго по кругу бегать будем. Поляна уже пустая.</w:t>
      </w:r>
    </w:p>
    <w:p w:rsidR="003735BC" w:rsidRDefault="003735BC" w:rsidP="009179FA">
      <w:pPr>
        <w:ind w:firstLine="720"/>
        <w:jc w:val="both"/>
      </w:pPr>
      <w:r>
        <w:t xml:space="preserve">      Этот лес я знаю, как свои пять пальцев, а вот место, где ключ, мне совсем не нравится. Хорошо, что хоть лес достался, а не корпуса, там вообще засада.</w:t>
      </w:r>
    </w:p>
    <w:p w:rsidR="003735BC" w:rsidRDefault="003735BC" w:rsidP="009179FA">
      <w:pPr>
        <w:ind w:firstLine="720"/>
        <w:jc w:val="both"/>
      </w:pPr>
      <w:r>
        <w:t xml:space="preserve">      Сто один, сто два…</w:t>
      </w:r>
    </w:p>
    <w:p w:rsidR="003735BC" w:rsidRDefault="003735BC" w:rsidP="009179FA">
      <w:pPr>
        <w:ind w:firstLine="720"/>
        <w:jc w:val="both"/>
      </w:pPr>
      <w:r>
        <w:t xml:space="preserve">      Быстрее.</w:t>
      </w:r>
    </w:p>
    <w:p w:rsidR="003735BC" w:rsidRDefault="003735BC" w:rsidP="009179FA">
      <w:pPr>
        <w:ind w:firstLine="720"/>
        <w:jc w:val="both"/>
      </w:pPr>
      <w:r>
        <w:t xml:space="preserve">      - Под ноги смотри, а не на мой чудесный зад. </w:t>
      </w:r>
    </w:p>
    <w:p w:rsidR="003735BC" w:rsidRDefault="003735BC" w:rsidP="009179FA">
      <w:pPr>
        <w:ind w:firstLine="720"/>
        <w:jc w:val="both"/>
      </w:pPr>
      <w:r>
        <w:t xml:space="preserve">      Ну как можно днем запинаться на ровном месте, ночью мне что, его на руках нести?</w:t>
      </w:r>
    </w:p>
    <w:p w:rsidR="003735BC" w:rsidRDefault="003735BC" w:rsidP="009179FA">
      <w:pPr>
        <w:ind w:firstLine="720"/>
        <w:jc w:val="both"/>
      </w:pPr>
      <w:r>
        <w:t xml:space="preserve">      - Нужна мне твоя жопа. </w:t>
      </w:r>
    </w:p>
    <w:p w:rsidR="003735BC" w:rsidRDefault="003735BC" w:rsidP="009179FA">
      <w:pPr>
        <w:ind w:firstLine="720"/>
        <w:jc w:val="both"/>
      </w:pPr>
      <w:r>
        <w:t xml:space="preserve">      Запыхался, а голос такой эротичный стал, с хрипотцой. </w:t>
      </w:r>
    </w:p>
    <w:p w:rsidR="003735BC" w:rsidRDefault="003735BC" w:rsidP="009179FA">
      <w:pPr>
        <w:ind w:firstLine="720"/>
        <w:jc w:val="both"/>
      </w:pPr>
      <w:r>
        <w:t xml:space="preserve">      О чем я думаю? Взрослый мужик. Как увидел этого мальца, сразу захотелось его потискать. Почти наваждение какое-то. В животе какие-то бабочки летают... Наверное я отравился? Да, точно, это единственное объяснение.</w:t>
      </w:r>
    </w:p>
    <w:p w:rsidR="003735BC" w:rsidRDefault="003735BC" w:rsidP="009179FA">
      <w:pPr>
        <w:ind w:firstLine="720"/>
        <w:jc w:val="both"/>
      </w:pPr>
      <w:r>
        <w:t xml:space="preserve">      Триста шестнадцать, триста семнадцать.</w:t>
      </w:r>
    </w:p>
    <w:p w:rsidR="003735BC" w:rsidRDefault="003735BC" w:rsidP="009179FA">
      <w:pPr>
        <w:ind w:firstLine="720"/>
        <w:jc w:val="both"/>
      </w:pPr>
      <w:r>
        <w:t xml:space="preserve">      - Потерпи, нам нужно успеть до опушки долететь, там местность закрытая, хрен найдут.</w:t>
      </w:r>
    </w:p>
    <w:p w:rsidR="003735BC" w:rsidRDefault="003735BC" w:rsidP="009179FA">
      <w:pPr>
        <w:ind w:firstLine="720"/>
        <w:jc w:val="both"/>
      </w:pPr>
      <w:r>
        <w:t xml:space="preserve">      - Дааа...</w:t>
      </w:r>
    </w:p>
    <w:p w:rsidR="003735BC" w:rsidRDefault="003735BC" w:rsidP="009179FA">
      <w:pPr>
        <w:ind w:firstLine="720"/>
        <w:jc w:val="both"/>
      </w:pPr>
      <w:r>
        <w:t xml:space="preserve">      Вот лучше бы он молчал, в голове сразу всплывают картинки эротического характера, где он это «ДА» стонет. Так, соберись.</w:t>
      </w:r>
    </w:p>
    <w:p w:rsidR="003735BC" w:rsidRDefault="003735BC" w:rsidP="009179FA">
      <w:pPr>
        <w:ind w:firstLine="720"/>
        <w:jc w:val="both"/>
      </w:pPr>
      <w:r>
        <w:t xml:space="preserve">      Это все из-за отсутствия секса, неделя - это же много? Четыреста пятьдесят, четыреста пятьдесят один… Еще чуть-чуть. Есть! Родная опушка. Тут можно ходом. </w:t>
      </w:r>
    </w:p>
    <w:p w:rsidR="003735BC" w:rsidRDefault="003735BC" w:rsidP="009179FA">
      <w:pPr>
        <w:ind w:firstLine="720"/>
        <w:jc w:val="both"/>
      </w:pPr>
      <w:r>
        <w:t xml:space="preserve">      Быстрый шаг, тяжелое дыхание за спиной.</w:t>
      </w:r>
    </w:p>
    <w:p w:rsidR="003735BC" w:rsidRDefault="003735BC" w:rsidP="009179FA">
      <w:pPr>
        <w:ind w:firstLine="720"/>
        <w:jc w:val="both"/>
      </w:pPr>
      <w:r>
        <w:t xml:space="preserve">      - Ты как?</w:t>
      </w:r>
    </w:p>
    <w:p w:rsidR="003735BC" w:rsidRDefault="003735BC" w:rsidP="009179FA">
      <w:pPr>
        <w:ind w:firstLine="720"/>
        <w:jc w:val="both"/>
      </w:pPr>
      <w:r>
        <w:t xml:space="preserve">      Отпускаю руку.</w:t>
      </w:r>
    </w:p>
    <w:p w:rsidR="003735BC" w:rsidRDefault="003735BC" w:rsidP="009179FA">
      <w:pPr>
        <w:ind w:firstLine="720"/>
        <w:jc w:val="both"/>
      </w:pPr>
      <w:r>
        <w:t xml:space="preserve">      - Блядь, каком кверху.</w:t>
      </w:r>
    </w:p>
    <w:p w:rsidR="003735BC" w:rsidRDefault="003735BC" w:rsidP="009179FA">
      <w:pPr>
        <w:ind w:firstLine="720"/>
        <w:jc w:val="both"/>
      </w:pPr>
      <w:r>
        <w:t xml:space="preserve">      Поворачиваюсь. Реально кверху. Лежит, матерится.</w:t>
      </w:r>
    </w:p>
    <w:p w:rsidR="003735BC" w:rsidRDefault="003735BC" w:rsidP="009179FA">
      <w:pPr>
        <w:ind w:firstLine="720"/>
        <w:jc w:val="both"/>
      </w:pPr>
      <w:r>
        <w:t xml:space="preserve">      - Уебище ты мое косолапое, тут же ни одного камушка нет, ты че свалился-то?</w:t>
      </w:r>
    </w:p>
    <w:p w:rsidR="003735BC" w:rsidRDefault="003735BC" w:rsidP="009179FA">
      <w:pPr>
        <w:ind w:firstLine="720"/>
        <w:jc w:val="both"/>
      </w:pPr>
      <w:r>
        <w:t xml:space="preserve">      - Тебя жду! – злобно-обиженным голосом. </w:t>
      </w:r>
    </w:p>
    <w:p w:rsidR="003735BC" w:rsidRDefault="003735BC" w:rsidP="009179FA">
      <w:pPr>
        <w:ind w:firstLine="720"/>
        <w:jc w:val="both"/>
      </w:pPr>
      <w:r>
        <w:t xml:space="preserve">      - А вставать будешь?</w:t>
      </w:r>
    </w:p>
    <w:p w:rsidR="003735BC" w:rsidRDefault="003735BC" w:rsidP="009179FA">
      <w:pPr>
        <w:ind w:firstLine="720"/>
        <w:jc w:val="both"/>
      </w:pPr>
      <w:r>
        <w:t xml:space="preserve">      - Нет, еще полежу. </w:t>
      </w:r>
    </w:p>
    <w:p w:rsidR="003735BC" w:rsidRDefault="003735BC" w:rsidP="009179FA">
      <w:pPr>
        <w:ind w:firstLine="720"/>
        <w:jc w:val="both"/>
      </w:pPr>
      <w:r>
        <w:t xml:space="preserve">      И вот зачем в такой пикантной позе так тяжело дышать, я же не железный.</w:t>
      </w:r>
    </w:p>
    <w:p w:rsidR="003735BC" w:rsidRDefault="003735BC" w:rsidP="009179FA">
      <w:pPr>
        <w:ind w:firstLine="720"/>
        <w:jc w:val="both"/>
      </w:pPr>
      <w:r>
        <w:t xml:space="preserve">      Рывок вверх. Вроде стоит.</w:t>
      </w:r>
    </w:p>
    <w:p w:rsidR="003735BC" w:rsidRDefault="003735BC" w:rsidP="009179FA">
      <w:pPr>
        <w:ind w:firstLine="720"/>
        <w:jc w:val="both"/>
      </w:pPr>
      <w:r>
        <w:t xml:space="preserve">      -Нормально?</w:t>
      </w:r>
    </w:p>
    <w:p w:rsidR="003735BC" w:rsidRDefault="003735BC" w:rsidP="009179FA">
      <w:pPr>
        <w:ind w:firstLine="720"/>
        <w:jc w:val="both"/>
      </w:pPr>
      <w:r>
        <w:t xml:space="preserve">      - Пойдет.</w:t>
      </w:r>
    </w:p>
    <w:p w:rsidR="003735BC" w:rsidRDefault="003735BC" w:rsidP="009179FA">
      <w:pPr>
        <w:ind w:firstLine="720"/>
        <w:jc w:val="both"/>
      </w:pPr>
      <w:r>
        <w:t xml:space="preserve">      - Тогда пошли, нам надо забрать ключ до ночи. </w:t>
      </w:r>
    </w:p>
    <w:p w:rsidR="003735BC" w:rsidRDefault="003735BC" w:rsidP="009179FA">
      <w:pPr>
        <w:ind w:firstLine="720"/>
        <w:jc w:val="both"/>
      </w:pPr>
      <w:r>
        <w:t xml:space="preserve">      - Почему? </w:t>
      </w:r>
    </w:p>
    <w:p w:rsidR="003735BC" w:rsidRDefault="003735BC" w:rsidP="009179FA">
      <w:pPr>
        <w:ind w:firstLine="720"/>
        <w:jc w:val="both"/>
      </w:pPr>
      <w:r>
        <w:t xml:space="preserve">      И хлопает своими глазищами зелеными. </w:t>
      </w:r>
    </w:p>
    <w:p w:rsidR="003735BC" w:rsidRDefault="003735BC" w:rsidP="009179FA">
      <w:pPr>
        <w:ind w:firstLine="720"/>
        <w:jc w:val="both"/>
      </w:pPr>
      <w:r>
        <w:t xml:space="preserve">      Спокойно.</w:t>
      </w:r>
    </w:p>
    <w:p w:rsidR="003735BC" w:rsidRDefault="003735BC" w:rsidP="009179FA">
      <w:pPr>
        <w:ind w:firstLine="720"/>
        <w:jc w:val="both"/>
      </w:pPr>
      <w:r>
        <w:t xml:space="preserve">      - Найти проще будет и ночью в лесу опасно. Идем.</w:t>
      </w:r>
    </w:p>
    <w:p w:rsidR="003735BC" w:rsidRDefault="003735BC" w:rsidP="009179FA">
      <w:pPr>
        <w:ind w:firstLine="720"/>
        <w:jc w:val="both"/>
      </w:pPr>
      <w:r>
        <w:t xml:space="preserve">      Лес за год разросся, хрен пройдешь. Раньше это было мое любимое место для отдыха. Я здесь каждый пенек знаю, каждую тропинку. Сейчас все изменилось. Лагерь закрыли, а без присмотра он быстро пришел в запустение. Здесь теперь можно фильмы ужасов снимать, а не детям отдыхать. Атмосфера как-будто давит, да и птиц не слышно. Лес словно вымер. У меня плохое предчувствие. Нужно поторопиться.</w:t>
      </w:r>
    </w:p>
    <w:p w:rsidR="003735BC" w:rsidRDefault="003735BC" w:rsidP="009179FA">
      <w:pPr>
        <w:ind w:firstLine="720"/>
        <w:jc w:val="both"/>
      </w:pPr>
      <w:r>
        <w:t xml:space="preserve">      До озера идти где-то час, должны успеть. Странно, я ожидал скулеж уже после первого падения, ан нет, идет сам. Молодцом держится. Интересно, его отец сильно против будет, если я его немножко…</w:t>
      </w:r>
    </w:p>
    <w:p w:rsidR="003735BC" w:rsidRDefault="003735BC" w:rsidP="009179FA">
      <w:pPr>
        <w:ind w:firstLine="720"/>
        <w:jc w:val="both"/>
      </w:pPr>
      <w:r>
        <w:t xml:space="preserve">      -Блядь!</w:t>
      </w:r>
    </w:p>
    <w:p w:rsidR="003735BC" w:rsidRDefault="003735BC" w:rsidP="009179FA">
      <w:pPr>
        <w:ind w:firstLine="720"/>
        <w:jc w:val="both"/>
      </w:pPr>
      <w:r>
        <w:t xml:space="preserve">      - Вставай. </w:t>
      </w:r>
    </w:p>
    <w:p w:rsidR="003735BC" w:rsidRDefault="003735BC" w:rsidP="009179FA">
      <w:pPr>
        <w:ind w:firstLine="720"/>
        <w:jc w:val="both"/>
      </w:pPr>
      <w:r>
        <w:t xml:space="preserve">      Ну что за растяпа!</w:t>
      </w:r>
    </w:p>
    <w:p w:rsidR="003735BC" w:rsidRDefault="003735BC" w:rsidP="009179FA">
      <w:pPr>
        <w:ind w:firstLine="720"/>
        <w:jc w:val="both"/>
      </w:pPr>
      <w:r>
        <w:t xml:space="preserve">      - Все цело?</w:t>
      </w:r>
    </w:p>
    <w:p w:rsidR="003735BC" w:rsidRDefault="003735BC" w:rsidP="009179FA">
      <w:pPr>
        <w:ind w:firstLine="720"/>
        <w:jc w:val="both"/>
      </w:pPr>
      <w:r>
        <w:t xml:space="preserve">      -Нет, - обижено, даже немного по-детски.</w:t>
      </w:r>
    </w:p>
    <w:p w:rsidR="003735BC" w:rsidRDefault="003735BC" w:rsidP="009179FA">
      <w:pPr>
        <w:ind w:firstLine="720"/>
        <w:jc w:val="both"/>
      </w:pPr>
      <w:r>
        <w:t xml:space="preserve">      - Что болит?</w:t>
      </w:r>
    </w:p>
    <w:p w:rsidR="003735BC" w:rsidRDefault="003735BC" w:rsidP="009179FA">
      <w:pPr>
        <w:ind w:firstLine="720"/>
        <w:jc w:val="both"/>
      </w:pPr>
      <w:r>
        <w:t xml:space="preserve">      - Чувство собственного достоинства. </w:t>
      </w:r>
    </w:p>
    <w:p w:rsidR="003735BC" w:rsidRDefault="003735BC" w:rsidP="009179FA">
      <w:pPr>
        <w:ind w:firstLine="720"/>
        <w:jc w:val="both"/>
      </w:pPr>
      <w:r>
        <w:t xml:space="preserve">      Вот же маленькая дрянь. Я даже испугался слегка, совсем чуть-чуть.</w:t>
      </w:r>
    </w:p>
    <w:p w:rsidR="003735BC" w:rsidRDefault="003735BC" w:rsidP="009179FA">
      <w:pPr>
        <w:ind w:firstLine="720"/>
        <w:jc w:val="both"/>
      </w:pPr>
      <w:r>
        <w:t xml:space="preserve">      - Пошли, осталось немного.</w:t>
      </w:r>
    </w:p>
    <w:p w:rsidR="003735BC" w:rsidRDefault="003735BC" w:rsidP="009179FA">
      <w:pPr>
        <w:ind w:firstLine="720"/>
        <w:jc w:val="both"/>
      </w:pPr>
      <w:r>
        <w:t xml:space="preserve">      Вот и озеро. На карте указано, что ключ где-то рядом. Нихрена себе, рядом. Да до него же плыть и плыть. Хоть бы лодку оставили. Слишком много времени уйдет, если взяли наш след, нас могут найти. Рискнем.</w:t>
      </w:r>
    </w:p>
    <w:p w:rsidR="003735BC" w:rsidRDefault="003735BC" w:rsidP="009179FA">
      <w:pPr>
        <w:ind w:firstLine="720"/>
        <w:jc w:val="both"/>
      </w:pPr>
      <w:r>
        <w:t xml:space="preserve">      Бросаю вещи на пол, куртка долой, ботинки, футболка. Стоп.</w:t>
      </w:r>
    </w:p>
    <w:p w:rsidR="003735BC" w:rsidRDefault="003735BC" w:rsidP="009179FA">
      <w:pPr>
        <w:ind w:firstLine="720"/>
        <w:jc w:val="both"/>
      </w:pPr>
      <w:r>
        <w:t xml:space="preserve">      - Стой, придурок, утонешь! – полурык-полушепот. Вот же маленькая дрянь!</w:t>
      </w: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r>
        <w:t>Часть 6</w:t>
      </w:r>
    </w:p>
    <w:p w:rsidR="003735BC" w:rsidRDefault="003735BC" w:rsidP="009179FA">
      <w:pPr>
        <w:ind w:firstLine="720"/>
        <w:jc w:val="both"/>
      </w:pPr>
      <w:r>
        <w:t>ГЛАВА 6</w:t>
      </w:r>
    </w:p>
    <w:p w:rsidR="003735BC" w:rsidRDefault="003735BC" w:rsidP="009179FA">
      <w:pPr>
        <w:ind w:firstLine="720"/>
        <w:jc w:val="both"/>
      </w:pPr>
    </w:p>
    <w:p w:rsidR="003735BC" w:rsidRDefault="003735BC" w:rsidP="009179FA">
      <w:pPr>
        <w:ind w:firstLine="720"/>
        <w:jc w:val="both"/>
      </w:pPr>
      <w:r>
        <w:t>POV Мая.</w:t>
      </w:r>
    </w:p>
    <w:p w:rsidR="003735BC" w:rsidRDefault="003735BC" w:rsidP="009179FA">
      <w:pPr>
        <w:ind w:firstLine="720"/>
        <w:jc w:val="both"/>
      </w:pPr>
    </w:p>
    <w:p w:rsidR="003735BC" w:rsidRDefault="003735BC" w:rsidP="009179FA">
      <w:pPr>
        <w:ind w:firstLine="720"/>
        <w:jc w:val="both"/>
      </w:pPr>
      <w:r>
        <w:t xml:space="preserve">      Ключ я увидел сразу. Несмотря на мою усталость, решил достать его сам. Надоело, что на меня смотрят как на кусок говна. Мы тоже не пальцем деланы. Пока Рэй изучал местность и прикидывал что-то в уме, успеваю раздеться.</w:t>
      </w:r>
    </w:p>
    <w:p w:rsidR="003735BC" w:rsidRDefault="003735BC" w:rsidP="009179FA">
      <w:pPr>
        <w:ind w:firstLine="720"/>
        <w:jc w:val="both"/>
      </w:pPr>
      <w:r>
        <w:t xml:space="preserve">      Несколько шагов и чувствую воду, её прохладу, она окутывает меня, дарит спокойствие, умиротворение, но сейчас некогда, нужно спешить. Судя по орущему шепоту сзади, у нас очень мало времени.</w:t>
      </w:r>
    </w:p>
    <w:p w:rsidR="003735BC" w:rsidRDefault="003735BC" w:rsidP="009179FA">
      <w:pPr>
        <w:ind w:firstLine="720"/>
        <w:jc w:val="both"/>
      </w:pPr>
      <w:r>
        <w:t xml:space="preserve">      Ключ достаточно далеко, плыть тяжело, мышцы устали, да и погода портится. Чувствую, будет дождь. Когда я доплыл до ключа, резко стемнело. Тучи набежали, кажется, за несколько минут. И откуда здесь такое огромное озеро?</w:t>
      </w:r>
    </w:p>
    <w:p w:rsidR="003735BC" w:rsidRDefault="003735BC" w:rsidP="009179FA">
      <w:pPr>
        <w:ind w:firstLine="720"/>
        <w:jc w:val="both"/>
      </w:pPr>
      <w:r>
        <w:t xml:space="preserve">      Небольшой плот как спасение. Отцепить ключ не так уж и просто. Несмотря на начало лета, вода все еще прохладная, пальцы не слушаются. Голову вверх, и на лицо капают первые капли дождя. Редкие, это плохо, быть грозе. Отдыхать некогда, нужно возвращаться. Ключ в зубы. Поплыли. Я сильный, я справлюсь. Дождь усиливается. Плыть стало в разы тяжелее. Вода неспокойная, видимость падает. Рывок, еще один. Перерыв, чтобы посмотреть как далеко еще?</w:t>
      </w:r>
    </w:p>
    <w:p w:rsidR="003735BC" w:rsidRDefault="003735BC" w:rsidP="009179FA">
      <w:pPr>
        <w:ind w:firstLine="720"/>
        <w:jc w:val="both"/>
      </w:pPr>
      <w:r>
        <w:t xml:space="preserve">      А вот это уже нехорошо. Дождь превратился в ливень, я вижу берег очень смутно. Боюсь, меня могло унести в сторону, и тогда мне придется долго искать Рэя. </w:t>
      </w:r>
    </w:p>
    <w:p w:rsidR="003735BC" w:rsidRDefault="003735BC" w:rsidP="009179FA">
      <w:pPr>
        <w:ind w:firstLine="720"/>
        <w:jc w:val="both"/>
      </w:pPr>
      <w:r>
        <w:t xml:space="preserve">      Становится по-настоящему холодно. Мне страшно. Руки слабеют. Соберись, тряпка. Черт, ничего не вижу. В душе поселились нотки паники. Что это? Похоже на свет фонарика. Рэй, ты умничка! Так плыть легче. Еще чуть-чуть. Еле выбрался на берег. Меня подхватили сильные руки. Сразу стало спокойнее.</w:t>
      </w:r>
    </w:p>
    <w:p w:rsidR="003735BC" w:rsidRDefault="003735BC" w:rsidP="009179FA">
      <w:pPr>
        <w:ind w:firstLine="720"/>
        <w:jc w:val="both"/>
      </w:pPr>
      <w:r>
        <w:t xml:space="preserve">      - Придурок, а если бы утонул? - почти крик, хорошо что дождь заглушает его.</w:t>
      </w:r>
    </w:p>
    <w:p w:rsidR="003735BC" w:rsidRDefault="003735BC" w:rsidP="009179FA">
      <w:pPr>
        <w:ind w:firstLine="720"/>
        <w:jc w:val="both"/>
      </w:pPr>
      <w:r>
        <w:t xml:space="preserve">      Его глаза блестят злобой и, кажется, беспокойством. Приятно, что за тебя волнуются.</w:t>
      </w:r>
    </w:p>
    <w:p w:rsidR="003735BC" w:rsidRDefault="003735BC" w:rsidP="009179FA">
      <w:pPr>
        <w:ind w:firstLine="720"/>
        <w:jc w:val="both"/>
      </w:pPr>
      <w:r>
        <w:t xml:space="preserve">      - Я нхе мсонг бхы утхонхуть, - ключ во рту слегка мешает. Челюсть свело от холода, зубы разжать не получается. Меня трясет.</w:t>
      </w:r>
    </w:p>
    <w:p w:rsidR="003735BC" w:rsidRDefault="003735BC" w:rsidP="009179FA">
      <w:pPr>
        <w:ind w:firstLine="720"/>
        <w:jc w:val="both"/>
      </w:pPr>
      <w:r>
        <w:t xml:space="preserve">      - Идиот, - почти ласково. </w:t>
      </w:r>
    </w:p>
    <w:p w:rsidR="003735BC" w:rsidRDefault="003735BC" w:rsidP="009179FA">
      <w:pPr>
        <w:ind w:firstLine="720"/>
        <w:jc w:val="both"/>
      </w:pPr>
      <w:r>
        <w:t xml:space="preserve">      Ключ у меня забрали с горем пополам. Одеваться нет смысла, дождь льёт как из ведра, одежда сразу станет мокрой. Мне помогли встать. Боже, какой он теплый, несмотря на то, что мокрый. </w:t>
      </w:r>
    </w:p>
    <w:p w:rsidR="003735BC" w:rsidRDefault="003735BC" w:rsidP="009179FA">
      <w:pPr>
        <w:ind w:firstLine="720"/>
        <w:jc w:val="both"/>
      </w:pPr>
      <w:r>
        <w:t xml:space="preserve">      Снова бег. Благо, ботинки обул. Наверное, я щас охренеть как сексуален. Мокрый, как курица, в армейских ботинках и семейниках со Спанч Бобом. Хорошо что темно.</w:t>
      </w:r>
    </w:p>
    <w:p w:rsidR="003735BC" w:rsidRDefault="003735BC" w:rsidP="009179FA">
      <w:pPr>
        <w:ind w:firstLine="720"/>
        <w:jc w:val="both"/>
      </w:pPr>
      <w:r>
        <w:t xml:space="preserve">      Бег помогает согреться, а вот мокрые ветки, хлещущие по лицу, очень раздражают. Адреналин в крови снижается, усталость наваливается буквально с каждым шагом. Куда мы бежим? Но меня, почему-то это не сильно заботит. Интересно, когда я начал доверять этому человеку, так крепко держащего меня за руку?</w:t>
      </w:r>
    </w:p>
    <w:p w:rsidR="003735BC" w:rsidRDefault="003735BC" w:rsidP="009179FA">
      <w:pPr>
        <w:ind w:firstLine="720"/>
        <w:jc w:val="both"/>
      </w:pPr>
      <w:r>
        <w:t xml:space="preserve">      Кусты? Зачем нам в кусты? Додумать мне не дали, нагло запихав вовнутрь. Темно, зато сухо и не так холодно. А что если это берлога и тут живет медведь? Шаг назад, еще один. Спиной во что-то мокрое.</w:t>
      </w:r>
    </w:p>
    <w:p w:rsidR="003735BC" w:rsidRDefault="003735BC" w:rsidP="009179FA">
      <w:pPr>
        <w:ind w:firstLine="720"/>
        <w:jc w:val="both"/>
      </w:pPr>
      <w:r>
        <w:t xml:space="preserve">      - Ааааа… - докричать не дали, нагло закрыв мне рот... поцелуем? Ммм, откуда медведи так умеют целоваться? Язык такой теплый, настойчивый, уже вовсю хозяйничает у меня во рту. Немного грубо, немного дико, но это даже заводит.</w:t>
      </w:r>
    </w:p>
    <w:p w:rsidR="003735BC" w:rsidRDefault="003735BC" w:rsidP="009179FA">
      <w:pPr>
        <w:ind w:firstLine="720"/>
        <w:jc w:val="both"/>
      </w:pPr>
      <w:r>
        <w:t xml:space="preserve">      Когда я успел повернуться и обнять его? И где его футболка?</w:t>
      </w:r>
    </w:p>
    <w:p w:rsidR="003735BC" w:rsidRDefault="003735BC" w:rsidP="009179FA">
      <w:pPr>
        <w:ind w:firstLine="720"/>
        <w:jc w:val="both"/>
      </w:pPr>
      <w:r>
        <w:t xml:space="preserve">      Плечи широкие, твердые, и несмотря на жуткий холод - горячие. Непроизвольно начинаю водить руками, ощупывая рельефные мышцы, подтянутый живот со слегка выступающими кубиками пресса. Кожа гладкая, бархатистая. Поднять чуть выше, царапнуть твердый, как горошинка, сосок. Полустон, полурык. Меня теснее прижали к стене. Рэй так сильно прижимается ко мне, что кажется, хочет, чтобы я растворился в нем.</w:t>
      </w:r>
    </w:p>
    <w:p w:rsidR="003735BC" w:rsidRDefault="003735BC" w:rsidP="009179FA">
      <w:pPr>
        <w:ind w:firstLine="720"/>
        <w:jc w:val="both"/>
      </w:pPr>
      <w:r>
        <w:t xml:space="preserve">      Губы уже просто горят, легкие покусывания - и тут же нежный язык зализывает ранки, как бы извиняясь за причиненную боль. Дыхания не хватает, а остановиться - нет сил. Цепочка поцелуев от губ к уху, укус, снова язык. Стон. Мой или его? Стыд. Хорошо, что здесь темно и не видно моего румянца на щеках. Стон. Его губы, кажется, везде. Спускается к соскам, посасывает, щекочет языком, слегка прикусывает, снова зализывает. Полустон, полукрик. Пах к паху. Возбуждение буквально висит в воздухе. Сил терпеть больше нет. Я сам тянусь к нему за поцелуем, трусь об его пах своим полностью возбужденным членом. Стон. Он заставляет прийти в себя.</w:t>
      </w:r>
    </w:p>
    <w:p w:rsidR="003735BC" w:rsidRDefault="003735BC" w:rsidP="009179FA">
      <w:pPr>
        <w:ind w:firstLine="720"/>
        <w:jc w:val="both"/>
      </w:pPr>
      <w:r>
        <w:t xml:space="preserve">      - Что ты творишь? - еле слышно, голос снова срывается на стон, когда его рука накрывает мой член. Через тонкую ткань трусов ощущения слишком сильные. Сил терпеть эту пытку просто нет.</w:t>
      </w:r>
    </w:p>
    <w:p w:rsidR="003735BC" w:rsidRDefault="003735BC" w:rsidP="009179FA">
      <w:pPr>
        <w:ind w:firstLine="720"/>
        <w:jc w:val="both"/>
      </w:pPr>
      <w:r>
        <w:t xml:space="preserve">      - Схожу с ума. </w:t>
      </w:r>
    </w:p>
    <w:p w:rsidR="003735BC" w:rsidRDefault="003735BC" w:rsidP="009179FA">
      <w:pPr>
        <w:ind w:firstLine="720"/>
        <w:jc w:val="both"/>
      </w:pPr>
      <w:r>
        <w:t xml:space="preserve">      После каждого слова поцелуй. Хочется кончить только от одного тембра его голоса. Вскрик.</w:t>
      </w:r>
    </w:p>
    <w:p w:rsidR="003735BC" w:rsidRDefault="003735BC" w:rsidP="009179FA">
      <w:pPr>
        <w:ind w:firstLine="720"/>
        <w:jc w:val="both"/>
      </w:pPr>
      <w:r>
        <w:t xml:space="preserve">      Трусы стянуты вниз. Смазка стекает по стволу. Стон.</w:t>
      </w:r>
    </w:p>
    <w:p w:rsidR="003735BC" w:rsidRDefault="003735BC" w:rsidP="009179FA">
      <w:pPr>
        <w:ind w:firstLine="720"/>
        <w:jc w:val="both"/>
      </w:pPr>
      <w:r>
        <w:t xml:space="preserve">      - Н-не надо.</w:t>
      </w:r>
    </w:p>
    <w:p w:rsidR="003735BC" w:rsidRDefault="003735BC" w:rsidP="009179FA">
      <w:pPr>
        <w:ind w:firstLine="720"/>
        <w:jc w:val="both"/>
      </w:pPr>
      <w:r>
        <w:t xml:space="preserve">      Если я не хочу этого, тогда почему сам притягиваю его к себе, сам ищу его губы, сам стягиваю с него джинсы?</w:t>
      </w:r>
    </w:p>
    <w:p w:rsidR="003735BC" w:rsidRDefault="003735BC" w:rsidP="009179FA">
      <w:pPr>
        <w:ind w:firstLine="720"/>
        <w:jc w:val="both"/>
      </w:pPr>
      <w:r>
        <w:t xml:space="preserve">      Его возбуждение, не меньше чем у меня, так красноречиво упирается мне в живот. </w:t>
      </w:r>
    </w:p>
    <w:p w:rsidR="003735BC" w:rsidRDefault="003735BC" w:rsidP="009179FA">
      <w:pPr>
        <w:ind w:firstLine="720"/>
        <w:jc w:val="both"/>
      </w:pPr>
      <w:r>
        <w:t xml:space="preserve">      - Малыш, хочу, – хриплый шепот на ухо, ноги не слушаются, я буквально повис на крепких плечах. Стон. Разочарования? Боже, как стыдно.</w:t>
      </w:r>
    </w:p>
    <w:p w:rsidR="003735BC" w:rsidRDefault="003735BC" w:rsidP="009179FA">
      <w:pPr>
        <w:ind w:firstLine="720"/>
        <w:jc w:val="both"/>
      </w:pPr>
      <w:r>
        <w:t xml:space="preserve">      - Решил меня бросить в таком состоянии? – это у меня такой хриплый голос? Стало холодно и одиноко, когда Рэй исчез. Шебуршание в вещах. </w:t>
      </w:r>
    </w:p>
    <w:p w:rsidR="003735BC" w:rsidRDefault="003735BC" w:rsidP="009179FA">
      <w:pPr>
        <w:ind w:firstLine="720"/>
        <w:jc w:val="both"/>
      </w:pPr>
      <w:r>
        <w:t xml:space="preserve">      - Котенок, повернись лицом к стенке.</w:t>
      </w:r>
    </w:p>
    <w:p w:rsidR="003735BC" w:rsidRDefault="003735BC" w:rsidP="009179FA">
      <w:pPr>
        <w:ind w:firstLine="720"/>
        <w:jc w:val="both"/>
      </w:pPr>
      <w:r>
        <w:t xml:space="preserve">      Боже, какой у него сексуальный голос, не повиноваться ему просто не возможно.</w:t>
      </w:r>
    </w:p>
    <w:p w:rsidR="003735BC" w:rsidRDefault="003735BC" w:rsidP="009179FA">
      <w:pPr>
        <w:ind w:firstLine="720"/>
        <w:jc w:val="both"/>
      </w:pPr>
      <w:r>
        <w:t xml:space="preserve">      Легкое нажатие на поясницу заставляет слегка прогнуться и упереться руками в стену. К спине снова прижалось такое желанное тепло. </w:t>
      </w:r>
    </w:p>
    <w:p w:rsidR="003735BC" w:rsidRDefault="003735BC" w:rsidP="009179FA">
      <w:pPr>
        <w:ind w:firstLine="720"/>
        <w:jc w:val="both"/>
      </w:pPr>
      <w:r>
        <w:t xml:space="preserve">      Что-то скользкое капнуло на копчик. </w:t>
      </w:r>
    </w:p>
    <w:p w:rsidR="003735BC" w:rsidRDefault="003735BC" w:rsidP="009179FA">
      <w:pPr>
        <w:ind w:firstLine="720"/>
        <w:jc w:val="both"/>
      </w:pPr>
      <w:r>
        <w:t xml:space="preserve">      - Не зажимайся. </w:t>
      </w:r>
    </w:p>
    <w:p w:rsidR="003735BC" w:rsidRDefault="003735BC" w:rsidP="009179FA">
      <w:pPr>
        <w:ind w:firstLine="720"/>
        <w:jc w:val="both"/>
      </w:pPr>
      <w:r>
        <w:t xml:space="preserve">      Мурашки по всему телу. Член просто горит. Цепочка поцелуев по позвоночнику отвлекает. Пропускаю момент, когда палец оказывается во мне. Боли нет, просто дискомфорт, который теряется на фоне таких нежных губ на шее. Другая рука крепко сдавливает бедро. Слишком сильно, скорее всего, останутся синяки. Но это даже хорошо. Эта боль заставляет оставаться на грани с реальностью. Второй палец заставляет зашипеть. Больно. Меня как будто распирает изнутри. Это не просто растяжка, а скорее торопливая ласка. Чувствую его влажный член, трущийся об мое бедро. Пальцы пропали так же неожиданно, как и появились. Разочарованный стон тонет в страстном поцелуе-укусе.</w:t>
      </w:r>
    </w:p>
    <w:p w:rsidR="003735BC" w:rsidRDefault="003735BC" w:rsidP="009179FA">
      <w:pPr>
        <w:ind w:firstLine="720"/>
        <w:jc w:val="both"/>
      </w:pPr>
      <w:r>
        <w:t xml:space="preserve">      - Хочу, малыш, не могу больше, потерпи чуть-чуть. </w:t>
      </w:r>
    </w:p>
    <w:p w:rsidR="003735BC" w:rsidRDefault="003735BC" w:rsidP="009179FA">
      <w:pPr>
        <w:ind w:firstLine="720"/>
        <w:jc w:val="both"/>
      </w:pPr>
      <w:r>
        <w:t xml:space="preserve">      Горячая головка прижалась ко входу. Давление. Боль.</w:t>
      </w:r>
    </w:p>
    <w:p w:rsidR="003735BC" w:rsidRDefault="003735BC" w:rsidP="009179FA">
      <w:pPr>
        <w:ind w:firstLine="720"/>
        <w:jc w:val="both"/>
      </w:pPr>
      <w:r>
        <w:t xml:space="preserve">      Боль заставляет возбуждение отступить на второй план. Еще толчок.</w:t>
      </w:r>
    </w:p>
    <w:p w:rsidR="003735BC" w:rsidRDefault="003735BC" w:rsidP="009179FA">
      <w:pPr>
        <w:ind w:firstLine="720"/>
        <w:jc w:val="both"/>
      </w:pPr>
      <w:r>
        <w:t xml:space="preserve">      - Не зажимайся, мой хороший, - хриплый шепот сводит с ума.</w:t>
      </w:r>
    </w:p>
    <w:p w:rsidR="003735BC" w:rsidRDefault="003735BC" w:rsidP="009179FA">
      <w:pPr>
        <w:ind w:firstLine="720"/>
        <w:jc w:val="both"/>
      </w:pPr>
      <w:r>
        <w:t xml:space="preserve">      Он дрожит, я чувствую это физически.</w:t>
      </w:r>
    </w:p>
    <w:p w:rsidR="003735BC" w:rsidRDefault="003735BC" w:rsidP="009179FA">
      <w:pPr>
        <w:ind w:firstLine="720"/>
        <w:jc w:val="both"/>
      </w:pPr>
      <w:r>
        <w:t xml:space="preserve">      Толчок. Он полностью вошел. Дает мне время привыкнуть. Поцелуи, кажется, везде, их слишком много и от этого невыносимо тянет внизу живота. Руки так умело ласкают член: по основанию, большим пальцем по кругу головки, снова по всей длине. Толчок. Стон. Вскрик.</w:t>
      </w:r>
    </w:p>
    <w:p w:rsidR="003735BC" w:rsidRDefault="003735BC" w:rsidP="009179FA">
      <w:pPr>
        <w:ind w:firstLine="720"/>
        <w:jc w:val="both"/>
      </w:pPr>
      <w:r>
        <w:t xml:space="preserve">      Движения. Резкие, но не грубые. Терпеть и нежничать ни у кого нет сил. Есть лишь животное желание отдаться и получить взамен еще больше, чем отдал. Движения более несдержанные. Из-за отсутствия видимости ощущения обострены до предела. Стоны более громкие. Рука на моем члене движется в такт его бедрам. Чувства не поддаются никакому анализу. Слишком хорошо. Толчок. Мой вскрик. Его рык. Оргазм накрыл нас волной одновременно. Ноги не держат. Глаза слипаются. Слишком хорошо. Темнота...</w:t>
      </w: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r>
        <w:t>Часть 7</w:t>
      </w:r>
    </w:p>
    <w:p w:rsidR="003735BC" w:rsidRDefault="003735BC" w:rsidP="009179FA">
      <w:pPr>
        <w:ind w:firstLine="720"/>
        <w:jc w:val="both"/>
      </w:pPr>
      <w:r>
        <w:t>ГЛАВА 7</w:t>
      </w:r>
    </w:p>
    <w:p w:rsidR="003735BC" w:rsidRDefault="003735BC" w:rsidP="009179FA">
      <w:pPr>
        <w:ind w:firstLine="720"/>
        <w:jc w:val="both"/>
      </w:pPr>
    </w:p>
    <w:p w:rsidR="003735BC" w:rsidRDefault="003735BC" w:rsidP="009179FA">
      <w:pPr>
        <w:ind w:firstLine="720"/>
        <w:jc w:val="both"/>
      </w:pPr>
      <w:r>
        <w:t>POV Рэя.</w:t>
      </w:r>
    </w:p>
    <w:p w:rsidR="003735BC" w:rsidRDefault="003735BC" w:rsidP="009179FA">
      <w:pPr>
        <w:ind w:firstLine="720"/>
        <w:jc w:val="both"/>
      </w:pPr>
    </w:p>
    <w:p w:rsidR="003735BC" w:rsidRDefault="003735BC" w:rsidP="009179FA">
      <w:pPr>
        <w:ind w:firstLine="720"/>
        <w:jc w:val="both"/>
      </w:pPr>
      <w:r>
        <w:t xml:space="preserve">      Что я наделал? Сейчас, когда эмоции потихоньку отступают, голова встает на место. Держу на руках такое желанное тело, мысли кружатся в хороводе и ни одну не ухватить. То, что Маю понравилось, я не сомневаюсь, вон как знатно подмахивал, да и сопротивления как такового не было. Если бы он попросил, я бы его отпустил. А отпустил бы? Хоть самому себе-то можно признаться, что нет. Да какого хрена? Мне было хорошо, ему было хорошо - так в чем же дело? Он же еще совсем сопляк. Да и отец его меня грохнет. На душе неспокойно. Что будет, когда он проснется, или когда мы вернемся домой? Смогу ли я сделать вид, что ничего не произошло? Да и не хочу я этого. Смогу ли отпустить от себя это вредное чудо? Нет. А смогу ли держать силой, если он не захочет остаться? Нет.</w:t>
      </w:r>
    </w:p>
    <w:p w:rsidR="003735BC" w:rsidRDefault="003735BC" w:rsidP="009179FA">
      <w:pPr>
        <w:ind w:firstLine="720"/>
        <w:jc w:val="both"/>
      </w:pPr>
      <w:r>
        <w:t xml:space="preserve">      - Что я наделал? – вздрагиваю от собственного голоса, слишком хриплый, слишком пугающий, слишком безнадежный.</w:t>
      </w:r>
    </w:p>
    <w:p w:rsidR="003735BC" w:rsidRDefault="003735BC" w:rsidP="009179FA">
      <w:pPr>
        <w:ind w:firstLine="720"/>
        <w:jc w:val="both"/>
      </w:pPr>
      <w:r>
        <w:t xml:space="preserve">      - Ты меня трахнул.</w:t>
      </w:r>
    </w:p>
    <w:p w:rsidR="003735BC" w:rsidRDefault="003735BC" w:rsidP="009179FA">
      <w:pPr>
        <w:ind w:firstLine="720"/>
        <w:jc w:val="both"/>
      </w:pPr>
      <w:r>
        <w:t xml:space="preserve">      Чувствую, что он улыбается, а мне выть хочется.</w:t>
      </w:r>
    </w:p>
    <w:p w:rsidR="003735BC" w:rsidRDefault="003735BC" w:rsidP="009179FA">
      <w:pPr>
        <w:ind w:firstLine="720"/>
        <w:jc w:val="both"/>
      </w:pPr>
      <w:r>
        <w:t xml:space="preserve">      - Ну так, чуть-чуть.</w:t>
      </w:r>
    </w:p>
    <w:p w:rsidR="003735BC" w:rsidRDefault="003735BC" w:rsidP="009179FA">
      <w:pPr>
        <w:ind w:firstLine="720"/>
        <w:jc w:val="both"/>
      </w:pPr>
      <w:r>
        <w:t xml:space="preserve">      Не хочу сейчас ни о чем думать. Тело в моих руках зашевелилось, устраиваясь поудобнее.</w:t>
      </w:r>
    </w:p>
    <w:p w:rsidR="003735BC" w:rsidRDefault="003735BC" w:rsidP="009179FA">
      <w:pPr>
        <w:ind w:firstLine="720"/>
        <w:jc w:val="both"/>
      </w:pPr>
      <w:r>
        <w:t xml:space="preserve">      - У меня после твоего чуть-чуть попа болит.</w:t>
      </w:r>
    </w:p>
    <w:p w:rsidR="003735BC" w:rsidRDefault="003735BC" w:rsidP="009179FA">
      <w:pPr>
        <w:ind w:firstLine="720"/>
        <w:jc w:val="both"/>
      </w:pPr>
      <w:r>
        <w:t xml:space="preserve">      Делает вид что обижается, как мило.</w:t>
      </w:r>
    </w:p>
    <w:p w:rsidR="003735BC" w:rsidRDefault="003735BC" w:rsidP="009179FA">
      <w:pPr>
        <w:ind w:firstLine="720"/>
        <w:jc w:val="both"/>
      </w:pPr>
      <w:r>
        <w:t xml:space="preserve">      - И как я могу загладить свою вину? </w:t>
      </w:r>
    </w:p>
    <w:p w:rsidR="003735BC" w:rsidRDefault="003735BC" w:rsidP="009179FA">
      <w:pPr>
        <w:ind w:firstLine="720"/>
        <w:jc w:val="both"/>
      </w:pPr>
      <w:r>
        <w:t xml:space="preserve">      - Поцелуй где болит.</w:t>
      </w:r>
    </w:p>
    <w:p w:rsidR="003735BC" w:rsidRDefault="003735BC" w:rsidP="009179FA">
      <w:pPr>
        <w:ind w:firstLine="720"/>
        <w:jc w:val="both"/>
      </w:pPr>
      <w:r>
        <w:t xml:space="preserve">      Вот же маленькая дрянь!</w:t>
      </w:r>
    </w:p>
    <w:p w:rsidR="003735BC" w:rsidRDefault="003735BC" w:rsidP="009179FA">
      <w:pPr>
        <w:ind w:firstLine="720"/>
        <w:jc w:val="both"/>
      </w:pPr>
      <w:r>
        <w:t xml:space="preserve">      - Малыш, если я тебя там поцелую, то ходить ты завтра точно не сможешь. </w:t>
      </w:r>
    </w:p>
    <w:p w:rsidR="003735BC" w:rsidRDefault="003735BC" w:rsidP="009179FA">
      <w:pPr>
        <w:ind w:firstLine="720"/>
        <w:jc w:val="both"/>
      </w:pPr>
      <w:r>
        <w:t xml:space="preserve">      Тишина.</w:t>
      </w:r>
    </w:p>
    <w:p w:rsidR="003735BC" w:rsidRDefault="003735BC" w:rsidP="009179FA">
      <w:pPr>
        <w:ind w:firstLine="720"/>
        <w:jc w:val="both"/>
      </w:pPr>
      <w:r>
        <w:t xml:space="preserve">      - Кажется, с этим у меня и так будет беда…</w:t>
      </w:r>
    </w:p>
    <w:p w:rsidR="003735BC" w:rsidRDefault="003735BC" w:rsidP="009179FA">
      <w:pPr>
        <w:ind w:firstLine="720"/>
        <w:jc w:val="both"/>
      </w:pPr>
      <w:r>
        <w:t xml:space="preserve">      Договорить он не успел. Громкий хлопок где-то неподалеку. Сигнальная ракета. Резко подпрыгиваю. Удар.</w:t>
      </w:r>
    </w:p>
    <w:p w:rsidR="003735BC" w:rsidRDefault="003735BC" w:rsidP="009179FA">
      <w:pPr>
        <w:ind w:firstLine="720"/>
        <w:jc w:val="both"/>
      </w:pPr>
      <w:r>
        <w:t xml:space="preserve">      - Блядь…</w:t>
      </w:r>
    </w:p>
    <w:p w:rsidR="003735BC" w:rsidRDefault="003735BC" w:rsidP="009179FA">
      <w:pPr>
        <w:ind w:firstLine="720"/>
        <w:jc w:val="both"/>
      </w:pPr>
      <w:r>
        <w:t xml:space="preserve">      - Тихо. </w:t>
      </w:r>
    </w:p>
    <w:p w:rsidR="003735BC" w:rsidRDefault="003735BC" w:rsidP="009179FA">
      <w:pPr>
        <w:ind w:firstLine="720"/>
        <w:jc w:val="both"/>
      </w:pPr>
      <w:r>
        <w:t xml:space="preserve">      Совсем забыл, что держал его на руках.</w:t>
      </w:r>
    </w:p>
    <w:p w:rsidR="003735BC" w:rsidRDefault="003735BC" w:rsidP="009179FA">
      <w:pPr>
        <w:ind w:firstLine="720"/>
        <w:jc w:val="both"/>
      </w:pPr>
      <w:r>
        <w:t xml:space="preserve">      - Одевайся. Быстро, вещи в рюкзаке. </w:t>
      </w:r>
    </w:p>
    <w:p w:rsidR="003735BC" w:rsidRDefault="003735BC" w:rsidP="009179FA">
      <w:pPr>
        <w:ind w:firstLine="720"/>
        <w:jc w:val="both"/>
      </w:pPr>
      <w:r>
        <w:t xml:space="preserve">      Выглядываю из укрытия, благо, ветви надежно закрывают его. В небе красный огонек. Это плохо. Кому-то нужна помощь. </w:t>
      </w:r>
    </w:p>
    <w:p w:rsidR="003735BC" w:rsidRDefault="003735BC" w:rsidP="009179FA">
      <w:pPr>
        <w:ind w:firstLine="720"/>
        <w:jc w:val="both"/>
      </w:pPr>
      <w:r>
        <w:t xml:space="preserve">      - Надо уходить, живо. </w:t>
      </w:r>
    </w:p>
    <w:p w:rsidR="003735BC" w:rsidRDefault="003735BC" w:rsidP="009179FA">
      <w:pPr>
        <w:ind w:firstLine="720"/>
        <w:jc w:val="both"/>
      </w:pPr>
      <w:r>
        <w:t xml:space="preserve">      Щас сюда прибудет бригада помощи. Это нехорошо. Нас могут найти. Что там, черт возьми, стряслось?</w:t>
      </w:r>
    </w:p>
    <w:p w:rsidR="003735BC" w:rsidRDefault="003735BC" w:rsidP="009179FA">
      <w:pPr>
        <w:ind w:firstLine="720"/>
        <w:jc w:val="both"/>
      </w:pPr>
      <w:r>
        <w:t xml:space="preserve">      В лесу тишина. Недалеко слышны шаги, слишком торопливые.</w:t>
      </w:r>
    </w:p>
    <w:p w:rsidR="003735BC" w:rsidRDefault="003735BC" w:rsidP="009179FA">
      <w:pPr>
        <w:ind w:firstLine="720"/>
        <w:jc w:val="both"/>
      </w:pPr>
      <w:r>
        <w:t xml:space="preserve">      - Тихо.</w:t>
      </w:r>
    </w:p>
    <w:p w:rsidR="003735BC" w:rsidRDefault="003735BC" w:rsidP="009179FA">
      <w:pPr>
        <w:ind w:firstLine="720"/>
        <w:jc w:val="both"/>
      </w:pPr>
      <w:r>
        <w:t xml:space="preserve">      Схватил полуодетого Мая за руку и зажал ему рот. А то, думаю, матерящиеся кусты привлекут к себе внимание.</w:t>
      </w:r>
    </w:p>
    <w:p w:rsidR="003735BC" w:rsidRDefault="003735BC" w:rsidP="009179FA">
      <w:pPr>
        <w:ind w:firstLine="720"/>
        <w:jc w:val="both"/>
      </w:pPr>
      <w:r>
        <w:t xml:space="preserve">      Маленькая зараза обслюнявила мне всю ладонь. Ммм, это заводит. Некогда.</w:t>
      </w:r>
    </w:p>
    <w:p w:rsidR="003735BC" w:rsidRDefault="003735BC" w:rsidP="009179FA">
      <w:pPr>
        <w:ind w:firstLine="720"/>
        <w:jc w:val="both"/>
      </w:pPr>
      <w:r>
        <w:t xml:space="preserve">      Шаги стихли. Тишина стала как будто мертвой.</w:t>
      </w:r>
    </w:p>
    <w:p w:rsidR="003735BC" w:rsidRDefault="003735BC" w:rsidP="009179FA">
      <w:pPr>
        <w:ind w:firstLine="720"/>
        <w:jc w:val="both"/>
      </w:pPr>
      <w:r>
        <w:t xml:space="preserve">      - Живо собирайся. Нужно уходить.</w:t>
      </w:r>
    </w:p>
    <w:p w:rsidR="003735BC" w:rsidRDefault="003735BC" w:rsidP="009179FA">
      <w:pPr>
        <w:ind w:firstLine="720"/>
        <w:jc w:val="both"/>
      </w:pPr>
      <w:r>
        <w:t xml:space="preserve">      Быстрые сборы, взгляд по сторонам. Снова бег. Нужно двигаться к базам. Там тоже есть пара мест, чтобы укрыться.</w:t>
      </w:r>
    </w:p>
    <w:p w:rsidR="003735BC" w:rsidRDefault="003735BC" w:rsidP="009179FA">
      <w:pPr>
        <w:ind w:firstLine="720"/>
        <w:jc w:val="both"/>
      </w:pPr>
      <w:r>
        <w:t xml:space="preserve">      - Ты можешь бежать тихо, а не как беременная слониха?</w:t>
      </w:r>
    </w:p>
    <w:p w:rsidR="003735BC" w:rsidRDefault="003735BC" w:rsidP="009179FA">
      <w:pPr>
        <w:ind w:firstLine="720"/>
        <w:jc w:val="both"/>
      </w:pPr>
      <w:r>
        <w:t xml:space="preserve">      Так нас точно быстро найдут.</w:t>
      </w:r>
    </w:p>
    <w:p w:rsidR="003735BC" w:rsidRDefault="003735BC" w:rsidP="009179FA">
      <w:pPr>
        <w:ind w:firstLine="720"/>
        <w:jc w:val="both"/>
      </w:pPr>
      <w:r>
        <w:t xml:space="preserve">      - Давай тебе в жопу вставим дубинку и посмотрим, как ты побежишь? </w:t>
      </w:r>
    </w:p>
    <w:p w:rsidR="003735BC" w:rsidRDefault="003735BC" w:rsidP="009179FA">
      <w:pPr>
        <w:ind w:firstLine="720"/>
        <w:jc w:val="both"/>
      </w:pPr>
      <w:r>
        <w:t xml:space="preserve">      Дыхание тяжелое, устал, наверно. Но сейчас некогда расслабляться.</w:t>
      </w:r>
    </w:p>
    <w:p w:rsidR="003735BC" w:rsidRDefault="003735BC" w:rsidP="009179FA">
      <w:pPr>
        <w:ind w:firstLine="720"/>
        <w:jc w:val="both"/>
      </w:pPr>
      <w:r>
        <w:t xml:space="preserve">      - Прости, потерпи немного. </w:t>
      </w:r>
    </w:p>
    <w:p w:rsidR="003735BC" w:rsidRDefault="003735BC" w:rsidP="009179FA">
      <w:pPr>
        <w:ind w:firstLine="720"/>
        <w:jc w:val="both"/>
      </w:pPr>
      <w:r>
        <w:t xml:space="preserve">      Сам от себя не ожидал такой нежности в голосе. Поворачиваюсь, глаза в глаза. Луна хорошо освещает местность. Видно достаточно неплохо и, готов поклясться, я вижу в его глазах удивление и еще что-то. Не могу понять.</w:t>
      </w:r>
    </w:p>
    <w:p w:rsidR="003735BC" w:rsidRDefault="003735BC" w:rsidP="009179FA">
      <w:pPr>
        <w:ind w:firstLine="720"/>
        <w:jc w:val="both"/>
      </w:pPr>
      <w:r>
        <w:t xml:space="preserve">      В небо взлетела еще одна ракета. Синяя. Кого-то нашли. Судя по месту, откуда взлетела ракета это не далеко от места, куда убежал неизвестный. Значит нужно торопиться.</w:t>
      </w:r>
    </w:p>
    <w:p w:rsidR="003735BC" w:rsidRDefault="003735BC" w:rsidP="009179FA">
      <w:pPr>
        <w:ind w:firstLine="720"/>
        <w:jc w:val="both"/>
      </w:pPr>
      <w:r>
        <w:t xml:space="preserve">      - Бежим, быстро, но тихо.</w:t>
      </w:r>
    </w:p>
    <w:p w:rsidR="003735BC" w:rsidRDefault="003735BC" w:rsidP="009179FA">
      <w:pPr>
        <w:ind w:firstLine="720"/>
        <w:jc w:val="both"/>
      </w:pPr>
      <w:r>
        <w:t xml:space="preserve">      - Может, ты меня понесешь? - какой нежный голос, жаль, что притворяется.</w:t>
      </w:r>
    </w:p>
    <w:p w:rsidR="003735BC" w:rsidRDefault="003735BC" w:rsidP="009179FA">
      <w:pPr>
        <w:ind w:firstLine="720"/>
        <w:jc w:val="both"/>
      </w:pPr>
      <w:r>
        <w:t xml:space="preserve">      - С чего это? Ты вроде не баба, чтобы тебя на руках носить? – я искренне удивлен.</w:t>
      </w:r>
    </w:p>
    <w:p w:rsidR="003735BC" w:rsidRDefault="003735BC" w:rsidP="009179FA">
      <w:pPr>
        <w:ind w:firstLine="720"/>
        <w:jc w:val="both"/>
      </w:pPr>
      <w:r>
        <w:t xml:space="preserve">      - А час назад тебя не особо волновала моя половая принадлежность. </w:t>
      </w:r>
    </w:p>
    <w:p w:rsidR="003735BC" w:rsidRDefault="003735BC" w:rsidP="009179FA">
      <w:pPr>
        <w:ind w:firstLine="720"/>
        <w:jc w:val="both"/>
      </w:pPr>
      <w:r>
        <w:t xml:space="preserve">      Маленькая дрянь.</w:t>
      </w:r>
    </w:p>
    <w:p w:rsidR="003735BC" w:rsidRDefault="003735BC" w:rsidP="009179FA">
      <w:pPr>
        <w:ind w:firstLine="720"/>
        <w:jc w:val="both"/>
      </w:pPr>
      <w:r>
        <w:t xml:space="preserve">      - Бегом, – не знал, что умею рычать шепотом.</w:t>
      </w:r>
    </w:p>
    <w:p w:rsidR="003735BC" w:rsidRDefault="003735BC" w:rsidP="009179FA">
      <w:pPr>
        <w:ind w:firstLine="720"/>
        <w:jc w:val="both"/>
      </w:pPr>
      <w:r>
        <w:t xml:space="preserve">      Снова бег. Усталость почти не чувствуется из-за адреналина. Каждую секунду тебя могут поймать. Как мне этого не хватало. </w:t>
      </w:r>
    </w:p>
    <w:p w:rsidR="003735BC" w:rsidRDefault="003735BC" w:rsidP="009179FA">
      <w:pPr>
        <w:ind w:firstLine="720"/>
        <w:jc w:val="both"/>
      </w:pPr>
      <w:r>
        <w:t xml:space="preserve">      Из-за частого дыхания не услышал шагов. На поляну мы выбежали одновременно. Нас двое, их двое. Удивление прошлось по коже стройными рядами мурашек.</w:t>
      </w:r>
    </w:p>
    <w:p w:rsidR="003735BC" w:rsidRDefault="003735BC" w:rsidP="009179FA">
      <w:pPr>
        <w:ind w:firstLine="720"/>
        <w:jc w:val="both"/>
      </w:pPr>
      <w:r>
        <w:t xml:space="preserve">      - Черт. Вы здесь откуда? – выдох облегчения. </w:t>
      </w:r>
    </w:p>
    <w:p w:rsidR="003735BC" w:rsidRDefault="003735BC" w:rsidP="009179FA">
      <w:pPr>
        <w:ind w:firstLine="720"/>
        <w:jc w:val="both"/>
      </w:pPr>
      <w:r>
        <w:t xml:space="preserve">      Только я расслабился, как на мне повисло сразу два стройных тела. От них пахло лесом, потом и сексом. Причем от обоих. Вот же маленькие извращенцы. А тереться-то так об меня зачем?</w:t>
      </w:r>
    </w:p>
    <w:p w:rsidR="003735BC" w:rsidRDefault="003735BC" w:rsidP="009179FA">
      <w:pPr>
        <w:ind w:firstLine="720"/>
        <w:jc w:val="both"/>
      </w:pPr>
      <w:r>
        <w:t xml:space="preserve">      Легкое покашливание заставило их отлипнуть, но отходить далеко они явно не собирались, плотненько облепив с двух сторон. </w:t>
      </w:r>
    </w:p>
    <w:p w:rsidR="003735BC" w:rsidRDefault="003735BC" w:rsidP="009179FA">
      <w:pPr>
        <w:ind w:firstLine="720"/>
        <w:jc w:val="both"/>
      </w:pPr>
      <w:r>
        <w:t xml:space="preserve">      - Зараза! </w:t>
      </w:r>
    </w:p>
    <w:p w:rsidR="003735BC" w:rsidRDefault="003735BC" w:rsidP="009179FA">
      <w:pPr>
        <w:ind w:firstLine="720"/>
        <w:jc w:val="both"/>
      </w:pPr>
      <w:r>
        <w:t xml:space="preserve">      Ну что за маленькие негодники, кто умудрился ущипнуть меня за зад?</w:t>
      </w:r>
    </w:p>
    <w:p w:rsidR="003735BC" w:rsidRDefault="003735BC" w:rsidP="009179FA">
      <w:pPr>
        <w:ind w:firstLine="720"/>
        <w:jc w:val="both"/>
      </w:pPr>
      <w:r>
        <w:t xml:space="preserve">      - Там у корпусов херня какая-то творится. Двое уже выбыли.</w:t>
      </w:r>
    </w:p>
    <w:p w:rsidR="003735BC" w:rsidRDefault="003735BC" w:rsidP="009179FA">
      <w:pPr>
        <w:ind w:firstLine="720"/>
        <w:jc w:val="both"/>
      </w:pPr>
      <w:r>
        <w:t xml:space="preserve">      - И всем нужна была помощь.</w:t>
      </w:r>
    </w:p>
    <w:p w:rsidR="003735BC" w:rsidRDefault="003735BC" w:rsidP="009179FA">
      <w:pPr>
        <w:ind w:firstLine="720"/>
        <w:jc w:val="both"/>
      </w:pPr>
      <w:r>
        <w:t xml:space="preserve">      Голоса у них одинаковые, так и не поймешь, кто это сказал.</w:t>
      </w:r>
    </w:p>
    <w:p w:rsidR="003735BC" w:rsidRDefault="003735BC" w:rsidP="009179FA">
      <w:pPr>
        <w:ind w:firstLine="720"/>
        <w:jc w:val="both"/>
      </w:pPr>
      <w:r>
        <w:t xml:space="preserve">      - А почему не было сигнальных ракет? – голос у Мая совсем недружелюбный, и руки вон на груди сложил. Неужели ревнует? Сразу захотелось его обнять, но по злобному взгляду понимаю, что лучше мне постоять здесь.</w:t>
      </w:r>
    </w:p>
    <w:p w:rsidR="003735BC" w:rsidRDefault="003735BC" w:rsidP="009179FA">
      <w:pPr>
        <w:ind w:firstLine="720"/>
        <w:jc w:val="both"/>
      </w:pPr>
      <w:r>
        <w:t xml:space="preserve">      - Иди сюда.</w:t>
      </w:r>
    </w:p>
    <w:p w:rsidR="003735BC" w:rsidRDefault="003735BC" w:rsidP="009179FA">
      <w:pPr>
        <w:ind w:firstLine="720"/>
        <w:jc w:val="both"/>
      </w:pPr>
      <w:r>
        <w:t xml:space="preserve">      Это не просьба, а приказ. Его голос настолько холодный, что им можно заморозить целое озеро. Даже близнецы вон притихли и отошли на шаг. Не подчиниться просто нет сил, да и проверять, чем это закончится не охота. </w:t>
      </w:r>
    </w:p>
    <w:p w:rsidR="003735BC" w:rsidRDefault="003735BC" w:rsidP="009179FA">
      <w:pPr>
        <w:ind w:firstLine="720"/>
        <w:jc w:val="both"/>
      </w:pPr>
      <w:r>
        <w:t xml:space="preserve">      Несколько шагов в его сторону. Обнял этот комок нервов со спины, крепко сцепив руки у него на животе, так, на всякий случай, вдруг брыкаться начнет. </w:t>
      </w:r>
    </w:p>
    <w:p w:rsidR="003735BC" w:rsidRDefault="003735BC" w:rsidP="009179FA">
      <w:pPr>
        <w:ind w:firstLine="720"/>
        <w:jc w:val="both"/>
      </w:pPr>
      <w:r>
        <w:t xml:space="preserve">      - Ну? Что там с сигнальными ракетами? </w:t>
      </w:r>
    </w:p>
    <w:p w:rsidR="003735BC" w:rsidRDefault="003735BC" w:rsidP="009179FA">
      <w:pPr>
        <w:ind w:firstLine="720"/>
        <w:jc w:val="both"/>
      </w:pPr>
      <w:r>
        <w:t xml:space="preserve">      Делает вид будто меня здесь нет. Напряжение буквально висит в воздухе.</w:t>
      </w:r>
    </w:p>
    <w:p w:rsidR="003735BC" w:rsidRDefault="003735BC" w:rsidP="009179FA">
      <w:pPr>
        <w:ind w:firstLine="720"/>
        <w:jc w:val="both"/>
      </w:pPr>
      <w:r>
        <w:t xml:space="preserve">      - А не было ракет.</w:t>
      </w:r>
    </w:p>
    <w:p w:rsidR="003735BC" w:rsidRDefault="003735BC" w:rsidP="009179FA">
      <w:pPr>
        <w:ind w:firstLine="720"/>
        <w:jc w:val="both"/>
      </w:pPr>
      <w:r>
        <w:t xml:space="preserve">      Это Влад, он вообще посмелее своего клона. </w:t>
      </w:r>
    </w:p>
    <w:p w:rsidR="003735BC" w:rsidRDefault="003735BC" w:rsidP="009179FA">
      <w:pPr>
        <w:ind w:firstLine="720"/>
        <w:jc w:val="both"/>
      </w:pPr>
      <w:r>
        <w:t xml:space="preserve">      - Мы видели, как их на носилках выносили, видимо, они не успели подать сигнал о помощи.</w:t>
      </w:r>
    </w:p>
    <w:p w:rsidR="003735BC" w:rsidRDefault="003735BC" w:rsidP="009179FA">
      <w:pPr>
        <w:ind w:firstLine="720"/>
        <w:jc w:val="both"/>
      </w:pPr>
      <w:r>
        <w:t xml:space="preserve">      - Ну или им уже не нужна была помощь, - подвел итог Свят. </w:t>
      </w:r>
    </w:p>
    <w:p w:rsidR="003735BC" w:rsidRDefault="003735BC" w:rsidP="009179FA">
      <w:pPr>
        <w:ind w:firstLine="720"/>
        <w:jc w:val="both"/>
      </w:pPr>
      <w:r>
        <w:t xml:space="preserve">      В этом есть некий смысл.</w:t>
      </w:r>
    </w:p>
    <w:p w:rsidR="003735BC" w:rsidRDefault="003735BC" w:rsidP="009179FA">
      <w:pPr>
        <w:ind w:firstLine="720"/>
        <w:jc w:val="both"/>
      </w:pPr>
      <w:r>
        <w:t xml:space="preserve">      - Что-то здесь нечисто. Уже трое выбыли, такого никогда не было. </w:t>
      </w:r>
    </w:p>
    <w:p w:rsidR="003735BC" w:rsidRDefault="003735BC" w:rsidP="009179FA">
      <w:pPr>
        <w:ind w:firstLine="720"/>
        <w:jc w:val="both"/>
      </w:pPr>
      <w:r>
        <w:t xml:space="preserve">      Нужно быть предельно внимательными.</w:t>
      </w:r>
    </w:p>
    <w:p w:rsidR="003735BC" w:rsidRDefault="003735BC" w:rsidP="009179FA">
      <w:pPr>
        <w:ind w:firstLine="720"/>
        <w:jc w:val="both"/>
      </w:pPr>
      <w:r>
        <w:t xml:space="preserve">      - А вы что там делали?</w:t>
      </w:r>
    </w:p>
    <w:p w:rsidR="003735BC" w:rsidRDefault="003735BC" w:rsidP="009179FA">
      <w:pPr>
        <w:ind w:firstLine="720"/>
        <w:jc w:val="both"/>
      </w:pPr>
      <w:r>
        <w:t xml:space="preserve">      Вроде мой ревнивец начинает успокаиваться.</w:t>
      </w:r>
    </w:p>
    <w:p w:rsidR="003735BC" w:rsidRDefault="003735BC" w:rsidP="009179FA">
      <w:pPr>
        <w:ind w:firstLine="720"/>
        <w:jc w:val="both"/>
      </w:pPr>
      <w:r>
        <w:t xml:space="preserve">      - Ну мы там это…</w:t>
      </w:r>
    </w:p>
    <w:p w:rsidR="003735BC" w:rsidRDefault="003735BC" w:rsidP="009179FA">
      <w:pPr>
        <w:ind w:firstLine="720"/>
        <w:jc w:val="both"/>
      </w:pPr>
      <w:r>
        <w:t xml:space="preserve">      - Ключ искали.</w:t>
      </w:r>
    </w:p>
    <w:p w:rsidR="003735BC" w:rsidRDefault="003735BC" w:rsidP="009179FA">
      <w:pPr>
        <w:ind w:firstLine="720"/>
        <w:jc w:val="both"/>
      </w:pPr>
      <w:r>
        <w:t xml:space="preserve">      А мордашки какие хитрющие.</w:t>
      </w:r>
    </w:p>
    <w:p w:rsidR="003735BC" w:rsidRDefault="003735BC" w:rsidP="009179FA">
      <w:pPr>
        <w:ind w:firstLine="720"/>
        <w:jc w:val="both"/>
      </w:pPr>
      <w:r>
        <w:t xml:space="preserve">      - Ну как, нашли? </w:t>
      </w:r>
    </w:p>
    <w:p w:rsidR="003735BC" w:rsidRDefault="003735BC" w:rsidP="009179FA">
      <w:pPr>
        <w:ind w:firstLine="720"/>
        <w:jc w:val="both"/>
      </w:pPr>
      <w:r>
        <w:t xml:space="preserve">      - О да! – синхронно сказали, а глазки-то как заблестели. Они точно копии друг друга.</w:t>
      </w:r>
    </w:p>
    <w:p w:rsidR="003735BC" w:rsidRDefault="003735BC" w:rsidP="009179FA">
      <w:pPr>
        <w:ind w:firstLine="720"/>
        <w:jc w:val="both"/>
      </w:pPr>
      <w:r>
        <w:t xml:space="preserve">      - Значит так, ксерокопии, двигайтесь аккуратнее и перестаньте тискаться по всем кустам. Тут творится что-то странное, присматривайте друг за другом. Май, идем.</w:t>
      </w:r>
    </w:p>
    <w:p w:rsidR="003735BC" w:rsidRDefault="003735BC" w:rsidP="009179FA">
      <w:pPr>
        <w:ind w:firstLine="720"/>
        <w:jc w:val="both"/>
      </w:pPr>
      <w:r>
        <w:t xml:space="preserve">      - Вы тоже не зевайте. </w:t>
      </w:r>
    </w:p>
    <w:p w:rsidR="003735BC" w:rsidRDefault="003735BC" w:rsidP="009179FA">
      <w:pPr>
        <w:ind w:firstLine="720"/>
        <w:jc w:val="both"/>
      </w:pPr>
      <w:r>
        <w:t xml:space="preserve">      И стартанули, не забыв шлепнуть меня по заднице с двух сторон. Меня аж подкинуло от неожиданности.</w:t>
      </w:r>
    </w:p>
    <w:p w:rsidR="003735BC" w:rsidRDefault="003735BC" w:rsidP="009179FA">
      <w:pPr>
        <w:ind w:firstLine="720"/>
        <w:jc w:val="both"/>
      </w:pPr>
      <w:r>
        <w:t xml:space="preserve">      - Идем. </w:t>
      </w:r>
    </w:p>
    <w:p w:rsidR="003735BC" w:rsidRDefault="003735BC" w:rsidP="009179FA">
      <w:pPr>
        <w:ind w:firstLine="720"/>
        <w:jc w:val="both"/>
      </w:pPr>
      <w:r>
        <w:t xml:space="preserve">      Кажется, мы и так слишком долго задержались на одном месте.</w:t>
      </w:r>
    </w:p>
    <w:p w:rsidR="003735BC" w:rsidRDefault="003735BC" w:rsidP="009179FA">
      <w:pPr>
        <w:ind w:firstLine="720"/>
        <w:jc w:val="both"/>
      </w:pPr>
      <w:r>
        <w:t xml:space="preserve">      Бежать сейчас опасно, нас могут услышать, придется идти пешком.</w:t>
      </w:r>
    </w:p>
    <w:p w:rsidR="003735BC" w:rsidRDefault="003735BC" w:rsidP="009179FA">
      <w:pPr>
        <w:ind w:firstLine="720"/>
        <w:jc w:val="both"/>
      </w:pPr>
      <w:r>
        <w:t xml:space="preserve">      - Откуда ты знаешь этих извращенцев? </w:t>
      </w:r>
    </w:p>
    <w:p w:rsidR="003735BC" w:rsidRDefault="003735BC" w:rsidP="009179FA">
      <w:pPr>
        <w:ind w:firstLine="720"/>
        <w:jc w:val="both"/>
      </w:pPr>
      <w:r>
        <w:t xml:space="preserve">      О, даже попытался сделать голос безразличным, как мило.</w:t>
      </w:r>
    </w:p>
    <w:p w:rsidR="003735BC" w:rsidRDefault="003735BC" w:rsidP="009179FA">
      <w:pPr>
        <w:ind w:firstLine="720"/>
        <w:jc w:val="both"/>
      </w:pPr>
      <w:r>
        <w:t xml:space="preserve">      - Мы встретились на игре три года назад. Я тогда уже не первый год участвовал и знал всех участников. Их Лизка привел. Он вроде как их старший брат. </w:t>
      </w:r>
    </w:p>
    <w:p w:rsidR="003735BC" w:rsidRDefault="003735BC" w:rsidP="009179FA">
      <w:pPr>
        <w:ind w:firstLine="720"/>
        <w:jc w:val="both"/>
      </w:pPr>
      <w:r>
        <w:t xml:space="preserve">      - Скорее сестра, - сказано тихо, но я услышал. Губы сами собой растянулись в улыбке.</w:t>
      </w:r>
    </w:p>
    <w:p w:rsidR="003735BC" w:rsidRDefault="003735BC" w:rsidP="009179FA">
      <w:pPr>
        <w:ind w:firstLine="720"/>
        <w:jc w:val="both"/>
      </w:pPr>
      <w:r>
        <w:t xml:space="preserve">      - Можно и так сказать. В общем, в первый год эти заразы перетрахались под всеми кустами. Ну, обладая премилейшими характерами, подружились со всеми. Они, как правило, ведут какую-то свою игру, выигрыш их не интересует.</w:t>
      </w:r>
    </w:p>
    <w:p w:rsidR="003735BC" w:rsidRDefault="003735BC" w:rsidP="009179FA">
      <w:pPr>
        <w:ind w:firstLine="720"/>
        <w:jc w:val="both"/>
      </w:pPr>
      <w:r>
        <w:t xml:space="preserve">      - Ты трахался с ними?</w:t>
      </w:r>
    </w:p>
    <w:p w:rsidR="003735BC" w:rsidRDefault="003735BC" w:rsidP="009179FA">
      <w:pPr>
        <w:ind w:firstLine="720"/>
        <w:jc w:val="both"/>
      </w:pPr>
      <w:r>
        <w:t xml:space="preserve">      Я даже затормозил.</w:t>
      </w:r>
    </w:p>
    <w:p w:rsidR="003735BC" w:rsidRDefault="003735BC" w:rsidP="009179FA">
      <w:pPr>
        <w:ind w:firstLine="720"/>
        <w:jc w:val="both"/>
      </w:pPr>
      <w:r>
        <w:t xml:space="preserve">      - Ну да, было пару раз. </w:t>
      </w:r>
    </w:p>
    <w:p w:rsidR="003735BC" w:rsidRDefault="003735BC" w:rsidP="009179FA">
      <w:pPr>
        <w:ind w:firstLine="720"/>
        <w:jc w:val="both"/>
      </w:pPr>
      <w:r>
        <w:t xml:space="preserve">      Стыдно ли мне? Не-а.</w:t>
      </w:r>
    </w:p>
    <w:p w:rsidR="003735BC" w:rsidRDefault="003735BC" w:rsidP="009179FA">
      <w:pPr>
        <w:ind w:firstLine="720"/>
        <w:jc w:val="both"/>
      </w:pPr>
      <w:r>
        <w:t xml:space="preserve">      Ответить он ничего не успел. Я услышал шаги. Неизвестный шел твердой, уверенной походкой. Складывалось впечатление, что он не боится быть обнаруженным, а это уже совсем не хорошо. Спрятаться мы не успеем, он явно идет к нам.</w:t>
      </w:r>
    </w:p>
    <w:p w:rsidR="003735BC" w:rsidRDefault="003735BC" w:rsidP="009179FA">
      <w:pPr>
        <w:ind w:firstLine="720"/>
        <w:jc w:val="both"/>
      </w:pPr>
      <w:r>
        <w:t xml:space="preserve">      В темноте леса можно разглядеть только силуэт, и, кажется, он знаком мне. Руки сами сжимаются в кулаки.</w:t>
      </w:r>
    </w:p>
    <w:p w:rsidR="003735BC" w:rsidRDefault="003735BC" w:rsidP="009179FA">
      <w:pPr>
        <w:ind w:firstLine="720"/>
        <w:jc w:val="both"/>
      </w:pPr>
      <w:r>
        <w:t xml:space="preserve">      Неспешной походкой к нам шел Ник. С этим парнем у меня были давние счеты. Три года назад на игре, когда я уже был близок к победе, он подставил меня. Меня нашли, его нет. Но победителем ему было не суждено стать, первым пришел Петрушка. Морду я ему тогда набил знатно. Все же это не просто игра. Легкой она кажется только на первый взгляд. Не считая физической выносливости, нужна еще и духовная. Не каждый выдерживает состояние постоянного стресса, многие новички выбывают сами. Приз я взял на следующий год, а еще через год, когда был водящим, первым застолбил Ника. Ему тогда деньги нужны были, а я его так обломал. Все-таки я злопамятная личность. Он, как оказалось, тоже.</w:t>
      </w:r>
    </w:p>
    <w:p w:rsidR="003735BC" w:rsidRDefault="003735BC" w:rsidP="009179FA">
      <w:pPr>
        <w:ind w:firstLine="720"/>
        <w:jc w:val="both"/>
      </w:pPr>
      <w:r>
        <w:t xml:space="preserve">      - Ник! - я почувствовал слишком много радости в голосе Мая. И честно признаться, мне это не понравилось. </w:t>
      </w:r>
    </w:p>
    <w:p w:rsidR="003735BC" w:rsidRDefault="003735BC" w:rsidP="009179FA">
      <w:pPr>
        <w:ind w:firstLine="720"/>
        <w:jc w:val="both"/>
      </w:pPr>
      <w:r>
        <w:t xml:space="preserve">      - Привет, малыш. </w:t>
      </w:r>
    </w:p>
    <w:p w:rsidR="003735BC" w:rsidRDefault="003735BC" w:rsidP="009179FA">
      <w:pPr>
        <w:ind w:firstLine="720"/>
        <w:jc w:val="both"/>
      </w:pPr>
      <w:r>
        <w:t xml:space="preserve">      И нежная улыбка в сторону моего спутника. </w:t>
      </w:r>
    </w:p>
    <w:p w:rsidR="003735BC" w:rsidRDefault="003735BC" w:rsidP="009179FA">
      <w:pPr>
        <w:ind w:firstLine="720"/>
        <w:jc w:val="both"/>
      </w:pPr>
      <w:r>
        <w:t xml:space="preserve">      Между нами напряжение просто искрило, хотя внешне мы оставались совершенно спокойны. Это на первый взгляд, а если заглянуть поглубже в душу, станет страшно. Хорошо, что Май стоит спиной ко мне и не видит моего испепеляющего взгляда. Незачем ему знать, как сильно я хочу стереть с рожи Ника эту довольную улыбку, ну например, подошвой ботинка.</w:t>
      </w:r>
    </w:p>
    <w:p w:rsidR="003735BC" w:rsidRDefault="003735BC" w:rsidP="009179FA">
      <w:pPr>
        <w:ind w:firstLine="720"/>
        <w:jc w:val="both"/>
      </w:pPr>
      <w:r>
        <w:t xml:space="preserve">      Из мыслей меня выдернуло резкое предчувствие чего-то совсем нехорошего. А палка в руках моего врага говорила, что пришел он не с миром. Цепочка совпадений складывается в целую картину. Что ж, видимо, ты слишком хочешь выиграть этот приз, что пошел на преступление. Кровь на твоем оружии почти незаметна, но она есть. Я вижу ее. Я чувствую агрессию, которую ты излучаешь.</w:t>
      </w:r>
    </w:p>
    <w:p w:rsidR="003735BC" w:rsidRDefault="003735BC" w:rsidP="009179FA">
      <w:pPr>
        <w:ind w:firstLine="720"/>
        <w:jc w:val="both"/>
      </w:pPr>
      <w:r>
        <w:t xml:space="preserve">      Сейчас главное не напугать Мая. Он так доверчиво смотрит на тебя, что становится просто физически больно. Страх подступает к горлу. Страх не за себя, а за того, кто из-за меня оказался здесь и может пострадать. Нужно взять себя в руки. Паника еще никого до добра не доводила. Вдох-выдох.</w:t>
      </w:r>
    </w:p>
    <w:p w:rsidR="003735BC" w:rsidRDefault="003735BC" w:rsidP="009179FA">
      <w:pPr>
        <w:ind w:firstLine="720"/>
        <w:jc w:val="both"/>
      </w:pPr>
      <w:r>
        <w:t xml:space="preserve">      - Май, нам с Ником нужно поговорить, – голос остается спокойным и невозмутимым, и только мне известно, каких трудов это стоит.</w:t>
      </w:r>
    </w:p>
    <w:p w:rsidR="003735BC" w:rsidRDefault="003735BC" w:rsidP="009179FA">
      <w:pPr>
        <w:ind w:firstLine="720"/>
        <w:jc w:val="both"/>
      </w:pPr>
      <w:r>
        <w:t xml:space="preserve">      - Иди прямо, быстро. Там метров через триста будет двухэтажное здание. Жди меня там, на первом этаже в кабинете директора, – шепот на ушко, так, чтобы только он смог услышать.</w:t>
      </w:r>
    </w:p>
    <w:p w:rsidR="003735BC" w:rsidRDefault="003735BC" w:rsidP="009179FA">
      <w:pPr>
        <w:ind w:firstLine="720"/>
        <w:jc w:val="both"/>
      </w:pPr>
      <w:r>
        <w:t xml:space="preserve">      Не удержался и укусил его за мочку уха, за что был вознагражден тихим стоном. Это не ускользнуло от внимания случайного зрителя. По его виду - он не доволен. Даже так? Неужели ревнует? Ну, нет, милый, я жадный и своим делиться не буду, а то, что этот парнишка мой, я не сомневаюсь. </w:t>
      </w:r>
    </w:p>
    <w:p w:rsidR="003735BC" w:rsidRDefault="003735BC" w:rsidP="009179FA">
      <w:pPr>
        <w:ind w:firstLine="720"/>
        <w:jc w:val="both"/>
      </w:pPr>
      <w:r>
        <w:t xml:space="preserve">      Двумя пальцами поднимаю за подбородок и резко впиваюсь в столь желанные губы. Он отвечает не сразу, упирается мне в живот руками, что ж, мне даже нравится, когда ты сопротивляешься. Одной рукой удерживаю оба его запястья и с большим напором начинаю целовать. Почти грубо, властно, но это его не отталкивает. Он отвечает мне. Слегка приоткрыл рот, чем я тут же воспользовался и без зазрения совести стал хозяйничать у него во рту. Во время поцелуя я не закрывал глаза и ему не позволил, чтобы не разрывать зрительного контакта. Я хотел, чтобы он видел, чтобы почувствовал все то, что чувствовал я в тот момент: страсть, ревность, желание. Чувствовал, что он мой, полностью и бесповоротно. Потому что я так решил.</w:t>
      </w:r>
    </w:p>
    <w:p w:rsidR="003735BC" w:rsidRDefault="003735BC" w:rsidP="009179FA">
      <w:pPr>
        <w:ind w:firstLine="720"/>
        <w:jc w:val="both"/>
      </w:pPr>
      <w:r>
        <w:t xml:space="preserve">      Когда я успел это понять? Да в тот самый момент, когда увидел мечтательную улыбку на его лице, и была она адресована не мне. Что поделать, законченный собственник и эгоист, зато добрый, наверное.</w:t>
      </w:r>
    </w:p>
    <w:p w:rsidR="003735BC" w:rsidRDefault="003735BC" w:rsidP="009179FA">
      <w:pPr>
        <w:ind w:firstLine="720"/>
        <w:jc w:val="both"/>
      </w:pPr>
      <w:r>
        <w:t xml:space="preserve">      Если бы тут не было третьего лишнего, я бы трахнул его у ближайшего дерева, но время и место сейчас было не самое подходящее.</w:t>
      </w:r>
    </w:p>
    <w:p w:rsidR="003735BC" w:rsidRDefault="003735BC" w:rsidP="009179FA">
      <w:pPr>
        <w:ind w:firstLine="720"/>
        <w:jc w:val="both"/>
      </w:pPr>
      <w:r>
        <w:t xml:space="preserve">      Резко отстранив его от себя, разворачиваю на сто восемьдесят градусов, шлепок по попе, не слишком нежный, скорее для скорости.</w:t>
      </w:r>
    </w:p>
    <w:p w:rsidR="003735BC" w:rsidRDefault="003735BC" w:rsidP="009179FA">
      <w:pPr>
        <w:ind w:firstLine="720"/>
        <w:jc w:val="both"/>
      </w:pPr>
      <w:r>
        <w:t xml:space="preserve">      - Бегом. </w:t>
      </w:r>
    </w:p>
    <w:p w:rsidR="003735BC" w:rsidRDefault="003735BC" w:rsidP="009179FA">
      <w:pPr>
        <w:ind w:firstLine="720"/>
        <w:jc w:val="both"/>
      </w:pPr>
      <w:r>
        <w:t xml:space="preserve">      И он, не оборачиваясь, побежал. Сам себе поражаюсь, какой я бываю иногда убедительный.</w:t>
      </w:r>
    </w:p>
    <w:p w:rsidR="003735BC" w:rsidRDefault="003735BC" w:rsidP="009179FA">
      <w:pPr>
        <w:ind w:firstLine="720"/>
        <w:jc w:val="both"/>
      </w:pPr>
      <w:r>
        <w:t xml:space="preserve">      Ник дает пару минут, этого достаточно, чтобы Май оказался на удаленном расстоянии, и не мог нас слышать и видеть.</w:t>
      </w:r>
    </w:p>
    <w:p w:rsidR="003735BC" w:rsidRDefault="003735BC" w:rsidP="009179FA">
      <w:pPr>
        <w:ind w:firstLine="720"/>
        <w:jc w:val="both"/>
      </w:pPr>
      <w:r>
        <w:t xml:space="preserve">      - Ну и зачем тебе это? – мой голос сочится ядом.</w:t>
      </w:r>
    </w:p>
    <w:p w:rsidR="003735BC" w:rsidRDefault="003735BC" w:rsidP="009179FA">
      <w:pPr>
        <w:ind w:firstLine="720"/>
        <w:jc w:val="both"/>
      </w:pPr>
      <w:r>
        <w:t xml:space="preserve">      - Просто мне нужны деньги, – это сказано таким будничным голосом, что кажется он говорит о погоде, а не о пострадавших от его руки людях.</w:t>
      </w:r>
    </w:p>
    <w:p w:rsidR="003735BC" w:rsidRDefault="003735BC" w:rsidP="009179FA">
      <w:pPr>
        <w:ind w:firstLine="720"/>
        <w:jc w:val="both"/>
      </w:pPr>
      <w:r>
        <w:t xml:space="preserve">      Выпущенная в небо ракета отвлекает меня. Синяя, сразу за ней еще одна. Близнецов нашли. Это недалеко от нас. Нужно быть как можно тише.</w:t>
      </w:r>
    </w:p>
    <w:p w:rsidR="003735BC" w:rsidRDefault="003735BC" w:rsidP="009179FA">
      <w:pPr>
        <w:ind w:firstLine="720"/>
        <w:jc w:val="both"/>
      </w:pPr>
      <w:r>
        <w:t xml:space="preserve">      Удар в живот заставляет все мысли вылететь из головы, а воздух - из легких. Больно. Сгибаюсь пополам, пытаясь восстановить дыхание. Следующий удар не заставляет себя долго ждать. Ногой по лицу, как предсказуемо. Из разбитой губы сочится кровь, а я валяюсь на холодной земле, подвывая от боли.</w:t>
      </w:r>
    </w:p>
    <w:p w:rsidR="003735BC" w:rsidRDefault="003735BC" w:rsidP="009179FA">
      <w:pPr>
        <w:ind w:firstLine="720"/>
        <w:jc w:val="both"/>
      </w:pPr>
      <w:r>
        <w:t xml:space="preserve">      - Ты мне никогда не нравился. </w:t>
      </w:r>
    </w:p>
    <w:p w:rsidR="003735BC" w:rsidRDefault="003735BC" w:rsidP="009179FA">
      <w:pPr>
        <w:ind w:firstLine="720"/>
        <w:jc w:val="both"/>
      </w:pPr>
      <w:r>
        <w:t xml:space="preserve">      Он медленно обходит меня по кругу.</w:t>
      </w:r>
    </w:p>
    <w:p w:rsidR="003735BC" w:rsidRDefault="003735BC" w:rsidP="009179FA">
      <w:pPr>
        <w:ind w:firstLine="720"/>
        <w:jc w:val="both"/>
      </w:pPr>
      <w:r>
        <w:t xml:space="preserve">      - Тебе же ничего не стоило подыграть мне. Я всего-то хотел получить выигрыш. И знаешь, я его получу, хочешь ты этого или нет. </w:t>
      </w:r>
    </w:p>
    <w:p w:rsidR="003735BC" w:rsidRDefault="003735BC" w:rsidP="009179FA">
      <w:pPr>
        <w:ind w:firstLine="720"/>
        <w:jc w:val="both"/>
      </w:pPr>
      <w:r>
        <w:t xml:space="preserve">      Снова удар по ребрам ногой. Достаточно неприятно, скажу я вам.</w:t>
      </w:r>
    </w:p>
    <w:p w:rsidR="003735BC" w:rsidRDefault="003735BC" w:rsidP="009179FA">
      <w:pPr>
        <w:ind w:firstLine="720"/>
        <w:jc w:val="both"/>
      </w:pPr>
      <w:r>
        <w:t xml:space="preserve">      - А люди? – вздрагиваю от собственного голоса. В нем нет страха, так же как и во мне, там только злость.</w:t>
      </w:r>
    </w:p>
    <w:p w:rsidR="003735BC" w:rsidRDefault="003735BC" w:rsidP="009179FA">
      <w:pPr>
        <w:ind w:firstLine="720"/>
        <w:jc w:val="both"/>
      </w:pPr>
      <w:r>
        <w:t xml:space="preserve">      - Не бойся, они живы. Только без сознания. Я, как опытный патологоанатом, знаю куда бить. Я не желаю им зла, просто они мне мешали. А вот с тобой я хочу поиграть. Зачем тебе целые ручки и ножки? Ты знал, что если правильно нанести удар, то можно раздробить кости так, что они никогда не срастутся правильно? О, и не переживай, за твоим мальчиком я присмотрю.</w:t>
      </w:r>
    </w:p>
    <w:p w:rsidR="003735BC" w:rsidRDefault="003735BC" w:rsidP="009179FA">
      <w:pPr>
        <w:ind w:firstLine="720"/>
        <w:jc w:val="both"/>
      </w:pPr>
      <w:r>
        <w:t xml:space="preserve">      Нельзя недооценивать своего противника, даже если он почти повержен. Зря я, что ли, десять лет занимался боевыми искусствами?</w:t>
      </w:r>
    </w:p>
    <w:p w:rsidR="003735BC" w:rsidRDefault="003735BC" w:rsidP="009179FA">
      <w:pPr>
        <w:ind w:firstLine="720"/>
        <w:jc w:val="both"/>
      </w:pPr>
      <w:r>
        <w:t xml:space="preserve">      Резкая подсечка, не такая сильная, как хотелось бы, но этого достаточно, чтобы сбить его с ног. Он явно не ожидал встретить сопротивление, если бы он взял себя в руки, у него был бы шанс, но он им не воспользовался. Удар в лицо. Такой сильный, что вырубает его сразу. В нем вся злоба, вся обида, на которую я только способен. И этого хватает. </w:t>
      </w:r>
    </w:p>
    <w:p w:rsidR="003735BC" w:rsidRDefault="003735BC" w:rsidP="009179FA">
      <w:pPr>
        <w:ind w:firstLine="720"/>
        <w:jc w:val="both"/>
      </w:pPr>
      <w:r>
        <w:t xml:space="preserve">      Пока он в отключке, связываю его, крепко привязав к дереву.</w:t>
      </w:r>
    </w:p>
    <w:p w:rsidR="003735BC" w:rsidRDefault="003735BC" w:rsidP="009179FA">
      <w:pPr>
        <w:ind w:firstLine="720"/>
        <w:jc w:val="both"/>
      </w:pPr>
      <w:r>
        <w:t xml:space="preserve">      Достаю кассету из диктофона, который я включил, когда только увидел Ника. Он всегда со мной, нужно быть готовым к любой ситуации. Лучше перебздеть, чем недобздеть. Креплю ее так, чтобы сразу заметили. Сигнальная ракета в воздух. Красная. Чтобы прибыло побольше народу, мало ли что он вычудит, когда очнется. Хватаю рюкзак с земли и с болью в ребрах, бегом, насколько это возможно, к корпусам, где меня ждет предмет моих мечтаний и беспокойств, маленькая вредная зараза. Мой Май.</w:t>
      </w: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r>
        <w:t>Часть 8</w:t>
      </w:r>
    </w:p>
    <w:p w:rsidR="003735BC" w:rsidRDefault="003735BC" w:rsidP="009179FA">
      <w:pPr>
        <w:ind w:firstLine="720"/>
        <w:jc w:val="both"/>
      </w:pPr>
      <w:r>
        <w:t>ГЛАВА 8</w:t>
      </w:r>
    </w:p>
    <w:p w:rsidR="003735BC" w:rsidRDefault="003735BC" w:rsidP="009179FA">
      <w:pPr>
        <w:ind w:firstLine="720"/>
        <w:jc w:val="both"/>
      </w:pPr>
    </w:p>
    <w:p w:rsidR="003735BC" w:rsidRDefault="003735BC" w:rsidP="009179FA">
      <w:pPr>
        <w:ind w:firstLine="720"/>
        <w:jc w:val="both"/>
      </w:pPr>
      <w:r>
        <w:t xml:space="preserve">POV Мая. </w:t>
      </w:r>
    </w:p>
    <w:p w:rsidR="003735BC" w:rsidRDefault="003735BC" w:rsidP="009179FA">
      <w:pPr>
        <w:ind w:firstLine="720"/>
        <w:jc w:val="both"/>
      </w:pPr>
    </w:p>
    <w:p w:rsidR="003735BC" w:rsidRDefault="003735BC" w:rsidP="009179FA">
      <w:pPr>
        <w:ind w:firstLine="720"/>
        <w:jc w:val="both"/>
      </w:pPr>
      <w:r>
        <w:t xml:space="preserve">      Очнулся я, уже подбегая к корпусам. Как пролетел через лес, не помню. Губы все еще горят от поцелуя, а на душе непонятная тревога. Зачем им нужно было оставаться наедине? Не заметил, чтобы они испытывали теплые чувства друг к другу.</w:t>
      </w:r>
    </w:p>
    <w:p w:rsidR="003735BC" w:rsidRDefault="003735BC" w:rsidP="009179FA">
      <w:pPr>
        <w:ind w:firstLine="720"/>
        <w:jc w:val="both"/>
      </w:pPr>
      <w:r>
        <w:t xml:space="preserve">      Так, нужно осмотреться. Уже начинает светать, совсем немного, но чувствуется, что рассвет входит в свои законные права. Передо мной несколько домиков. В таких живут дети на отдыхе. Наверное, здесь было здорово когда-то? </w:t>
      </w:r>
    </w:p>
    <w:p w:rsidR="003735BC" w:rsidRDefault="003735BC" w:rsidP="009179FA">
      <w:pPr>
        <w:ind w:firstLine="720"/>
        <w:jc w:val="both"/>
      </w:pPr>
      <w:r>
        <w:t xml:space="preserve">      Прямо по курсу - одноэтажное здание, думаю, это столовая. А слева - двухэтажное строение с выцветшими стенами, облетевшей краской, и вообще угрожающего вида. Там - самое то фильмы ужасов снимать. Кажется, мне туда.</w:t>
      </w:r>
    </w:p>
    <w:p w:rsidR="003735BC" w:rsidRDefault="003735BC" w:rsidP="009179FA">
      <w:pPr>
        <w:ind w:firstLine="720"/>
        <w:jc w:val="both"/>
      </w:pPr>
      <w:r>
        <w:t xml:space="preserve">      Нужно поторопиться, если меня найдут, то точно придется отрабатывать этот миллион своей многострадальной задницей, которая, кстати, болит.</w:t>
      </w:r>
    </w:p>
    <w:p w:rsidR="003735BC" w:rsidRDefault="003735BC" w:rsidP="009179FA">
      <w:pPr>
        <w:ind w:firstLine="720"/>
        <w:jc w:val="both"/>
      </w:pPr>
      <w:r>
        <w:t xml:space="preserve">      В самом помещении не лучше, чем на улице. Все стены исписаны баллончиками, штукатурка, того и гляди, отвалится вместе с кусками стены. Кругом разруха и запустение. Кабинет директора в самом конце коридора. Окна выходят на противоположную сторону так, что я не увижу, когда будет подходить Рэй.</w:t>
      </w:r>
    </w:p>
    <w:p w:rsidR="003735BC" w:rsidRDefault="003735BC" w:rsidP="009179FA">
      <w:pPr>
        <w:ind w:firstLine="720"/>
        <w:jc w:val="both"/>
      </w:pPr>
      <w:r>
        <w:t xml:space="preserve">      В помещении не так плохо, видимо, сюда еще не добрались мародеры. Большой стол покрыт слоем пыли, шкаф у стены с выбитыми стеклами, ковер, запачканный не знаю чем, и знать, кажется, не хочу. И диван, небольшой и более-менее чистый. Не могу удержаться и плюхаюсь на него. Кайф. Ноги гудят ужасно. Все тело ломит. Слабость с каждым мгновением наваливается все сильней.</w:t>
      </w:r>
    </w:p>
    <w:p w:rsidR="003735BC" w:rsidRDefault="003735BC" w:rsidP="009179FA">
      <w:pPr>
        <w:ind w:firstLine="720"/>
        <w:jc w:val="both"/>
      </w:pPr>
      <w:r>
        <w:t xml:space="preserve">      Кругом гробовая тишина. Будто вокруг нет ничего живого. Хлопок от сигнальной ракеты застает меня врасплох. Вскрикиваю от неожиданности. Из окна не видно какого она цвета. Еще один залп. Успеваю прикусить себе ребро ладони, чтобы не шуметь. Холодный пот прошибает моментально. А что если это Рэй и Ник? Что если им нужна помощь? Несколько минут я тупо пялюсь в стену. Что делать? Мысли хороводом, и не одну не ухватить.</w:t>
      </w:r>
    </w:p>
    <w:p w:rsidR="003735BC" w:rsidRDefault="003735BC" w:rsidP="009179FA">
      <w:pPr>
        <w:ind w:firstLine="720"/>
        <w:jc w:val="both"/>
      </w:pPr>
      <w:r>
        <w:t xml:space="preserve">      Третий залп. Слезы непроизвольно начинают катиться из глаз. Это истерика. Тихая, безмолвная, но это она. Мне страшно. Неизвестность пугает. Ноги не держат, сажусь на диван и, кажется, вырубаюсь. То ли от усталости, то ли от пережитого шока, а может все вместе, но я проваливаюсь в полусон, полуобморок.</w:t>
      </w:r>
    </w:p>
    <w:p w:rsidR="003735BC" w:rsidRDefault="003735BC" w:rsidP="009179FA">
      <w:pPr>
        <w:ind w:firstLine="720"/>
        <w:jc w:val="both"/>
      </w:pPr>
      <w:r>
        <w:t xml:space="preserve">      Мне снится сон. Так хорошо, так спокойно. Теплые руки чертят известные лишь им узоры у меня на животе. Губы очерчивают скулы, нос, подбородок и, наконец, накрывают мои, вовлекая в неторопливую, но такую нежную ласку. Что-то не так. Чего-то не хватает, может напора?</w:t>
      </w:r>
    </w:p>
    <w:p w:rsidR="003735BC" w:rsidRDefault="003735BC" w:rsidP="009179FA">
      <w:pPr>
        <w:ind w:firstLine="720"/>
        <w:jc w:val="both"/>
      </w:pPr>
      <w:r>
        <w:t xml:space="preserve">      Открываю глаза и сразу жалею об этом.</w:t>
      </w:r>
    </w:p>
    <w:p w:rsidR="003735BC" w:rsidRDefault="003735BC" w:rsidP="009179FA">
      <w:pPr>
        <w:ind w:firstLine="720"/>
        <w:jc w:val="both"/>
      </w:pPr>
      <w:r>
        <w:t xml:space="preserve">      - БЛЯДЬ! Ебаная ты бабайка. Грабли убрало, и целовалки свои тоже. Тьфу ты, чур меня. </w:t>
      </w:r>
    </w:p>
    <w:p w:rsidR="003735BC" w:rsidRDefault="003735BC" w:rsidP="009179FA">
      <w:pPr>
        <w:ind w:firstLine="720"/>
        <w:jc w:val="both"/>
      </w:pPr>
      <w:r>
        <w:t>Эта скотина с разноцветными волосами сидит и мило мне улыбается. Ну прям ангельский взгляд. Убью монстра, чтобы сам не мучился и других не мучил.</w:t>
      </w:r>
    </w:p>
    <w:p w:rsidR="003735BC" w:rsidRDefault="003735BC" w:rsidP="009179FA">
      <w:pPr>
        <w:ind w:firstLine="720"/>
        <w:jc w:val="both"/>
      </w:pPr>
      <w:r>
        <w:t xml:space="preserve">      Вместо того чтобы в панике отскочить от меня, эта ошибка природы хватает меня за пах и сжимает его. Стон срывается с моих губ раньше, чем успеваю его заглушить. Эта сволочь разноцветная гаденько улыбается и так эротично облизывает губы проворным язычком с пирсингом, что даже я засмотрелся. Ну, нет.</w:t>
      </w:r>
    </w:p>
    <w:p w:rsidR="003735BC" w:rsidRDefault="003735BC" w:rsidP="009179FA">
      <w:pPr>
        <w:ind w:firstLine="720"/>
        <w:jc w:val="both"/>
      </w:pPr>
      <w:r>
        <w:t xml:space="preserve">      Хватаю это за шею и начинаю душить. Мимолетом замечаю, что кожа под моими пальцами слишком нежная. То ли я такой не страшный, то ли он такой бессмертный, но вместо мольбы о пощаде он ржет и заваливает меня на диван. В процессе потасовки я замечаю, что несмотря на его внешний вид, он достаточно сильный. Значит где-то глубоко, ну очень глубоко внутри, он все же мужчина. А замечаю я это, когда оказываюсь лежащим на нем, все так же продолжая его душить. Когда он успел засунуть мне руки в джинсы и бесстрашно начал лапать мой зад. </w:t>
      </w:r>
    </w:p>
    <w:p w:rsidR="003735BC" w:rsidRDefault="003735BC" w:rsidP="009179FA">
      <w:pPr>
        <w:ind w:firstLine="720"/>
        <w:jc w:val="both"/>
      </w:pPr>
      <w:r>
        <w:t xml:space="preserve">      Глаза в глаза. Мои - офигевшие и его - возбужденные. А дальше у меня просто отвисла челюсть.</w:t>
      </w:r>
    </w:p>
    <w:p w:rsidR="003735BC" w:rsidRDefault="003735BC" w:rsidP="009179FA">
      <w:pPr>
        <w:ind w:firstLine="720"/>
        <w:jc w:val="both"/>
      </w:pPr>
      <w:r>
        <w:t xml:space="preserve">      - Хочешь отсосу? </w:t>
      </w:r>
    </w:p>
    <w:p w:rsidR="003735BC" w:rsidRDefault="003735BC" w:rsidP="009179FA">
      <w:pPr>
        <w:ind w:firstLine="720"/>
        <w:jc w:val="both"/>
      </w:pPr>
      <w:r>
        <w:t>Челюсть с глухим звуком упала на пол. Задуматься я не успел.</w:t>
      </w:r>
    </w:p>
    <w:p w:rsidR="003735BC" w:rsidRDefault="003735BC" w:rsidP="009179FA">
      <w:pPr>
        <w:ind w:firstLine="720"/>
        <w:jc w:val="both"/>
      </w:pPr>
      <w:r>
        <w:t>- Хочу.</w:t>
      </w:r>
    </w:p>
    <w:p w:rsidR="003735BC" w:rsidRDefault="003735BC" w:rsidP="009179FA">
      <w:pPr>
        <w:ind w:firstLine="720"/>
        <w:jc w:val="both"/>
      </w:pPr>
      <w:r>
        <w:t xml:space="preserve">      Этот голос я узнаю из тысячи. Хриплый, из-за бега, злой и слегка возбужденный. Желание накатывает новой волной, стягиваясь в тугой узел внизу живота. А вот мой партнер по драке, почему-то сжался весь.</w:t>
      </w:r>
    </w:p>
    <w:p w:rsidR="003735BC" w:rsidRDefault="003735BC" w:rsidP="009179FA">
      <w:pPr>
        <w:ind w:firstLine="720"/>
        <w:jc w:val="both"/>
      </w:pPr>
      <w:r>
        <w:t xml:space="preserve">      Переглянувшись, мы синхронно оборачиваемся на вошедшего, и возбуждение слетает моментально. Первая причина - это взгляд, по которому чувствую, что меня сейчас будут убивать, впрочем, не меня одного. Вторая - радость, что он цел. Но вот про «цел» - я погорячился. Все, что мне удается рассмотреть - это разбитая губа и растрепанный вид, но и этого достаточно, чтобы вся радость исчезла.</w:t>
      </w:r>
    </w:p>
    <w:p w:rsidR="003735BC" w:rsidRDefault="003735BC" w:rsidP="009179FA">
      <w:pPr>
        <w:ind w:firstLine="720"/>
        <w:jc w:val="both"/>
      </w:pPr>
      <w:r>
        <w:t xml:space="preserve">      Лизка так в меня вцепился, что мне стало трудно дышать. То ли он за себя испугался, то ли за Рэя, но мне было все равно на него, а вот мои хрустящие ребра испытывали явный дискомфорт.</w:t>
      </w:r>
    </w:p>
    <w:p w:rsidR="003735BC" w:rsidRDefault="003735BC" w:rsidP="009179FA">
      <w:pPr>
        <w:ind w:firstLine="720"/>
        <w:jc w:val="both"/>
      </w:pPr>
      <w:r>
        <w:t xml:space="preserve">      - Пусти, противный, – сдавленный визг, это все, на что меня хватило.</w:t>
      </w:r>
    </w:p>
    <w:p w:rsidR="003735BC" w:rsidRDefault="003735BC" w:rsidP="009179FA">
      <w:pPr>
        <w:ind w:firstLine="720"/>
        <w:jc w:val="both"/>
      </w:pPr>
      <w:r>
        <w:t xml:space="preserve">      Смертельная хватка ослабла, и я увидел явное беспокойство в слишком серьезных глазах. Оно длилось всего секунду, но я его видел. Потом Елизавет пересадил меня со своих коленей на диван и с грацией кошки направился к Рэю. Готов поклясться, он вилял задницей. Очень даже аппетитной, кстати.</w:t>
      </w:r>
    </w:p>
    <w:p w:rsidR="003735BC" w:rsidRDefault="003735BC" w:rsidP="009179FA">
      <w:pPr>
        <w:ind w:firstLine="720"/>
        <w:jc w:val="both"/>
      </w:pPr>
      <w:r>
        <w:t xml:space="preserve">      Рэй смотрел на него с неким укором. Не со злобой, нет, скорее как на нашкодившего ребенка, осуждающе.</w:t>
      </w:r>
    </w:p>
    <w:p w:rsidR="003735BC" w:rsidRDefault="003735BC" w:rsidP="009179FA">
      <w:pPr>
        <w:ind w:firstLine="720"/>
        <w:jc w:val="both"/>
      </w:pPr>
      <w:r>
        <w:t xml:space="preserve">      - Что с твоей мордашкой?</w:t>
      </w:r>
    </w:p>
    <w:p w:rsidR="003735BC" w:rsidRDefault="003735BC" w:rsidP="009179FA">
      <w:pPr>
        <w:ind w:firstLine="720"/>
        <w:jc w:val="both"/>
      </w:pPr>
      <w:r>
        <w:t xml:space="preserve">      Когда он успел подскочить к нему?</w:t>
      </w:r>
    </w:p>
    <w:p w:rsidR="003735BC" w:rsidRDefault="003735BC" w:rsidP="009179FA">
      <w:pPr>
        <w:ind w:firstLine="720"/>
        <w:jc w:val="both"/>
      </w:pPr>
      <w:r>
        <w:t xml:space="preserve">      Вертя лицо Рэя во все стороны и тыкая своим наманикюренным когтем в разбитую губу, участливо поинтересовался он. А я все так же сидел и не мог сдвинуться с места. То ли это страх, то ли инстинкт самосохранения, но я упорно продолжал пялиться на них на расстоянии.</w:t>
      </w:r>
    </w:p>
    <w:p w:rsidR="003735BC" w:rsidRDefault="003735BC" w:rsidP="009179FA">
      <w:pPr>
        <w:ind w:firstLine="720"/>
        <w:jc w:val="both"/>
      </w:pPr>
      <w:r>
        <w:t xml:space="preserve">      - Упал, – отчеканил Рэй совершенно безэмоциональным голосом. И если бы не шипящие звуки, которые он издавал при соприкосновении пальца и его ранки, я бы подумал, что он зомби.</w:t>
      </w:r>
    </w:p>
    <w:p w:rsidR="003735BC" w:rsidRDefault="003735BC" w:rsidP="009179FA">
      <w:pPr>
        <w:ind w:firstLine="720"/>
        <w:jc w:val="both"/>
      </w:pPr>
      <w:r>
        <w:t xml:space="preserve">      - И на кого упал? – совершенно будничным тоном поинтересовался монстр и начал ощупывать бока своей новой жертвы.</w:t>
      </w:r>
    </w:p>
    <w:p w:rsidR="003735BC" w:rsidRDefault="003735BC" w:rsidP="009179FA">
      <w:pPr>
        <w:ind w:firstLine="720"/>
        <w:jc w:val="both"/>
      </w:pPr>
      <w:r>
        <w:t xml:space="preserve">      Рэй зашипел от сильного нажатия на пострадавшую часть тела. Подпрыгиваю на месте.</w:t>
      </w:r>
    </w:p>
    <w:p w:rsidR="003735BC" w:rsidRDefault="003735BC" w:rsidP="009179FA">
      <w:pPr>
        <w:ind w:firstLine="720"/>
        <w:jc w:val="both"/>
      </w:pPr>
      <w:r>
        <w:t xml:space="preserve">      - Сидеть, – на меня рявкнули сразу оба. Я сел.</w:t>
      </w:r>
    </w:p>
    <w:p w:rsidR="003735BC" w:rsidRDefault="003735BC" w:rsidP="009179FA">
      <w:pPr>
        <w:ind w:firstLine="720"/>
        <w:jc w:val="both"/>
      </w:pPr>
      <w:r>
        <w:t xml:space="preserve">      - Тебе никуда не пора? – слишком нежно спросил Рэй, продолжая буравить меня взглядом.</w:t>
      </w:r>
    </w:p>
    <w:p w:rsidR="003735BC" w:rsidRDefault="003735BC" w:rsidP="009179FA">
      <w:pPr>
        <w:ind w:firstLine="720"/>
        <w:jc w:val="both"/>
      </w:pPr>
      <w:r>
        <w:t xml:space="preserve">      - А может, я останусь? – этот заигрывающий тон заставил меня вздрогнуть.</w:t>
      </w:r>
    </w:p>
    <w:p w:rsidR="003735BC" w:rsidRDefault="003735BC" w:rsidP="009179FA">
      <w:pPr>
        <w:ind w:firstLine="720"/>
        <w:jc w:val="both"/>
      </w:pPr>
      <w:r>
        <w:t xml:space="preserve">      - Изыди, – холодный шепот прямо Лизке в лицо. </w:t>
      </w:r>
    </w:p>
    <w:p w:rsidR="003735BC" w:rsidRDefault="003735BC" w:rsidP="009179FA">
      <w:pPr>
        <w:ind w:firstLine="720"/>
        <w:jc w:val="both"/>
      </w:pPr>
      <w:r>
        <w:t xml:space="preserve">      - Ах, как жаль, как жаль. Где-то рядом бродил Петруша. Пойду, составлю ему компанию, а то твой малыш меня слишком распалил. Кстати, ребра у тебя целы, трахайтесь на здоровье.</w:t>
      </w:r>
    </w:p>
    <w:p w:rsidR="003735BC" w:rsidRDefault="003735BC" w:rsidP="009179FA">
      <w:pPr>
        <w:ind w:firstLine="720"/>
        <w:jc w:val="both"/>
      </w:pPr>
      <w:r>
        <w:t xml:space="preserve">      Прежде чем мы успели переварить информацию, эта отрыжка природы упорхнула, аккуратно прикрыв за собой дверь.</w:t>
      </w:r>
    </w:p>
    <w:p w:rsidR="003735BC" w:rsidRDefault="003735BC" w:rsidP="009179FA">
      <w:pPr>
        <w:ind w:firstLine="720"/>
        <w:jc w:val="both"/>
      </w:pPr>
      <w:r>
        <w:t xml:space="preserve">      В какой-то момент весь страх и все переживания выливаются в истерический смех. Рэй смотрит на меня как на идиота. Ни один мускул на его лице не дрогнул, а я уже булькаю от смеха, стараясь делать это как можно тише.</w:t>
      </w:r>
    </w:p>
    <w:p w:rsidR="003735BC" w:rsidRDefault="003735BC" w:rsidP="009179FA">
      <w:pPr>
        <w:ind w:firstLine="720"/>
        <w:jc w:val="both"/>
      </w:pPr>
      <w:r>
        <w:t xml:space="preserve">      Шаг ко мне, и смех резко обрывается. Еще один. Глаза в глаза. Дикая страсть, вперемешку со злобой и нежностью. Дрожь по всему телу от предвкушения. Тело откликается раньше, чем мозг. Возбуждение накатывает волнами. Еще один шаг. Он совсем рядом. Садится на корточки напротив меня, не отпуская моего взгляда. Чувствую, что краснею, но упрямо смотрю на него.</w:t>
      </w:r>
    </w:p>
    <w:p w:rsidR="003735BC" w:rsidRDefault="003735BC" w:rsidP="009179FA">
      <w:pPr>
        <w:ind w:firstLine="720"/>
        <w:jc w:val="both"/>
      </w:pPr>
      <w:r>
        <w:t xml:space="preserve">      - Еще раз увижу у тебя эрекцию на другого мужика – кастрирую, - сказано таким тоном, будто это приказ. Каждое слово идеально произнесено. Жестко, немного грубо. И я начинаю возбуждаться еще сильнее.</w:t>
      </w:r>
    </w:p>
    <w:p w:rsidR="003735BC" w:rsidRDefault="003735BC" w:rsidP="009179FA">
      <w:pPr>
        <w:ind w:firstLine="720"/>
        <w:jc w:val="both"/>
      </w:pPr>
      <w:r>
        <w:t xml:space="preserve">      - Мужика кастрируешь? – мой голос слишком возбужденный, слишком развратный, такой, что становится стыдно.</w:t>
      </w:r>
    </w:p>
    <w:p w:rsidR="003735BC" w:rsidRDefault="003735BC" w:rsidP="009179FA">
      <w:pPr>
        <w:ind w:firstLine="720"/>
        <w:jc w:val="both"/>
      </w:pPr>
      <w:r>
        <w:t xml:space="preserve">      - Тебя, – шепот в самые губы. Слишком жарко. Все внутри как-будто сжалось в пружину. И я не выдерживаю первым. Целую его, обхватив его лицо ладонями. Как горячо, мокро, сладко. Он сразу отвечает мне, берет мой язык в жаркий плен своего рта. Он не перехватывает инициативу, позволяет мне делать все, что я хочу. А хочу я большего. </w:t>
      </w:r>
    </w:p>
    <w:p w:rsidR="003735BC" w:rsidRDefault="003735BC" w:rsidP="009179FA">
      <w:pPr>
        <w:ind w:firstLine="720"/>
        <w:jc w:val="both"/>
      </w:pPr>
      <w:r>
        <w:t xml:space="preserve">      Я знаю, что ему больно из-за ранки на губе, но остановиться уже нет сил. Момент, и я оказываюсь лежащим на диване с широко расставленными ногами. И снова инициатива перешла к нему. Я не против, я только за. Ощущение лежащего на мне горячего тела возбуждает еще сильнее. Поцелуи более страстные, объятья более горячие. Слишком хорошо, но мало. Стон срывается с моих губ и тонет в поцелуе. Начинаю тереться пахом о его такой же возбужденный член. Одежда доставляет ощутимый дискомфорт.</w:t>
      </w:r>
    </w:p>
    <w:p w:rsidR="003735BC" w:rsidRDefault="003735BC" w:rsidP="009179FA">
      <w:pPr>
        <w:ind w:firstLine="720"/>
        <w:jc w:val="both"/>
      </w:pPr>
      <w:r>
        <w:t xml:space="preserve">      Его руки повсюду. Куртка отброшена, футболка задрана до самой шеи. Соски припухли и стали еще более чувствительными от поцелуев и покусываний. Возбуждение зашкаливает. Этого мало.</w:t>
      </w:r>
    </w:p>
    <w:p w:rsidR="003735BC" w:rsidRDefault="003735BC" w:rsidP="009179FA">
      <w:pPr>
        <w:ind w:firstLine="720"/>
        <w:jc w:val="both"/>
      </w:pPr>
      <w:r>
        <w:t xml:space="preserve">      - Хочу тебя, - шепот срывается с моих губ.</w:t>
      </w:r>
    </w:p>
    <w:p w:rsidR="003735BC" w:rsidRDefault="003735BC" w:rsidP="009179FA">
      <w:pPr>
        <w:ind w:firstLine="720"/>
        <w:jc w:val="both"/>
      </w:pPr>
      <w:r>
        <w:t xml:space="preserve">      Я надеюсь, что он меня не слышал, но он услышал.</w:t>
      </w:r>
    </w:p>
    <w:p w:rsidR="003735BC" w:rsidRDefault="003735BC" w:rsidP="009179FA">
      <w:pPr>
        <w:ind w:firstLine="720"/>
        <w:jc w:val="both"/>
      </w:pPr>
      <w:r>
        <w:t xml:space="preserve">      Резкий рывок, и мои штаны летят на пол. За ними следуют и его. Затем его футболка. Как он красив. Там, в темноте, не было возможности рассмотреть его, зато сейчас могу себе это позволить. Широкие плечи, подтянутый живот с выступающими кубиками пресса, рельефные руки, длинные стройные ноги и охуенный член. Розовая головка истекает смазкой, упругий и достаточно толстый ствол прижат к животу. Я хочу облизать каждую выступающую на нем венку. Слизать сочащийся из него сок, но мне не позволяют этого, заведя одной рукой мои руки за голову. Мой недовольный стон тонет в новом страстном поцелуе-укусе.</w:t>
      </w:r>
    </w:p>
    <w:p w:rsidR="003735BC" w:rsidRDefault="003735BC" w:rsidP="009179FA">
      <w:pPr>
        <w:ind w:firstLine="720"/>
        <w:jc w:val="both"/>
      </w:pPr>
      <w:r>
        <w:t xml:space="preserve">      - У тебя на животе и боках синяки, больно? – выговорить удается не сразу.</w:t>
      </w:r>
    </w:p>
    <w:p w:rsidR="003735BC" w:rsidRDefault="003735BC" w:rsidP="009179FA">
      <w:pPr>
        <w:ind w:firstLine="720"/>
        <w:jc w:val="both"/>
      </w:pPr>
      <w:r>
        <w:t xml:space="preserve">      Понимаю, что спрашивать, откуда они взялись, нет смысла. Он не ответит.</w:t>
      </w:r>
    </w:p>
    <w:p w:rsidR="003735BC" w:rsidRDefault="003735BC" w:rsidP="009179FA">
      <w:pPr>
        <w:ind w:firstLine="720"/>
        <w:jc w:val="both"/>
      </w:pPr>
      <w:r>
        <w:t xml:space="preserve">      - Уже нет.</w:t>
      </w:r>
    </w:p>
    <w:p w:rsidR="003735BC" w:rsidRDefault="003735BC" w:rsidP="009179FA">
      <w:pPr>
        <w:ind w:firstLine="720"/>
        <w:jc w:val="both"/>
      </w:pPr>
      <w:r>
        <w:t xml:space="preserve">      Ох, лучше бы он молчал. Хочу его еще сильнее. Кажется, я могу кончить только от одного его голоса.</w:t>
      </w:r>
    </w:p>
    <w:p w:rsidR="003735BC" w:rsidRDefault="003735BC" w:rsidP="009179FA">
      <w:pPr>
        <w:ind w:firstLine="720"/>
        <w:jc w:val="both"/>
      </w:pPr>
      <w:r>
        <w:t xml:space="preserve">      Прежде чем успеваю что-то сказать, у меня во рту оказываются два его пальца. Посасываю их, обильно смазывая слюной, и делаю это с таким кайфом, что, кажется, увлекся. Слышу, сдавленный рык и пальцы покидают мой рот. Только сейчас замечаю, в какой лежу блядской позе. С широко разведенными коленями, с колом стоящим членом, истекающим смазкой, припухшими сосками и искусанными губами. </w:t>
      </w:r>
    </w:p>
    <w:p w:rsidR="003735BC" w:rsidRDefault="003735BC" w:rsidP="009179FA">
      <w:pPr>
        <w:ind w:firstLine="720"/>
        <w:jc w:val="both"/>
      </w:pPr>
      <w:r>
        <w:t xml:space="preserve">      Вскидываю голову вверх и рвано выдыхаю, когда в меня проникают сразу два пальца. Мне не больно. Немного тянет внизу живота, и от того, кто растягивает меня, становится еще жарче. Рэй целует меня везде, где можно и где нельзя. Когда он обхватывает губами мой член, мне хватает всего пары резких движений, чтобы со стоном кончить ему в рот. Легкая пустота в голове. Как хорошо. Открываю глаза и вижу, как Рэй улыбается и облизывает свои перепачканные губы. Возбуждение накатывает с новой силой. Хочу еще. Мне мало...</w:t>
      </w:r>
    </w:p>
    <w:p w:rsidR="003735BC" w:rsidRDefault="003735BC" w:rsidP="009179FA">
      <w:pPr>
        <w:ind w:firstLine="720"/>
        <w:jc w:val="both"/>
      </w:pPr>
      <w:r>
        <w:t xml:space="preserve">      Он целует меня. Нежно, медленно. Поцелуй с привкусом моей спермы на его языке. И я вылизываю его рот, везде, где могу дотянуться. Это возбуждает еще сильнее.</w:t>
      </w:r>
    </w:p>
    <w:p w:rsidR="003735BC" w:rsidRDefault="003735BC" w:rsidP="009179FA">
      <w:pPr>
        <w:ind w:firstLine="720"/>
        <w:jc w:val="both"/>
      </w:pPr>
      <w:r>
        <w:t xml:space="preserve">      Увлекся и не почувствовал, как пальцы покинули меня, а на их место пришел член. Он вошел в расслабленные мышцы резко и до упора. Легкая боль пронзила все тело. Он целует меня в шею, гладит бедра, как бы успокаивая, давая привыкнуть, и я благодарен ему за это.</w:t>
      </w:r>
    </w:p>
    <w:p w:rsidR="003735BC" w:rsidRDefault="003735BC" w:rsidP="009179FA">
      <w:pPr>
        <w:ind w:firstLine="720"/>
        <w:jc w:val="both"/>
      </w:pPr>
      <w:r>
        <w:t xml:space="preserve">      - Малыш, не могу больше… хочу.</w:t>
      </w:r>
    </w:p>
    <w:p w:rsidR="003735BC" w:rsidRDefault="003735BC" w:rsidP="009179FA">
      <w:pPr>
        <w:ind w:firstLine="720"/>
        <w:jc w:val="both"/>
      </w:pPr>
      <w:r>
        <w:t xml:space="preserve">      И толчок. До упора и снова назад.</w:t>
      </w:r>
    </w:p>
    <w:p w:rsidR="003735BC" w:rsidRDefault="003735BC" w:rsidP="009179FA">
      <w:pPr>
        <w:ind w:firstLine="720"/>
        <w:jc w:val="both"/>
      </w:pPr>
      <w:r>
        <w:t xml:space="preserve">      Его стон, мой стон. Движения резкие. Мои руки на свободе. Сразу обхватываю его за шею, притягивая к себе. Приподнимает мою попу, чтобы удобнее было входить. Толчок, и он задевает чувствительную точку глубоко внутри меня. Стоны все менее сдержанные. Еще один толчок. Снова в цель. Слишком хорошо. Каждое движение доставляет неземное наслаждение.</w:t>
      </w:r>
    </w:p>
    <w:p w:rsidR="003735BC" w:rsidRDefault="003735BC" w:rsidP="009179FA">
      <w:pPr>
        <w:ind w:firstLine="720"/>
        <w:jc w:val="both"/>
      </w:pPr>
      <w:r>
        <w:t xml:space="preserve">      - Я щас… - договорить нет сил, да это и не нужно. Он знает, что я на пределе. Он тоже. Я вижу это. Капельки пота стекают по груди и вискам. Глаза горят. Как он прекрасен.</w:t>
      </w:r>
    </w:p>
    <w:p w:rsidR="003735BC" w:rsidRDefault="003735BC" w:rsidP="009179FA">
      <w:pPr>
        <w:ind w:firstLine="720"/>
        <w:jc w:val="both"/>
      </w:pPr>
      <w:r>
        <w:t xml:space="preserve">      Мой член обхватывают рукой и двигают по нему в такт движению бедер.</w:t>
      </w:r>
    </w:p>
    <w:p w:rsidR="003735BC" w:rsidRDefault="003735BC" w:rsidP="009179FA">
      <w:pPr>
        <w:ind w:firstLine="720"/>
        <w:jc w:val="both"/>
      </w:pPr>
      <w:r>
        <w:t xml:space="preserve">      - Мой! – шепот, но я его слышу и кончаю с его именем на устах.</w:t>
      </w:r>
    </w:p>
    <w:p w:rsidR="003735BC" w:rsidRDefault="003735BC" w:rsidP="009179FA">
      <w:pPr>
        <w:ind w:firstLine="720"/>
        <w:jc w:val="both"/>
      </w:pPr>
      <w:r>
        <w:t>Пара резких движений. Его рык и он изливается глубоко внутри меня. Падает сверху, размазывая мое семя по нам обоим.</w:t>
      </w:r>
    </w:p>
    <w:p w:rsidR="003735BC" w:rsidRDefault="003735BC" w:rsidP="009179FA">
      <w:pPr>
        <w:ind w:firstLine="720"/>
        <w:jc w:val="both"/>
      </w:pPr>
      <w:r>
        <w:t xml:space="preserve">      - Рэй? – зову его.</w:t>
      </w:r>
    </w:p>
    <w:p w:rsidR="003735BC" w:rsidRDefault="003735BC" w:rsidP="009179FA">
      <w:pPr>
        <w:ind w:firstLine="720"/>
        <w:jc w:val="both"/>
      </w:pPr>
      <w:r>
        <w:t xml:space="preserve">      - Ммм? – невнятное мычание куда-то в шею. Улыбка сама появляется на моем лице.</w:t>
      </w:r>
    </w:p>
    <w:p w:rsidR="003735BC" w:rsidRDefault="003735BC" w:rsidP="009179FA">
      <w:pPr>
        <w:ind w:firstLine="720"/>
        <w:jc w:val="both"/>
      </w:pPr>
      <w:r>
        <w:t xml:space="preserve">      - А сколько ты весишь?</w:t>
      </w:r>
    </w:p>
    <w:p w:rsidR="003735BC" w:rsidRDefault="003735BC" w:rsidP="009179FA">
      <w:pPr>
        <w:ind w:firstLine="720"/>
        <w:jc w:val="both"/>
      </w:pPr>
      <w:r>
        <w:t xml:space="preserve">      - Где-то семьдесят, а что? – голос ленивый, но в нем слышится интерес.</w:t>
      </w:r>
    </w:p>
    <w:p w:rsidR="003735BC" w:rsidRDefault="003735BC" w:rsidP="009179FA">
      <w:pPr>
        <w:ind w:firstLine="720"/>
        <w:jc w:val="both"/>
      </w:pPr>
      <w:r>
        <w:t xml:space="preserve">      - А член у тебя большой? – я - сама серьезность.</w:t>
      </w:r>
    </w:p>
    <w:p w:rsidR="003735BC" w:rsidRDefault="003735BC" w:rsidP="009179FA">
      <w:pPr>
        <w:ind w:firstLine="720"/>
        <w:jc w:val="both"/>
      </w:pPr>
      <w:r>
        <w:t xml:space="preserve">      Голова оторвалась от обслюнявливания моей шеи и с интересом смотрит на меня.</w:t>
      </w:r>
    </w:p>
    <w:p w:rsidR="003735BC" w:rsidRDefault="003735BC" w:rsidP="009179FA">
      <w:pPr>
        <w:ind w:firstLine="720"/>
        <w:jc w:val="both"/>
      </w:pPr>
      <w:r>
        <w:t xml:space="preserve">      - Большой!</w:t>
      </w:r>
    </w:p>
    <w:p w:rsidR="003735BC" w:rsidRDefault="003735BC" w:rsidP="009179FA">
      <w:pPr>
        <w:ind w:firstLine="720"/>
        <w:jc w:val="both"/>
      </w:pPr>
      <w:r>
        <w:t xml:space="preserve">      Какой гордый.</w:t>
      </w:r>
    </w:p>
    <w:p w:rsidR="003735BC" w:rsidRDefault="003735BC" w:rsidP="009179FA">
      <w:pPr>
        <w:ind w:firstLine="720"/>
        <w:jc w:val="both"/>
      </w:pPr>
      <w:r>
        <w:t xml:space="preserve">      - А хочешь, чтобы мне стало очень хорошо?</w:t>
      </w:r>
    </w:p>
    <w:p w:rsidR="003735BC" w:rsidRDefault="003735BC" w:rsidP="009179FA">
      <w:pPr>
        <w:ind w:firstLine="720"/>
        <w:jc w:val="both"/>
      </w:pPr>
      <w:r>
        <w:t xml:space="preserve">      - А щас тебе что, не очень хорошо было? – удивление в голосе с нотками недоверия.</w:t>
      </w:r>
    </w:p>
    <w:p w:rsidR="003735BC" w:rsidRDefault="003735BC" w:rsidP="009179FA">
      <w:pPr>
        <w:ind w:firstLine="720"/>
        <w:jc w:val="both"/>
      </w:pPr>
      <w:r>
        <w:t xml:space="preserve">      - Ну? Так хочешь меня осчастливить?</w:t>
      </w:r>
    </w:p>
    <w:p w:rsidR="003735BC" w:rsidRDefault="003735BC" w:rsidP="009179FA">
      <w:pPr>
        <w:ind w:firstLine="720"/>
        <w:jc w:val="both"/>
      </w:pPr>
      <w:r>
        <w:t xml:space="preserve">      Глаза честные-честные.</w:t>
      </w:r>
    </w:p>
    <w:p w:rsidR="003735BC" w:rsidRDefault="003735BC" w:rsidP="009179FA">
      <w:pPr>
        <w:ind w:firstLine="720"/>
        <w:jc w:val="both"/>
      </w:pPr>
      <w:r>
        <w:t xml:space="preserve">      - Конечно, малыш, что ты хочешь?</w:t>
      </w:r>
    </w:p>
    <w:p w:rsidR="003735BC" w:rsidRDefault="003735BC" w:rsidP="009179FA">
      <w:pPr>
        <w:ind w:firstLine="720"/>
        <w:jc w:val="both"/>
      </w:pPr>
      <w:r>
        <w:t xml:space="preserve">      - Вытащи из меня свой большой член и слезь с меня, ты, блядь, тяжелый, – шепотом ему в лицо. Начинаю ржать, сотрясаясь в конвульсиях и издавая неизвестные природе звуки.</w:t>
      </w:r>
    </w:p>
    <w:p w:rsidR="003735BC" w:rsidRDefault="003735BC" w:rsidP="009179FA">
      <w:pPr>
        <w:ind w:firstLine="720"/>
        <w:jc w:val="both"/>
      </w:pPr>
      <w:r>
        <w:t xml:space="preserve">      - Трахну, – рык в самые губы. </w:t>
      </w:r>
    </w:p>
    <w:p w:rsidR="003735BC" w:rsidRDefault="003735BC" w:rsidP="009179FA">
      <w:pPr>
        <w:ind w:firstLine="720"/>
        <w:jc w:val="both"/>
      </w:pPr>
      <w:r>
        <w:t xml:space="preserve">      Смех пропал и чувствую, что завтра ему придется носить меня на руках.</w:t>
      </w: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r>
        <w:t>Часть 9</w:t>
      </w:r>
    </w:p>
    <w:p w:rsidR="003735BC" w:rsidRDefault="003735BC" w:rsidP="009179FA">
      <w:pPr>
        <w:ind w:firstLine="720"/>
        <w:jc w:val="both"/>
      </w:pPr>
      <w:r>
        <w:t>ГЛАВА 9</w:t>
      </w:r>
    </w:p>
    <w:p w:rsidR="003735BC" w:rsidRDefault="003735BC" w:rsidP="009179FA">
      <w:pPr>
        <w:ind w:firstLine="720"/>
        <w:jc w:val="both"/>
      </w:pPr>
    </w:p>
    <w:p w:rsidR="003735BC" w:rsidRDefault="003735BC" w:rsidP="009179FA">
      <w:pPr>
        <w:ind w:firstLine="720"/>
        <w:jc w:val="both"/>
      </w:pPr>
      <w:r>
        <w:t>POV Рэя.</w:t>
      </w:r>
    </w:p>
    <w:p w:rsidR="003735BC" w:rsidRDefault="003735BC" w:rsidP="009179FA">
      <w:pPr>
        <w:ind w:firstLine="720"/>
        <w:jc w:val="both"/>
      </w:pPr>
    </w:p>
    <w:p w:rsidR="003735BC" w:rsidRDefault="003735BC" w:rsidP="009179FA">
      <w:pPr>
        <w:ind w:firstLine="720"/>
        <w:jc w:val="both"/>
      </w:pPr>
      <w:r>
        <w:t xml:space="preserve">      Из нежной дремоты меня выдернул приглушенный хлопок. Сигнальная ракета. Подлетаю к окну. Отсюда видно, как на ясном небе зажегся синий огонек. Кого-то нашли. Значит, у нас есть возможность добраться до нужного места. Судя по карте, это где-то метрах в 600-700 отсюда. Медлить нельзя.</w:t>
      </w:r>
    </w:p>
    <w:p w:rsidR="003735BC" w:rsidRDefault="003735BC" w:rsidP="009179FA">
      <w:pPr>
        <w:ind w:firstLine="720"/>
        <w:jc w:val="both"/>
      </w:pPr>
      <w:r>
        <w:t xml:space="preserve">      - Май, вставай, нужно спе… - договорить я не смог, заржав самым неподобающим образом.</w:t>
      </w:r>
    </w:p>
    <w:p w:rsidR="003735BC" w:rsidRDefault="003735BC" w:rsidP="009179FA">
      <w:pPr>
        <w:ind w:firstLine="720"/>
        <w:jc w:val="both"/>
      </w:pPr>
      <w:r>
        <w:t xml:space="preserve">      На полу лежало мило-злобное чудо в своей любимой позе, каком кверху. Видимо, когда я вскочил, он грохнулся с дивана. Нехорошо получилось. Надо исправлять.</w:t>
      </w:r>
    </w:p>
    <w:p w:rsidR="003735BC" w:rsidRDefault="003735BC" w:rsidP="009179FA">
      <w:pPr>
        <w:ind w:firstLine="720"/>
        <w:jc w:val="both"/>
      </w:pPr>
      <w:r>
        <w:t xml:space="preserve">      - Маюшка, малыш, давай я тебе помогу? </w:t>
      </w:r>
    </w:p>
    <w:p w:rsidR="003735BC" w:rsidRDefault="003735BC" w:rsidP="009179FA">
      <w:pPr>
        <w:ind w:firstLine="720"/>
        <w:jc w:val="both"/>
      </w:pPr>
      <w:r>
        <w:t xml:space="preserve">      - Сейчас тебе помощь понадобится. Иди сюда, уебище ты мое прекрасное.</w:t>
      </w:r>
    </w:p>
    <w:p w:rsidR="003735BC" w:rsidRDefault="003735BC" w:rsidP="009179FA">
      <w:pPr>
        <w:ind w:firstLine="720"/>
        <w:jc w:val="both"/>
      </w:pPr>
      <w:r>
        <w:t xml:space="preserve">      И эта эротическая конструкция медленно начинает движение ко мне.</w:t>
      </w:r>
    </w:p>
    <w:p w:rsidR="003735BC" w:rsidRDefault="003735BC" w:rsidP="009179FA">
      <w:pPr>
        <w:ind w:firstLine="720"/>
        <w:jc w:val="both"/>
      </w:pPr>
      <w:r>
        <w:t xml:space="preserve">      - Я тебе вчера что говорил? Что, я тебя спрашиваю? – так эротично на меня еще не шипели.</w:t>
      </w:r>
    </w:p>
    <w:p w:rsidR="003735BC" w:rsidRDefault="003735BC" w:rsidP="009179FA">
      <w:pPr>
        <w:ind w:firstLine="720"/>
        <w:jc w:val="both"/>
      </w:pPr>
      <w:r>
        <w:t xml:space="preserve">      - Что второй раз будет явно лишний и что у тебя попа болеть будет. </w:t>
      </w:r>
    </w:p>
    <w:p w:rsidR="003735BC" w:rsidRDefault="003735BC" w:rsidP="009179FA">
      <w:pPr>
        <w:ind w:firstLine="720"/>
        <w:jc w:val="both"/>
      </w:pPr>
      <w:r>
        <w:t xml:space="preserve">      Улыбка осветила мое лицо, что не ускользнуло от внимания пострадавшего.</w:t>
      </w:r>
    </w:p>
    <w:p w:rsidR="003735BC" w:rsidRDefault="003735BC" w:rsidP="009179FA">
      <w:pPr>
        <w:ind w:firstLine="720"/>
        <w:jc w:val="both"/>
      </w:pPr>
      <w:r>
        <w:t xml:space="preserve">      - Тебе смешно, скотина? Хочу, говорит, не могу, я аккуратно. Да на мне живого места нет, сволочь ты ненасытная. </w:t>
      </w:r>
    </w:p>
    <w:p w:rsidR="003735BC" w:rsidRDefault="003735BC" w:rsidP="009179FA">
      <w:pPr>
        <w:ind w:firstLine="720"/>
        <w:jc w:val="both"/>
      </w:pPr>
      <w:r>
        <w:t xml:space="preserve">      В глазах такая вселенская обида, что даже у меня сердце ёкнуло, а потом вспомнил, как он метался подо мной и просил ещё, и все как рукой сняло, ну кроме нахлынувшего возбуждения.</w:t>
      </w:r>
    </w:p>
    <w:p w:rsidR="003735BC" w:rsidRDefault="003735BC" w:rsidP="009179FA">
      <w:pPr>
        <w:ind w:firstLine="720"/>
        <w:jc w:val="both"/>
      </w:pPr>
      <w:r>
        <w:t xml:space="preserve">      - Малыш, если ты и дальше будешь находиться в такой позе, то непременно последует и третий раз, – хотел сказать это беззаботно, но дрогнувший голос меня выдал. Вон как шустро сел на свою многострадальную попку и начал одеваться.</w:t>
      </w:r>
    </w:p>
    <w:p w:rsidR="003735BC" w:rsidRDefault="003735BC" w:rsidP="009179FA">
      <w:pPr>
        <w:ind w:firstLine="720"/>
        <w:jc w:val="both"/>
      </w:pPr>
      <w:r>
        <w:t xml:space="preserve">      - Убью, гада. </w:t>
      </w:r>
    </w:p>
    <w:p w:rsidR="003735BC" w:rsidRDefault="003735BC" w:rsidP="009179FA">
      <w:pPr>
        <w:ind w:firstLine="720"/>
        <w:jc w:val="both"/>
      </w:pPr>
      <w:r>
        <w:t xml:space="preserve">      - Это конечно. Кстати, если не закроешь рот, я найду ему отличное применение.</w:t>
      </w:r>
    </w:p>
    <w:p w:rsidR="003735BC" w:rsidRDefault="003735BC" w:rsidP="009179FA">
      <w:pPr>
        <w:ind w:firstLine="720"/>
        <w:jc w:val="both"/>
      </w:pPr>
      <w:r>
        <w:t xml:space="preserve">      Завис, отлично.</w:t>
      </w:r>
    </w:p>
    <w:p w:rsidR="003735BC" w:rsidRDefault="003735BC" w:rsidP="009179FA">
      <w:pPr>
        <w:ind w:firstLine="720"/>
        <w:jc w:val="both"/>
      </w:pPr>
      <w:r>
        <w:t xml:space="preserve">      - Нам нужно торопиться. Пока водящий занят, у нас есть шанс прошмыгнуть. Готов?</w:t>
      </w:r>
    </w:p>
    <w:p w:rsidR="003735BC" w:rsidRDefault="003735BC" w:rsidP="009179FA">
      <w:pPr>
        <w:ind w:firstLine="720"/>
        <w:jc w:val="both"/>
      </w:pPr>
      <w:r>
        <w:t xml:space="preserve">      - Да. </w:t>
      </w:r>
    </w:p>
    <w:p w:rsidR="003735BC" w:rsidRDefault="003735BC" w:rsidP="009179FA">
      <w:pPr>
        <w:ind w:firstLine="720"/>
        <w:jc w:val="both"/>
      </w:pPr>
      <w:r>
        <w:t xml:space="preserve">      Обиделся-таки.</w:t>
      </w:r>
    </w:p>
    <w:p w:rsidR="003735BC" w:rsidRDefault="003735BC" w:rsidP="009179FA">
      <w:pPr>
        <w:ind w:firstLine="720"/>
        <w:jc w:val="both"/>
      </w:pPr>
      <w:r>
        <w:t xml:space="preserve">      - Передвигаемся быстро и по возможности незаметно.</w:t>
      </w:r>
    </w:p>
    <w:p w:rsidR="003735BC" w:rsidRDefault="003735BC" w:rsidP="009179FA">
      <w:pPr>
        <w:ind w:firstLine="720"/>
        <w:jc w:val="both"/>
      </w:pPr>
      <w:r>
        <w:t xml:space="preserve">      - Давай я тебе в задницу дубинку засуну, а потом заставлю незаметно бегать?</w:t>
      </w:r>
    </w:p>
    <w:p w:rsidR="003735BC" w:rsidRDefault="003735BC" w:rsidP="009179FA">
      <w:pPr>
        <w:ind w:firstLine="720"/>
        <w:jc w:val="both"/>
      </w:pPr>
      <w:r>
        <w:t xml:space="preserve">      Маленькая дрянь.</w:t>
      </w:r>
    </w:p>
    <w:p w:rsidR="003735BC" w:rsidRDefault="003735BC" w:rsidP="009179FA">
      <w:pPr>
        <w:ind w:firstLine="720"/>
        <w:jc w:val="both"/>
      </w:pPr>
      <w:r>
        <w:t xml:space="preserve">      Уже на ходу подхватываю свой рюкзак, и проходя мимо него, нежно чмокаю в нос. Шипение, протесты и, кажется, маты в мой адрес, но мне уже не до этого. Я снова в игре. Снова нужно быть внимательным и предельно осторожным. Адреналин небольшими порциями выплескивается в кровь. Я ощущаю его - и это кайф.</w:t>
      </w:r>
    </w:p>
    <w:p w:rsidR="003735BC" w:rsidRDefault="003735BC" w:rsidP="009179FA">
      <w:pPr>
        <w:ind w:firstLine="720"/>
        <w:jc w:val="both"/>
      </w:pPr>
      <w:r>
        <w:t xml:space="preserve">      Вопреки всем моим прогнозам, Май не скулит. Он движется быстро и тихо, насколько это возможно. И если бы не теплая ладошка в моей руке, я бы подумал, что он отстал. У него сильный характер. Это видно невооруженным взглядом. Даже если ему больно, он терпит, потому что так надо. Потому что он сильный. И я еще больше начинаю его уважать.</w:t>
      </w:r>
    </w:p>
    <w:p w:rsidR="003735BC" w:rsidRDefault="003735BC" w:rsidP="009179FA">
      <w:pPr>
        <w:ind w:firstLine="720"/>
        <w:jc w:val="both"/>
      </w:pPr>
      <w:r>
        <w:t xml:space="preserve">      Выходим с черного входа. Оглядеться по сторонам. Чисто. Бег до ближайшего домика. Затаиться на фоне темных стен. Снова проверить обзор и снова бег до следующего укрытия. Днем звуки не так слышны, зато видимость лучше. Нас легче найти. </w:t>
      </w:r>
    </w:p>
    <w:p w:rsidR="003735BC" w:rsidRDefault="003735BC" w:rsidP="009179FA">
      <w:pPr>
        <w:ind w:firstLine="720"/>
        <w:jc w:val="both"/>
      </w:pPr>
      <w:r>
        <w:t xml:space="preserve">      Строение, где жили вожатые. Оно все такое же. Сколько я провел здесь жарких ночей. Ностальгия. Тень в лесу неподалеку от нас выдергивает меня из воспоминаний. Плохо дело.</w:t>
      </w:r>
    </w:p>
    <w:p w:rsidR="003735BC" w:rsidRDefault="003735BC" w:rsidP="009179FA">
      <w:pPr>
        <w:ind w:firstLine="720"/>
        <w:jc w:val="both"/>
      </w:pPr>
      <w:r>
        <w:t xml:space="preserve">      Свет от фонарика дает двойной сигнал. Это свои. Вздох облегчения и снова бег. Сейчас нет времени даже на осторожность.</w:t>
      </w:r>
    </w:p>
    <w:p w:rsidR="003735BC" w:rsidRDefault="003735BC" w:rsidP="009179FA">
      <w:pPr>
        <w:ind w:firstLine="720"/>
        <w:jc w:val="both"/>
      </w:pPr>
      <w:r>
        <w:t xml:space="preserve">      Май дергает меня на себя и затаскивает за угол полуразрушенной детской площадки.</w:t>
      </w:r>
    </w:p>
    <w:p w:rsidR="003735BC" w:rsidRDefault="003735BC" w:rsidP="009179FA">
      <w:pPr>
        <w:ind w:firstLine="720"/>
        <w:jc w:val="both"/>
      </w:pPr>
      <w:r>
        <w:t xml:space="preserve">      - Ты что творишь? Если проиграем из-за тебя, то отрабатывать миллион будешь ты, – грозный шепот, на грани слышимости, и если бы не испепеляющий взгляд, я бы не понял, как он зол.</w:t>
      </w:r>
    </w:p>
    <w:p w:rsidR="003735BC" w:rsidRDefault="003735BC" w:rsidP="009179FA">
      <w:pPr>
        <w:ind w:firstLine="720"/>
        <w:jc w:val="both"/>
      </w:pPr>
      <w:r>
        <w:t xml:space="preserve">      - Неужели ты хочешь выиграть? – этот вопрос важен для меня.</w:t>
      </w:r>
    </w:p>
    <w:p w:rsidR="003735BC" w:rsidRDefault="003735BC" w:rsidP="009179FA">
      <w:pPr>
        <w:ind w:firstLine="720"/>
        <w:jc w:val="both"/>
      </w:pPr>
      <w:r>
        <w:t xml:space="preserve">      За все время игры я не видел особого рвения к участию. Он скорее плыл по течению. И то, что Май решил принять полноценное участие в игре, стало для меня неожиданностью.</w:t>
      </w:r>
    </w:p>
    <w:p w:rsidR="003735BC" w:rsidRDefault="003735BC" w:rsidP="009179FA">
      <w:pPr>
        <w:ind w:firstLine="720"/>
        <w:jc w:val="both"/>
      </w:pPr>
      <w:r>
        <w:t xml:space="preserve">      - Я всегда довожу дело до конца. Если ты меня притащил сюда, значит, я выиграю эту гребаную игру. Я никогда не проигрываю, запомни это, – сказано это с такой уверенностью, что не поверить просто нельзя. И я верю. Каждому его слову.</w:t>
      </w:r>
    </w:p>
    <w:p w:rsidR="003735BC" w:rsidRDefault="003735BC" w:rsidP="009179FA">
      <w:pPr>
        <w:ind w:firstLine="720"/>
        <w:jc w:val="both"/>
      </w:pPr>
      <w:r>
        <w:t xml:space="preserve">      За всю игру он ни разу меня не подвел. Всегда шел следом. Падал, поднимался и шел дальше. А как он достал ключ?! Я ведь думал, что он утонул там. Я не уверен даже, что сам бы справился, а он просто взял и сделал. Даже сейчас, с больной задницей, он держится молодцом. Хотя я знаю, что ему больно. Как же я недооценивал его. И эта моя ошибка. Сейчас передо мной не наивный подросток, а сильный мужчина. И я горжусь им.</w:t>
      </w:r>
    </w:p>
    <w:p w:rsidR="003735BC" w:rsidRDefault="003735BC" w:rsidP="009179FA">
      <w:pPr>
        <w:ind w:firstLine="720"/>
        <w:jc w:val="both"/>
      </w:pPr>
      <w:r>
        <w:t xml:space="preserve">      - Смотри.</w:t>
      </w:r>
    </w:p>
    <w:p w:rsidR="003735BC" w:rsidRDefault="003735BC" w:rsidP="009179FA">
      <w:pPr>
        <w:ind w:firstLine="720"/>
        <w:jc w:val="both"/>
      </w:pPr>
      <w:r>
        <w:t xml:space="preserve">      Я перевожу взгляд левее. Тройное мерцание фонарика и луч от него направлен вглубь леса.</w:t>
      </w:r>
    </w:p>
    <w:p w:rsidR="003735BC" w:rsidRDefault="003735BC" w:rsidP="009179FA">
      <w:pPr>
        <w:ind w:firstLine="720"/>
        <w:jc w:val="both"/>
      </w:pPr>
      <w:r>
        <w:t xml:space="preserve">      - Это значит, что водящий рядом. Там, в лесу, и движется чуть левее от нас.</w:t>
      </w:r>
    </w:p>
    <w:p w:rsidR="003735BC" w:rsidRDefault="003735BC" w:rsidP="009179FA">
      <w:pPr>
        <w:ind w:firstLine="720"/>
        <w:jc w:val="both"/>
      </w:pPr>
      <w:r>
        <w:t xml:space="preserve">      - Что будем делать? – голос совершенно серьезный и увлеченный.</w:t>
      </w:r>
    </w:p>
    <w:p w:rsidR="003735BC" w:rsidRDefault="003735BC" w:rsidP="009179FA">
      <w:pPr>
        <w:ind w:firstLine="720"/>
        <w:jc w:val="both"/>
      </w:pPr>
      <w:r>
        <w:t xml:space="preserve">      - Значит так, наш недостаток мы используем себе на руку, – договорить я не успел. Сигнальная ракета в воздух. Красная. Сердце ушло в пятки. Я видел, как Лизка бежал в ту сторону.</w:t>
      </w:r>
    </w:p>
    <w:p w:rsidR="003735BC" w:rsidRDefault="003735BC" w:rsidP="009179FA">
      <w:pPr>
        <w:ind w:firstLine="720"/>
        <w:jc w:val="both"/>
      </w:pPr>
      <w:r>
        <w:t xml:space="preserve">      - Так, малыш, я отвлекаю на себя внимание водящего. Твоя задача донести ключ до базы. Там здание. Два этажа. Тебе на крышу. Будь осторожен, оно достаточно старое, и по сторонам смотри, не зевай. На крыше ящик. В нем ракета. Открываешь ключом и стреляешь в воздух. И все. Сиди, жди меня. Все понял?</w:t>
      </w:r>
    </w:p>
    <w:p w:rsidR="003735BC" w:rsidRDefault="003735BC" w:rsidP="009179FA">
      <w:pPr>
        <w:ind w:firstLine="720"/>
        <w:jc w:val="both"/>
      </w:pPr>
      <w:r>
        <w:t xml:space="preserve">      В его глазах беспокойство.</w:t>
      </w:r>
    </w:p>
    <w:p w:rsidR="003735BC" w:rsidRDefault="003735BC" w:rsidP="009179FA">
      <w:pPr>
        <w:ind w:firstLine="720"/>
        <w:jc w:val="both"/>
      </w:pPr>
      <w:r>
        <w:t xml:space="preserve">      - Мы не обсудили мои проценты, – пытается шутить, но голос дрожит.</w:t>
      </w:r>
    </w:p>
    <w:p w:rsidR="003735BC" w:rsidRDefault="003735BC" w:rsidP="009179FA">
      <w:pPr>
        <w:ind w:firstLine="720"/>
        <w:jc w:val="both"/>
      </w:pPr>
      <w:r>
        <w:t xml:space="preserve">      Притягиваю его к себе и целую в губы. Нежно, почти невинно, и сразу отстраняюсь.</w:t>
      </w:r>
    </w:p>
    <w:p w:rsidR="003735BC" w:rsidRDefault="003735BC" w:rsidP="009179FA">
      <w:pPr>
        <w:ind w:firstLine="720"/>
        <w:jc w:val="both"/>
      </w:pPr>
      <w:r>
        <w:t xml:space="preserve">      - Ты справишься. </w:t>
      </w:r>
    </w:p>
    <w:p w:rsidR="003735BC" w:rsidRDefault="003735BC" w:rsidP="009179FA">
      <w:pPr>
        <w:ind w:firstLine="720"/>
        <w:jc w:val="both"/>
      </w:pPr>
      <w:r>
        <w:t xml:space="preserve">      И срываюсь с места. Меня не заметили. Бег по лесу кажется уже почти привычным. Дыхание учащается. Еще немного - и я слышу шум борьбы. Вылетев на поляну, замираю. Лизка лежит на спине. Губа разбита и, кажется, он не двигается. Сейчас он выглядит таким беззащитным. Над ним склоняется парень с палкой в руках и проверяет, жив ли он. </w:t>
      </w:r>
    </w:p>
    <w:p w:rsidR="003735BC" w:rsidRDefault="003735BC" w:rsidP="009179FA">
      <w:pPr>
        <w:ind w:firstLine="720"/>
        <w:jc w:val="both"/>
      </w:pPr>
      <w:r>
        <w:t xml:space="preserve">      Во мне поднимается волна гнева. Я знаю его. Это Илья. Самый неприметный из всех игроков. Он в игре всего два года. Ни с кем особо ни общается. В тихом омуте, как говорится. Он чуть ниже меня, но несколько крупнее. На моей стороне эффект неожиданности. Пара секунд, и я у него за спиной. Удар ногой в голову. От неожиданности он временно дезориентирован. Серия ударов в живот и финальный - в лицо. Он в отключке. Не зря я заказал себе ботинки с металлическими вставками на носке.</w:t>
      </w:r>
    </w:p>
    <w:p w:rsidR="003735BC" w:rsidRDefault="003735BC" w:rsidP="009179FA">
      <w:pPr>
        <w:ind w:firstLine="720"/>
        <w:jc w:val="both"/>
      </w:pPr>
      <w:r>
        <w:t xml:space="preserve">      - Блядь.</w:t>
      </w:r>
    </w:p>
    <w:p w:rsidR="003735BC" w:rsidRDefault="003735BC" w:rsidP="009179FA">
      <w:pPr>
        <w:ind w:firstLine="720"/>
        <w:jc w:val="both"/>
      </w:pPr>
      <w:r>
        <w:t xml:space="preserve">      -Эй, ты как, дружище? </w:t>
      </w:r>
    </w:p>
    <w:p w:rsidR="003735BC" w:rsidRDefault="003735BC" w:rsidP="009179FA">
      <w:pPr>
        <w:ind w:firstLine="720"/>
        <w:jc w:val="both"/>
      </w:pPr>
      <w:r>
        <w:t xml:space="preserve">      Лизка приподнял голову. Взгляд злой и немного обиженный.</w:t>
      </w:r>
    </w:p>
    <w:p w:rsidR="003735BC" w:rsidRDefault="003735BC" w:rsidP="009179FA">
      <w:pPr>
        <w:ind w:firstLine="720"/>
        <w:jc w:val="both"/>
      </w:pPr>
      <w:r>
        <w:t xml:space="preserve">      - Какого хрена ты тут забыл, лапуля? </w:t>
      </w:r>
    </w:p>
    <w:p w:rsidR="003735BC" w:rsidRDefault="003735BC" w:rsidP="009179FA">
      <w:pPr>
        <w:ind w:firstLine="720"/>
        <w:jc w:val="both"/>
      </w:pPr>
      <w:r>
        <w:t xml:space="preserve">      Я вижу, что ему больно, но он старается придерживаться своей привычной роли.</w:t>
      </w:r>
    </w:p>
    <w:p w:rsidR="003735BC" w:rsidRDefault="003735BC" w:rsidP="009179FA">
      <w:pPr>
        <w:ind w:firstLine="720"/>
        <w:jc w:val="both"/>
      </w:pPr>
      <w:r>
        <w:t xml:space="preserve">      Этот мерзавец в игре уже давно. Как он там появился, никто не знает, но то, что он один из первых игроков - это факт. Уже не раз он помогал мне в трудных ситуациях. И словом и делом. Да и не только мне. Весь его образ – это, скорее, напускное. Некий крик души, а вот какой он на самом деле, никто не знает.</w:t>
      </w:r>
    </w:p>
    <w:p w:rsidR="003735BC" w:rsidRDefault="003735BC" w:rsidP="009179FA">
      <w:pPr>
        <w:ind w:firstLine="720"/>
        <w:jc w:val="both"/>
      </w:pPr>
      <w:r>
        <w:t xml:space="preserve">      - Ракету увидел. </w:t>
      </w:r>
    </w:p>
    <w:p w:rsidR="003735BC" w:rsidRDefault="003735BC" w:rsidP="009179FA">
      <w:pPr>
        <w:ind w:firstLine="720"/>
        <w:jc w:val="both"/>
      </w:pPr>
      <w:r>
        <w:t xml:space="preserve">      - А, да, это я. Встать помоги.</w:t>
      </w:r>
    </w:p>
    <w:p w:rsidR="003735BC" w:rsidRDefault="003735BC" w:rsidP="009179FA">
      <w:pPr>
        <w:ind w:firstLine="720"/>
        <w:jc w:val="both"/>
      </w:pPr>
      <w:r>
        <w:t xml:space="preserve">      Протягиваю ему руку, за которую он сразу же цепляется. Рывком поднимаю его с земли и прижимаю к себе.</w:t>
      </w:r>
    </w:p>
    <w:p w:rsidR="003735BC" w:rsidRDefault="003735BC" w:rsidP="009179FA">
      <w:pPr>
        <w:ind w:firstLine="720"/>
        <w:jc w:val="both"/>
      </w:pPr>
      <w:r>
        <w:t xml:space="preserve">      Здесь нет сексуального подтекста. Просто по-дружески обнимаю его за спину. Испугался ли я? Да, черт возьми. И очень рад, что с этим недоразумением все в порядке.</w:t>
      </w:r>
    </w:p>
    <w:p w:rsidR="003735BC" w:rsidRDefault="003735BC" w:rsidP="009179FA">
      <w:pPr>
        <w:ind w:firstLine="720"/>
        <w:jc w:val="both"/>
      </w:pPr>
      <w:r>
        <w:t xml:space="preserve">      - А малыш не заревнует? – все тот же блядский шепот на ухо. Все те же руки на моей заднице. </w:t>
      </w:r>
    </w:p>
    <w:p w:rsidR="003735BC" w:rsidRDefault="003735BC" w:rsidP="009179FA">
      <w:pPr>
        <w:ind w:firstLine="720"/>
        <w:jc w:val="both"/>
      </w:pPr>
      <w:r>
        <w:t xml:space="preserve">      Значит, все в порядке.</w:t>
      </w:r>
    </w:p>
    <w:p w:rsidR="003735BC" w:rsidRDefault="003735BC" w:rsidP="009179FA">
      <w:pPr>
        <w:ind w:firstLine="720"/>
        <w:jc w:val="both"/>
      </w:pPr>
      <w:r>
        <w:t xml:space="preserve">      - Что делать будем? – уже серьезно спрашиваю я, отдирая вездесущие культяпки этого монстра, которые уже блуждают по моей голой спине.</w:t>
      </w:r>
    </w:p>
    <w:p w:rsidR="003735BC" w:rsidRDefault="003735BC" w:rsidP="009179FA">
      <w:pPr>
        <w:ind w:firstLine="720"/>
        <w:jc w:val="both"/>
      </w:pPr>
      <w:r>
        <w:t xml:space="preserve">      - Ты - бегом за призом, а я пока тут немножко помщу. Да и помощь скоро будет. Ты же не хочешь, что бы тебя нашли? – маньячный блеск в глазах заставляет меня отступить.</w:t>
      </w:r>
    </w:p>
    <w:p w:rsidR="003735BC" w:rsidRDefault="003735BC" w:rsidP="009179FA">
      <w:pPr>
        <w:ind w:firstLine="720"/>
        <w:jc w:val="both"/>
      </w:pPr>
      <w:r>
        <w:t xml:space="preserve">      - Справишься?</w:t>
      </w:r>
    </w:p>
    <w:p w:rsidR="003735BC" w:rsidRDefault="003735BC" w:rsidP="009179FA">
      <w:pPr>
        <w:ind w:firstLine="720"/>
        <w:jc w:val="both"/>
      </w:pPr>
      <w:r>
        <w:t xml:space="preserve">      - О да!</w:t>
      </w:r>
    </w:p>
    <w:p w:rsidR="003735BC" w:rsidRDefault="003735BC" w:rsidP="009179FA">
      <w:pPr>
        <w:ind w:firstLine="720"/>
        <w:jc w:val="both"/>
      </w:pPr>
      <w:r>
        <w:t xml:space="preserve">      И снова бег. Придется двигаться в обход. Слева уже слышны шаги, а это мне совсем не на руку.</w:t>
      </w:r>
    </w:p>
    <w:p w:rsidR="003735BC" w:rsidRDefault="003735BC" w:rsidP="009179FA">
      <w:pPr>
        <w:ind w:firstLine="720"/>
        <w:jc w:val="both"/>
      </w:pPr>
      <w:r>
        <w:t xml:space="preserve">      Уже отбежав метров на сто, спотыкаюсь на ровном месте. В небо взлетела зеленая ракета. Игра окончена.</w:t>
      </w: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p>
    <w:p w:rsidR="003735BC" w:rsidRDefault="003735BC" w:rsidP="009179FA">
      <w:pPr>
        <w:ind w:firstLine="720"/>
        <w:jc w:val="both"/>
      </w:pPr>
      <w:r>
        <w:t>Часть 10</w:t>
      </w:r>
    </w:p>
    <w:p w:rsidR="003735BC" w:rsidRDefault="003735BC" w:rsidP="009179FA">
      <w:pPr>
        <w:ind w:firstLine="720"/>
        <w:jc w:val="both"/>
      </w:pPr>
      <w:r>
        <w:t>ГЛАВА 10</w:t>
      </w:r>
    </w:p>
    <w:p w:rsidR="003735BC" w:rsidRDefault="003735BC" w:rsidP="009179FA">
      <w:pPr>
        <w:ind w:firstLine="720"/>
        <w:jc w:val="both"/>
      </w:pPr>
    </w:p>
    <w:p w:rsidR="003735BC" w:rsidRDefault="003735BC" w:rsidP="009179FA">
      <w:pPr>
        <w:ind w:firstLine="720"/>
        <w:jc w:val="both"/>
      </w:pPr>
      <w:r>
        <w:t>POV Май.</w:t>
      </w:r>
    </w:p>
    <w:p w:rsidR="003735BC" w:rsidRDefault="003735BC" w:rsidP="009179FA">
      <w:pPr>
        <w:ind w:firstLine="720"/>
        <w:jc w:val="both"/>
      </w:pPr>
    </w:p>
    <w:p w:rsidR="003735BC" w:rsidRDefault="003735BC" w:rsidP="009179FA">
      <w:pPr>
        <w:ind w:firstLine="720"/>
        <w:jc w:val="both"/>
      </w:pPr>
      <w:r>
        <w:t xml:space="preserve">      Проследив за тем, как Рэй скрылся за деревьями, решаю, что пора двигаться. В себе я уверен, а вот в других игроках - не очень. То, что здесь творится какая-то чертовщина, поймет и ребенок. Главное не терять бдительность. </w:t>
      </w:r>
    </w:p>
    <w:p w:rsidR="003735BC" w:rsidRDefault="003735BC" w:rsidP="009179FA">
      <w:pPr>
        <w:ind w:firstLine="720"/>
        <w:jc w:val="both"/>
      </w:pPr>
      <w:r>
        <w:t xml:space="preserve">      Дышать все тяжелее. Ноги устали. Еще и постоянное внимание по сторонам. Попасться так близко от победы было бы слишком обидно. Я к такому не готов.</w:t>
      </w:r>
    </w:p>
    <w:p w:rsidR="003735BC" w:rsidRDefault="003735BC" w:rsidP="009179FA">
      <w:pPr>
        <w:ind w:firstLine="720"/>
        <w:jc w:val="both"/>
      </w:pPr>
      <w:r>
        <w:t xml:space="preserve">      Боевой шрам ниже копчика не дает о себе забыть. Что я отцу скажу? Что на ежика сел, поэтому так интересно передвигаюсь? Сейчас не об этом. Вот оно здание. На вид хуже, чем могло бы быть. Кажется, дунешь, и оно рухнет.</w:t>
      </w:r>
    </w:p>
    <w:p w:rsidR="003735BC" w:rsidRDefault="003735BC" w:rsidP="009179FA">
      <w:pPr>
        <w:ind w:firstLine="720"/>
        <w:jc w:val="both"/>
      </w:pPr>
      <w:r>
        <w:t xml:space="preserve">      Задумываться мне некогда. Где-то далеко слышу шаги. Они еле слышные, но точно движутся в моем направлении. Раздумывать некогда. Рывок, и я в здании. Кругом бардак. Черные стены и потолок. Похоже, тут был пожар. Прямо по коридору. Лестница наверх. Ступенек не хватает. Нужно быть аккуратнее. Чуть не срываюсь вниз, кое-как уцепившись за перила. Подтянуться на руках, и снова; плавание, спасибо тебе за сильные руки. Я весь в саже, но сейчас не до этого. Рэй говорил про адреналин? Я его чувствую. За два шага до крыши, но чувствую. Сейчас я могу все. Вот только открыть дверь на крышу не могу. Удар с ноги. Она легко сошла с петель. Шум такой, что меня точно слышало пол округи. Правая нога ноет, но я не замечаю этого. </w:t>
      </w:r>
    </w:p>
    <w:p w:rsidR="003735BC" w:rsidRDefault="003735BC" w:rsidP="009179FA">
      <w:pPr>
        <w:ind w:firstLine="720"/>
        <w:jc w:val="both"/>
      </w:pPr>
      <w:r>
        <w:t xml:space="preserve">      Солнце бьет прямо в глаза. Приходится щуриться, глядя перед собой. Глаза быстро привыкают к свету. Шаги за спиной все громче и это придает мне ускорения.</w:t>
      </w:r>
    </w:p>
    <w:p w:rsidR="003735BC" w:rsidRDefault="003735BC" w:rsidP="009179FA">
      <w:pPr>
        <w:ind w:firstLine="720"/>
        <w:jc w:val="both"/>
      </w:pPr>
      <w:r>
        <w:t xml:space="preserve">      Посреди серой крыши стоит стол, а на нем - прозрачный ящик. То что надо. Преодолеваю расстояние от двери до стола в кротчайшие сроки. Ключ из кармана буквально выдергиваю. Со второго раза попадаю в замочную скважину. Поворот ключа, еще один. Шаги за спиной все громче. Выхватываю ракетницу и стреляю в воздух. Зеленый огонек, взлетевший в воздух, дарит мне неземное спокойствие.</w:t>
      </w:r>
    </w:p>
    <w:p w:rsidR="003735BC" w:rsidRDefault="003735BC" w:rsidP="009179FA">
      <w:pPr>
        <w:ind w:firstLine="720"/>
        <w:jc w:val="both"/>
      </w:pPr>
      <w:r>
        <w:t xml:space="preserve">      Резко поворачиваюсь к двери и вижу, как в нее влетает водящий. Переводит взгляд с меня на ракету, потом обратно и улыбается мне, по-доброму, открыто и дружелюбно. Я замираю на месте.</w:t>
      </w:r>
    </w:p>
    <w:p w:rsidR="003735BC" w:rsidRDefault="003735BC" w:rsidP="009179FA">
      <w:pPr>
        <w:ind w:firstLine="720"/>
        <w:jc w:val="both"/>
      </w:pPr>
      <w:r>
        <w:t xml:space="preserve">      - Молодец, малыш! Поздравляю с победой.</w:t>
      </w:r>
    </w:p>
    <w:p w:rsidR="003735BC" w:rsidRDefault="003735BC" w:rsidP="009179FA">
      <w:pPr>
        <w:ind w:firstLine="720"/>
        <w:jc w:val="both"/>
      </w:pPr>
      <w:r>
        <w:t xml:space="preserve">      В небо взлетают ракеты желтого цвета оставшихся игроков, говорящие об их местонахождении.</w:t>
      </w:r>
    </w:p>
    <w:p w:rsidR="003735BC" w:rsidRDefault="003735BC" w:rsidP="009179FA">
      <w:pPr>
        <w:ind w:firstLine="720"/>
        <w:jc w:val="both"/>
      </w:pPr>
      <w:r>
        <w:t xml:space="preserve">      - Пошли, будем спускаться, - голос спокойный и немного уставший.</w:t>
      </w:r>
    </w:p>
    <w:p w:rsidR="003735BC" w:rsidRDefault="003735BC" w:rsidP="009179FA">
      <w:pPr>
        <w:ind w:firstLine="720"/>
        <w:jc w:val="both"/>
      </w:pPr>
      <w:r>
        <w:t xml:space="preserve">      - Я обещал ждать тут Рэя, – слова слетают раньше, чем я успеваю их обдумать.</w:t>
      </w:r>
    </w:p>
    <w:p w:rsidR="003735BC" w:rsidRDefault="003735BC" w:rsidP="009179FA">
      <w:pPr>
        <w:ind w:firstLine="720"/>
        <w:jc w:val="both"/>
      </w:pPr>
      <w:r>
        <w:t xml:space="preserve">      - Ну давай подождем.</w:t>
      </w:r>
    </w:p>
    <w:p w:rsidR="003735BC" w:rsidRDefault="003735BC" w:rsidP="009179FA">
      <w:pPr>
        <w:ind w:firstLine="720"/>
        <w:jc w:val="both"/>
      </w:pPr>
      <w:r>
        <w:t xml:space="preserve">      Снова улыбка. Подходит и садится прямо на стол, скидывая с него ящик. Следую его примеру.</w:t>
      </w:r>
    </w:p>
    <w:p w:rsidR="003735BC" w:rsidRDefault="003735BC" w:rsidP="009179FA">
      <w:pPr>
        <w:ind w:firstLine="720"/>
        <w:jc w:val="both"/>
      </w:pPr>
      <w:r>
        <w:t xml:space="preserve">      Сидим, молчим. Но эта тишина не напрягает, она какая-то уместная. Есть такие люди, с которыми просто хорошо помолчать, а может, мы просто устали и говорить совсем не хочется.</w:t>
      </w:r>
    </w:p>
    <w:p w:rsidR="003735BC" w:rsidRDefault="003735BC" w:rsidP="009179FA">
      <w:pPr>
        <w:ind w:firstLine="720"/>
        <w:jc w:val="both"/>
      </w:pPr>
      <w:r>
        <w:t xml:space="preserve">      На вид ему лет двадцать семь-двадцать восемь. Мягкие черты лица, даже приятные. Он не красавец, нет, но есть в нем что-то притягательное. Единственное, что не вписывается в милый образ - это глаза. Карие, даже слегка желтоватые, кажется, прожившие уже целую жизнь и повидавшие слишком много.</w:t>
      </w:r>
    </w:p>
    <w:p w:rsidR="003735BC" w:rsidRDefault="003735BC" w:rsidP="009179FA">
      <w:pPr>
        <w:ind w:firstLine="720"/>
        <w:jc w:val="both"/>
      </w:pPr>
      <w:r>
        <w:t xml:space="preserve">      - Я – Май, – протягиваю руку для пожатия.</w:t>
      </w:r>
    </w:p>
    <w:p w:rsidR="003735BC" w:rsidRDefault="003735BC" w:rsidP="009179FA">
      <w:pPr>
        <w:ind w:firstLine="720"/>
        <w:jc w:val="both"/>
      </w:pPr>
      <w:r>
        <w:t xml:space="preserve">      - Кирилл, можно просто Кир.</w:t>
      </w:r>
    </w:p>
    <w:p w:rsidR="003735BC" w:rsidRDefault="003735BC" w:rsidP="009179FA">
      <w:pPr>
        <w:ind w:firstLine="720"/>
        <w:jc w:val="both"/>
      </w:pPr>
      <w:r>
        <w:t xml:space="preserve">      Пожатие рук вполне обычное, но что-то в нем не так.</w:t>
      </w:r>
    </w:p>
    <w:p w:rsidR="003735BC" w:rsidRDefault="003735BC" w:rsidP="009179FA">
      <w:pPr>
        <w:ind w:firstLine="720"/>
        <w:jc w:val="both"/>
      </w:pPr>
      <w:r>
        <w:t xml:space="preserve">      - Можно вопрос? </w:t>
      </w:r>
    </w:p>
    <w:p w:rsidR="003735BC" w:rsidRDefault="003735BC" w:rsidP="009179FA">
      <w:pPr>
        <w:ind w:firstLine="720"/>
        <w:jc w:val="both"/>
      </w:pPr>
      <w:r>
        <w:t xml:space="preserve">      Меня таки распирает любопытство. Даже эйфория от победы немного отступила.</w:t>
      </w:r>
    </w:p>
    <w:p w:rsidR="003735BC" w:rsidRDefault="003735BC" w:rsidP="009179FA">
      <w:pPr>
        <w:ind w:firstLine="720"/>
        <w:jc w:val="both"/>
      </w:pPr>
      <w:r>
        <w:t xml:space="preserve">      - Валяй.</w:t>
      </w:r>
    </w:p>
    <w:p w:rsidR="003735BC" w:rsidRDefault="003735BC" w:rsidP="009179FA">
      <w:pPr>
        <w:ind w:firstLine="720"/>
        <w:jc w:val="both"/>
      </w:pPr>
      <w:r>
        <w:t xml:space="preserve">      - А кем ты работаешь? </w:t>
      </w:r>
    </w:p>
    <w:p w:rsidR="003735BC" w:rsidRDefault="003735BC" w:rsidP="009179FA">
      <w:pPr>
        <w:ind w:firstLine="720"/>
        <w:jc w:val="both"/>
      </w:pPr>
      <w:r>
        <w:t xml:space="preserve">      Его смех заставил меня вздрогнуть.</w:t>
      </w:r>
    </w:p>
    <w:p w:rsidR="003735BC" w:rsidRDefault="003735BC" w:rsidP="009179FA">
      <w:pPr>
        <w:ind w:firstLine="720"/>
        <w:jc w:val="both"/>
      </w:pPr>
      <w:r>
        <w:t xml:space="preserve">      - Я стриптизер. </w:t>
      </w:r>
    </w:p>
    <w:p w:rsidR="003735BC" w:rsidRDefault="003735BC" w:rsidP="009179FA">
      <w:pPr>
        <w:ind w:firstLine="720"/>
        <w:jc w:val="both"/>
      </w:pPr>
      <w:r>
        <w:t xml:space="preserve">      И снова смех.</w:t>
      </w:r>
    </w:p>
    <w:p w:rsidR="003735BC" w:rsidRDefault="003735BC" w:rsidP="009179FA">
      <w:pPr>
        <w:ind w:firstLine="720"/>
        <w:jc w:val="both"/>
      </w:pPr>
      <w:r>
        <w:t xml:space="preserve">      - Эээ? – это все, на что я был способен. Доктор, адвокат, да кто угодно. Но стриптизер!</w:t>
      </w:r>
    </w:p>
    <w:p w:rsidR="003735BC" w:rsidRDefault="003735BC" w:rsidP="009179FA">
      <w:pPr>
        <w:ind w:firstLine="720"/>
        <w:jc w:val="both"/>
      </w:pPr>
      <w:r>
        <w:t xml:space="preserve">      - А почему ты спросил? – уже серьезно.</w:t>
      </w:r>
    </w:p>
    <w:p w:rsidR="003735BC" w:rsidRDefault="003735BC" w:rsidP="009179FA">
      <w:pPr>
        <w:ind w:firstLine="720"/>
        <w:jc w:val="both"/>
      </w:pPr>
      <w:r>
        <w:t xml:space="preserve">      - У тебя глаза такие, опытные, что ли. </w:t>
      </w:r>
    </w:p>
    <w:p w:rsidR="003735BC" w:rsidRDefault="003735BC" w:rsidP="009179FA">
      <w:pPr>
        <w:ind w:firstLine="720"/>
        <w:jc w:val="both"/>
      </w:pPr>
      <w:r>
        <w:t xml:space="preserve">      Я даже смутился.</w:t>
      </w:r>
    </w:p>
    <w:p w:rsidR="003735BC" w:rsidRDefault="003735BC" w:rsidP="009179FA">
      <w:pPr>
        <w:ind w:firstLine="720"/>
        <w:jc w:val="both"/>
      </w:pPr>
      <w:r>
        <w:t xml:space="preserve">      - Ну, поработай с моими клиентами и не такие глаза станут. Вон, кстати, Рэй. </w:t>
      </w:r>
    </w:p>
    <w:p w:rsidR="003735BC" w:rsidRDefault="003735BC" w:rsidP="009179FA">
      <w:pPr>
        <w:ind w:firstLine="720"/>
        <w:jc w:val="both"/>
      </w:pPr>
      <w:r>
        <w:t xml:space="preserve">      Проследил за кивком его головы, и действительно увидел Рэя. Сердце пропустило удар, а дыхание сбилось. Кажется, я действительно рад его видеть.</w:t>
      </w:r>
    </w:p>
    <w:p w:rsidR="003735BC" w:rsidRDefault="003735BC" w:rsidP="009179FA">
      <w:pPr>
        <w:ind w:firstLine="720"/>
        <w:jc w:val="both"/>
      </w:pPr>
      <w:r>
        <w:t xml:space="preserve">      - Слазь, мелочь, целовать тебя буду. </w:t>
      </w:r>
    </w:p>
    <w:p w:rsidR="003735BC" w:rsidRDefault="003735BC" w:rsidP="009179FA">
      <w:pPr>
        <w:ind w:firstLine="720"/>
        <w:jc w:val="both"/>
      </w:pPr>
      <w:r>
        <w:t xml:space="preserve">      И лыбится во все тридцать два зуба.</w:t>
      </w:r>
    </w:p>
    <w:p w:rsidR="003735BC" w:rsidRDefault="003735BC" w:rsidP="009179FA">
      <w:pPr>
        <w:ind w:firstLine="720"/>
        <w:jc w:val="both"/>
      </w:pPr>
      <w:r>
        <w:t xml:space="preserve">      Спуститься оказалось не так просто, как подняться. Тонкая железная лестница на краю стены. Не то чтобы я боялся высоты, но падать как-то неохота.</w:t>
      </w:r>
    </w:p>
    <w:p w:rsidR="003735BC" w:rsidRDefault="003735BC" w:rsidP="009179FA">
      <w:pPr>
        <w:ind w:firstLine="720"/>
        <w:jc w:val="both"/>
      </w:pPr>
      <w:r>
        <w:t xml:space="preserve">      - Не очкуй, поймаю.</w:t>
      </w:r>
    </w:p>
    <w:p w:rsidR="003735BC" w:rsidRDefault="003735BC" w:rsidP="009179FA">
      <w:pPr>
        <w:ind w:firstLine="720"/>
        <w:jc w:val="both"/>
      </w:pPr>
      <w:r>
        <w:t xml:space="preserve">      Даже ручки протянул.</w:t>
      </w:r>
    </w:p>
    <w:p w:rsidR="003735BC" w:rsidRDefault="003735BC" w:rsidP="009179FA">
      <w:pPr>
        <w:ind w:firstLine="720"/>
        <w:jc w:val="both"/>
      </w:pPr>
      <w:r>
        <w:t xml:space="preserve">      - Грабли убери, я сам. </w:t>
      </w:r>
    </w:p>
    <w:p w:rsidR="003735BC" w:rsidRDefault="003735BC" w:rsidP="009179FA">
      <w:pPr>
        <w:ind w:firstLine="720"/>
        <w:jc w:val="both"/>
      </w:pPr>
      <w:r>
        <w:t xml:space="preserve">      Что я, барышня что ли? Сам справлюсь.</w:t>
      </w:r>
    </w:p>
    <w:p w:rsidR="003735BC" w:rsidRDefault="003735BC" w:rsidP="009179FA">
      <w:pPr>
        <w:ind w:firstLine="720"/>
        <w:jc w:val="both"/>
      </w:pPr>
      <w:r>
        <w:t xml:space="preserve">      Раз ступенька, два ступенька, блядь, три-ступенька сломалась, и вот я уже в кольце надежных рук.</w:t>
      </w:r>
    </w:p>
    <w:p w:rsidR="003735BC" w:rsidRDefault="003735BC" w:rsidP="009179FA">
      <w:pPr>
        <w:ind w:firstLine="720"/>
        <w:jc w:val="both"/>
      </w:pPr>
      <w:r>
        <w:t xml:space="preserve">      Не успел как следует испугаться, оказался прижатым к широкой груди, и зацелованным, как и обещали. Легкие поцелуи в щеки переросли в страстный поцелуй. Вот я уже прижат к стене. Бесстыжие губы терзают мои в поцелуе-укусе. Руки блуждают под футболкой. И пусть весь мир подождет, а мир не подождал.</w:t>
      </w:r>
    </w:p>
    <w:p w:rsidR="003735BC" w:rsidRDefault="003735BC" w:rsidP="009179FA">
      <w:pPr>
        <w:ind w:firstLine="720"/>
        <w:jc w:val="both"/>
      </w:pPr>
      <w:r>
        <w:t xml:space="preserve">      - Милый, ты же его съешь сейчас, - блядский голос выдернул нас из нирваны.</w:t>
      </w:r>
    </w:p>
    <w:p w:rsidR="003735BC" w:rsidRDefault="003735BC" w:rsidP="009179FA">
      <w:pPr>
        <w:ind w:firstLine="720"/>
        <w:jc w:val="both"/>
      </w:pPr>
      <w:r>
        <w:t xml:space="preserve">      Стоило посмотреть по сторонам, и я покраснел до кончиков ушей. Тут были все и даже больше: участники, водящий, медики и даже полиция, а высокая фигура возле знакомой «BMW» заставила меня побелеть. Руки в миг, стали холодными. Из-за очков невозможно было разобрать эмоций на лице отца, но то, что он видел наш поцелуй - это бесспорно. Испугался ли я? Да. Стало страшно, что я больше не увижу Рэя. Отец не позволит, я точно знаю. </w:t>
      </w:r>
    </w:p>
    <w:p w:rsidR="003735BC" w:rsidRDefault="003735BC" w:rsidP="009179FA">
      <w:pPr>
        <w:ind w:firstLine="720"/>
        <w:jc w:val="both"/>
      </w:pPr>
      <w:r>
        <w:t xml:space="preserve">      -Я отойду на пару минут. </w:t>
      </w:r>
    </w:p>
    <w:p w:rsidR="003735BC" w:rsidRDefault="003735BC" w:rsidP="009179FA">
      <w:pPr>
        <w:ind w:firstLine="720"/>
        <w:jc w:val="both"/>
      </w:pPr>
      <w:r>
        <w:t xml:space="preserve">      И нежный поцелуй в щеку. Он не видел отца, что ж, так даже лучше.</w:t>
      </w:r>
    </w:p>
    <w:p w:rsidR="003735BC" w:rsidRDefault="003735BC" w:rsidP="009179FA">
      <w:pPr>
        <w:ind w:firstLine="720"/>
        <w:jc w:val="both"/>
      </w:pPr>
      <w:r>
        <w:t xml:space="preserve">      Твердой походкой направляюсь к машине. Одному мне известно, чего мне стоит удерживать выражение абсолютного спокойствия. Отстраненно замечаю, что Елизавет и Петрушка в военной форме, что Рэй идет именно к ним. Что Ник, и еще какой-то парень стоят в оцеплении. Вижу, как близнецы жмутся друг к другу, и завидую им. Чтобы не случилось в жизни, они всегда будут вместе. Их не смогут разделить, они не позволят. Сердце защемило с такой силой, что было больно дышать, а ноги стали ватные.</w:t>
      </w:r>
    </w:p>
    <w:p w:rsidR="003735BC" w:rsidRDefault="003735BC" w:rsidP="009179FA">
      <w:pPr>
        <w:ind w:firstLine="720"/>
        <w:jc w:val="both"/>
      </w:pPr>
      <w:r>
        <w:t xml:space="preserve">      Все той же твердой походкой подхожу к машине.</w:t>
      </w:r>
    </w:p>
    <w:p w:rsidR="003735BC" w:rsidRDefault="003735BC" w:rsidP="009179FA">
      <w:pPr>
        <w:ind w:firstLine="720"/>
        <w:jc w:val="both"/>
      </w:pPr>
      <w:r>
        <w:t xml:space="preserve">      - Привет, пап, – голос не дрожит. Видимо, организм еще не готов к истерике.</w:t>
      </w:r>
    </w:p>
    <w:p w:rsidR="003735BC" w:rsidRDefault="003735BC" w:rsidP="009179FA">
      <w:pPr>
        <w:ind w:firstLine="720"/>
        <w:jc w:val="both"/>
      </w:pPr>
      <w:r>
        <w:t xml:space="preserve">      Ответом мне был кивок.</w:t>
      </w:r>
    </w:p>
    <w:p w:rsidR="003735BC" w:rsidRDefault="003735BC" w:rsidP="009179FA">
      <w:pPr>
        <w:ind w:firstLine="720"/>
        <w:jc w:val="both"/>
      </w:pPr>
      <w:r>
        <w:t xml:space="preserve">      - Почему не на отдыхе? Мама где?</w:t>
      </w:r>
    </w:p>
    <w:p w:rsidR="003735BC" w:rsidRDefault="003735BC" w:rsidP="009179FA">
      <w:pPr>
        <w:ind w:firstLine="720"/>
        <w:jc w:val="both"/>
      </w:pPr>
      <w:r>
        <w:t xml:space="preserve">      - Дома. Мы паспорта забыли. Рейс через два дня, – в голосе нет ни одной эмоции. Это пиздец как нехорошо.</w:t>
      </w:r>
    </w:p>
    <w:p w:rsidR="003735BC" w:rsidRDefault="003735BC" w:rsidP="009179FA">
      <w:pPr>
        <w:ind w:firstLine="720"/>
        <w:jc w:val="both"/>
      </w:pPr>
      <w:r>
        <w:t xml:space="preserve">      - В машину.</w:t>
      </w:r>
    </w:p>
    <w:p w:rsidR="003735BC" w:rsidRDefault="003735BC" w:rsidP="009179FA">
      <w:pPr>
        <w:ind w:firstLine="720"/>
        <w:jc w:val="both"/>
      </w:pPr>
      <w:r>
        <w:t xml:space="preserve">      Не просьба, приказ.</w:t>
      </w:r>
    </w:p>
    <w:p w:rsidR="003735BC" w:rsidRDefault="003735BC" w:rsidP="009179FA">
      <w:pPr>
        <w:ind w:firstLine="720"/>
        <w:jc w:val="both"/>
      </w:pPr>
      <w:r>
        <w:t xml:space="preserve">      Залезаю на переднее сидение. Устраивать истерики и разборки сейчас нет смысла.</w:t>
      </w:r>
    </w:p>
    <w:p w:rsidR="003735BC" w:rsidRDefault="003735BC" w:rsidP="009179FA">
      <w:pPr>
        <w:ind w:firstLine="720"/>
        <w:jc w:val="both"/>
      </w:pPr>
      <w:r>
        <w:t xml:space="preserve">      Машина плавно трогается с места. Поворачиваюсь назад и встречаюсь с беспокойным взглядом Рэя. Он делает шаг в нашу сторону, и я отворачиваюсь. Ком подступает к горлу. Нужно быть сильным, хотя бы сейчас. Вот только беспокойному сердцу этого не объяснить. У отца звонит телефон. Я перестаю дышать.</w:t>
      </w:r>
    </w:p>
    <w:p w:rsidR="003735BC" w:rsidRDefault="003735BC" w:rsidP="009179FA">
      <w:pPr>
        <w:ind w:firstLine="720"/>
        <w:jc w:val="both"/>
      </w:pPr>
      <w:r>
        <w:t xml:space="preserve">      - Да, – все тот же сухой голос.</w:t>
      </w:r>
    </w:p>
    <w:p w:rsidR="003735BC" w:rsidRDefault="003735BC" w:rsidP="009179FA">
      <w:pPr>
        <w:ind w:firstLine="720"/>
        <w:jc w:val="both"/>
      </w:pPr>
      <w:r>
        <w:t xml:space="preserve">      -…...</w:t>
      </w:r>
    </w:p>
    <w:p w:rsidR="003735BC" w:rsidRDefault="003735BC" w:rsidP="009179FA">
      <w:pPr>
        <w:ind w:firstLine="720"/>
        <w:jc w:val="both"/>
      </w:pPr>
      <w:r>
        <w:t xml:space="preserve">      - Нет.</w:t>
      </w:r>
    </w:p>
    <w:p w:rsidR="003735BC" w:rsidRDefault="003735BC" w:rsidP="009179FA">
      <w:pPr>
        <w:ind w:firstLine="720"/>
        <w:jc w:val="both"/>
      </w:pPr>
      <w:r>
        <w:t xml:space="preserve">      -…...</w:t>
      </w:r>
    </w:p>
    <w:p w:rsidR="003735BC" w:rsidRDefault="003735BC" w:rsidP="009179FA">
      <w:pPr>
        <w:ind w:firstLine="720"/>
        <w:jc w:val="both"/>
      </w:pPr>
      <w:r>
        <w:t xml:space="preserve">      - Это исключено.</w:t>
      </w:r>
    </w:p>
    <w:p w:rsidR="003735BC" w:rsidRDefault="003735BC" w:rsidP="009179FA">
      <w:pPr>
        <w:ind w:firstLine="720"/>
        <w:jc w:val="both"/>
      </w:pPr>
      <w:r>
        <w:t xml:space="preserve">      Тяжесть во всем теле. Больно. Слышу неразборчивый голос на том конце трубки. Я узнал его. Это Рэй. Явные маты и повышенные тона. Неужели, ты переживаешь за меня? Как же чертовски приятно. И от этого еще паршивей. Я не смогу его отпустить.</w:t>
      </w:r>
    </w:p>
    <w:p w:rsidR="003735BC" w:rsidRDefault="003735BC" w:rsidP="009179FA">
      <w:pPr>
        <w:ind w:firstLine="720"/>
        <w:jc w:val="both"/>
      </w:pPr>
      <w:r>
        <w:t xml:space="preserve">      - Разговор окончен. </w:t>
      </w:r>
    </w:p>
    <w:p w:rsidR="003735BC" w:rsidRDefault="003735BC" w:rsidP="009179FA">
      <w:pPr>
        <w:ind w:firstLine="720"/>
        <w:jc w:val="both"/>
      </w:pPr>
      <w:r>
        <w:t xml:space="preserve">      Телефон летит на заднее сиденье, а все мои надежды летят к чертовой матери. Так плохо, что губы растягиваются в грустную улыбку. </w:t>
      </w:r>
    </w:p>
    <w:p w:rsidR="003735BC" w:rsidRDefault="003735BC" w:rsidP="009179FA">
      <w:pPr>
        <w:ind w:firstLine="720"/>
        <w:jc w:val="both"/>
      </w:pPr>
      <w:r>
        <w:t xml:space="preserve">      - Тебе весело?</w:t>
      </w:r>
    </w:p>
    <w:p w:rsidR="003735BC" w:rsidRDefault="003735BC" w:rsidP="009179FA">
      <w:pPr>
        <w:ind w:firstLine="720"/>
        <w:jc w:val="both"/>
      </w:pPr>
      <w:r>
        <w:t xml:space="preserve">      - Нет, мне больно.</w:t>
      </w:r>
    </w:p>
    <w:p w:rsidR="003735BC" w:rsidRDefault="003735BC" w:rsidP="009179FA">
      <w:pPr>
        <w:ind w:firstLine="720"/>
        <w:jc w:val="both"/>
      </w:pPr>
      <w:r>
        <w:t xml:space="preserve">      Врать нет смысла, я всегда говорил отцу правду. Мы вообще были очень близки. То, что он разочаровывается во мне, разрывает мое сердце на части. От этого еще больнее.</w:t>
      </w:r>
    </w:p>
    <w:p w:rsidR="003735BC" w:rsidRDefault="003735BC" w:rsidP="009179FA">
      <w:pPr>
        <w:ind w:firstLine="720"/>
        <w:jc w:val="both"/>
      </w:pPr>
      <w:r>
        <w:t xml:space="preserve">      - Ты - гей? – последнее слово сказано с явным отвращением.</w:t>
      </w:r>
    </w:p>
    <w:p w:rsidR="003735BC" w:rsidRDefault="003735BC" w:rsidP="009179FA">
      <w:pPr>
        <w:ind w:firstLine="720"/>
        <w:jc w:val="both"/>
      </w:pPr>
      <w:r>
        <w:t xml:space="preserve">      - Нет, я - би.</w:t>
      </w:r>
    </w:p>
    <w:p w:rsidR="003735BC" w:rsidRDefault="003735BC" w:rsidP="009179FA">
      <w:pPr>
        <w:ind w:firstLine="720"/>
        <w:jc w:val="both"/>
      </w:pPr>
      <w:r>
        <w:t xml:space="preserve">      Все, эмоции покинули меня. В голове полный вакуум.</w:t>
      </w:r>
    </w:p>
    <w:p w:rsidR="003735BC" w:rsidRDefault="003735BC" w:rsidP="009179FA">
      <w:pPr>
        <w:ind w:firstLine="720"/>
        <w:jc w:val="both"/>
      </w:pPr>
      <w:r>
        <w:t xml:space="preserve">      - Я против.</w:t>
      </w:r>
    </w:p>
    <w:p w:rsidR="003735BC" w:rsidRDefault="003735BC" w:rsidP="009179FA">
      <w:pPr>
        <w:ind w:firstLine="720"/>
        <w:jc w:val="both"/>
      </w:pPr>
      <w:r>
        <w:t xml:space="preserve">      - Я знаю, пап.</w:t>
      </w:r>
    </w:p>
    <w:p w:rsidR="003735BC" w:rsidRDefault="003735BC" w:rsidP="009179FA">
      <w:pPr>
        <w:ind w:firstLine="720"/>
        <w:jc w:val="both"/>
      </w:pPr>
      <w:r>
        <w:t xml:space="preserve">      Больше он не проронил ни слова. До самого дома тишина, а я считал столбы на обочине и старался ни о чем не думать.</w:t>
      </w:r>
    </w:p>
    <w:p w:rsidR="003735BC" w:rsidRDefault="003735BC" w:rsidP="009179FA">
      <w:pPr>
        <w:ind w:firstLine="720"/>
        <w:jc w:val="both"/>
      </w:pPr>
      <w:r>
        <w:t xml:space="preserve">      Дома был скандал, в котором участвовали трое. Мама тоже не поддержала меня. Они считают, что это грязно. Я устал кричать и биться о глухую стену. Я устал. Подхожу к отцу. Он сидит на стуле, руки опущены на колени, голова поникшая.</w:t>
      </w:r>
    </w:p>
    <w:p w:rsidR="003735BC" w:rsidRDefault="003735BC" w:rsidP="009179FA">
      <w:pPr>
        <w:ind w:firstLine="720"/>
        <w:jc w:val="both"/>
      </w:pPr>
      <w:r>
        <w:t xml:space="preserve">      - Отец, – я его так называю только когда хочу сказать что-то важное, либо сообщить о решении, которое не изменю.</w:t>
      </w:r>
    </w:p>
    <w:p w:rsidR="003735BC" w:rsidRDefault="003735BC" w:rsidP="009179FA">
      <w:pPr>
        <w:ind w:firstLine="720"/>
        <w:jc w:val="both"/>
      </w:pPr>
      <w:r>
        <w:t xml:space="preserve">      Он поднимает голову, видимо, понял, что все слишком серьезно. Что дороги назад уже нет, и решить нужно все сейчас, раз и навсегда.</w:t>
      </w:r>
    </w:p>
    <w:p w:rsidR="003735BC" w:rsidRDefault="003735BC" w:rsidP="009179FA">
      <w:pPr>
        <w:ind w:firstLine="720"/>
        <w:jc w:val="both"/>
      </w:pPr>
      <w:r>
        <w:t xml:space="preserve">      - Это мой выбор и мне идти с ним по жизни. Я знаю, как у нас относятся к геям. Я смогу дать сдачи, я сильный. Ты сам меня научил держать удар по жизни. Я хочу быть с ним. Не знаю, любовь это или нет. Мы поймем это со временем. И может у нас ничего не получится, но я хочу попробовать. Я предпочитаю шагать по собственным граблям. </w:t>
      </w:r>
    </w:p>
    <w:p w:rsidR="003735BC" w:rsidRDefault="003735BC" w:rsidP="009179FA">
      <w:pPr>
        <w:ind w:firstLine="720"/>
        <w:jc w:val="both"/>
      </w:pPr>
      <w:r>
        <w:t xml:space="preserve">      Он внимательно смотрит на меня.</w:t>
      </w:r>
    </w:p>
    <w:p w:rsidR="003735BC" w:rsidRDefault="003735BC" w:rsidP="009179FA">
      <w:pPr>
        <w:ind w:firstLine="720"/>
        <w:jc w:val="both"/>
      </w:pPr>
      <w:r>
        <w:t xml:space="preserve">      - Вот скажи мне, что лучше, знать, что я загибаюсь в депрессии, лезу на стены от боли и склоняюсь к суициду, или видеть меня счастливым, пусть и не таким, как все, но счастливым?</w:t>
      </w:r>
    </w:p>
    <w:p w:rsidR="003735BC" w:rsidRDefault="003735BC" w:rsidP="009179FA">
      <w:pPr>
        <w:ind w:firstLine="720"/>
        <w:jc w:val="both"/>
      </w:pPr>
      <w:r>
        <w:t xml:space="preserve">      Он долго изучает меня глазами. В них слишком много всего, я не успеваю ухватиться ни за одну эмоцию. Потом вижу ярость, на секунду мне кажется, что он хочет меня ударить, а затем - полнейшая безысходность и смирение. И я догадываюсь. Он поймет. Не сейчас, не через месяц, но поймет.</w:t>
      </w:r>
    </w:p>
    <w:p w:rsidR="003735BC" w:rsidRDefault="003735BC" w:rsidP="009179FA">
      <w:pPr>
        <w:ind w:firstLine="720"/>
        <w:jc w:val="both"/>
      </w:pPr>
      <w:r>
        <w:t xml:space="preserve">      - Вещи собрал и на выход, – уставший хриплый голос полоснул по сердцу. Что ж, думаю это лучший выход из ситуации. Встаю, целую его в щеку и иду в свою комнату. Быстро побросал самое необходимое, благо все оно лежало в кучке за столом. Любимый ноутбук бережно завернут в толстовку. Все, на выход.</w:t>
      </w:r>
    </w:p>
    <w:p w:rsidR="003735BC" w:rsidRDefault="003735BC" w:rsidP="009179FA">
      <w:pPr>
        <w:ind w:firstLine="720"/>
        <w:jc w:val="both"/>
      </w:pPr>
      <w:r>
        <w:t xml:space="preserve">      В голове легкость. Мне плохо и хорошо одновременно. Уже обуваясь в коридоре, слышу голос отца.</w:t>
      </w:r>
    </w:p>
    <w:p w:rsidR="003735BC" w:rsidRDefault="003735BC" w:rsidP="009179FA">
      <w:pPr>
        <w:ind w:firstLine="720"/>
        <w:jc w:val="both"/>
      </w:pPr>
      <w:r>
        <w:t xml:space="preserve">      - Машину возьми, ключи на тумбочке, – и шепотом, чтобы я не услышал, а я услышал, и на душе стало тепло:</w:t>
      </w:r>
    </w:p>
    <w:p w:rsidR="003735BC" w:rsidRDefault="003735BC" w:rsidP="009179FA">
      <w:pPr>
        <w:ind w:firstLine="720"/>
        <w:jc w:val="both"/>
      </w:pPr>
      <w:r>
        <w:t xml:space="preserve">      - Поздно уже.</w:t>
      </w:r>
    </w:p>
    <w:p w:rsidR="003735BC" w:rsidRDefault="003735BC" w:rsidP="009179FA">
      <w:pPr>
        <w:ind w:firstLine="720"/>
        <w:jc w:val="both"/>
      </w:pPr>
      <w:r>
        <w:t xml:space="preserve">      Из кухни высунулась зареванная мать.</w:t>
      </w:r>
    </w:p>
    <w:p w:rsidR="003735BC" w:rsidRDefault="003735BC" w:rsidP="009179FA">
      <w:pPr>
        <w:ind w:firstLine="720"/>
        <w:jc w:val="both"/>
      </w:pPr>
      <w:r>
        <w:t xml:space="preserve">      - И чтоб ноги твоей тут не было! Целую неделю чтоб не было!</w:t>
      </w:r>
    </w:p>
    <w:p w:rsidR="003735BC" w:rsidRDefault="003735BC" w:rsidP="009179FA">
      <w:pPr>
        <w:ind w:firstLine="720"/>
        <w:jc w:val="both"/>
      </w:pPr>
      <w:r>
        <w:t xml:space="preserve">      Даже батя в комнате заржал. Ну, маман. Нет бы, сразу меня поддержать.</w:t>
      </w:r>
    </w:p>
    <w:p w:rsidR="003735BC" w:rsidRDefault="003735BC" w:rsidP="009179FA">
      <w:pPr>
        <w:ind w:firstLine="720"/>
        <w:jc w:val="both"/>
      </w:pPr>
      <w:r>
        <w:t xml:space="preserve">      Выхожу из подъезда. Бросаю вещи на заднее сиденье и поднимаю глаза вверх. Отец курит на балконе и типа не смотрит на меня.</w:t>
      </w:r>
    </w:p>
    <w:p w:rsidR="003735BC" w:rsidRDefault="003735BC" w:rsidP="009179FA">
      <w:pPr>
        <w:ind w:firstLine="720"/>
        <w:jc w:val="both"/>
      </w:pPr>
      <w:r>
        <w:t xml:space="preserve">      Он поймет, он уже понял, не смирился пока. Плавно трогаюсь с места. Права у меня есть. Хорошо, когда отец начальник ГИБДД. Немного липовые, но есть. Да и гаишников я всех чуть ли не по именам знаю. Не раз развозил их после корпоративов.</w:t>
      </w:r>
    </w:p>
    <w:p w:rsidR="003735BC" w:rsidRDefault="003735BC" w:rsidP="009179FA">
      <w:pPr>
        <w:ind w:firstLine="720"/>
        <w:jc w:val="both"/>
      </w:pPr>
      <w:r>
        <w:t xml:space="preserve">      И вот опять я у этого дома. Опять лифт. Опять табличка с надписью «не работает». Опять пешком на шестнадцатый этаж. Те же маты, те же возмущения. Вот только эмоции другие.</w:t>
      </w:r>
    </w:p>
    <w:p w:rsidR="003735BC" w:rsidRDefault="003735BC" w:rsidP="009179FA">
      <w:pPr>
        <w:ind w:firstLine="720"/>
        <w:jc w:val="both"/>
      </w:pPr>
      <w:r>
        <w:t xml:space="preserve">      Подхожу к двери с надписью «МУДАК» и подписываю снизу фломастером «ЕЩЕ КАКОЙ», и с чувством выполненного долга жму на звонок.</w:t>
      </w:r>
    </w:p>
    <w:p w:rsidR="003735BC" w:rsidRDefault="003735BC" w:rsidP="009179FA">
      <w:pPr>
        <w:ind w:firstLine="720"/>
        <w:jc w:val="both"/>
      </w:pPr>
      <w:r>
        <w:t xml:space="preserve">      Тот же дебильный звонок. Тот же сквозняк от вылетевшей двери, и те же офигевшие глаза.</w:t>
      </w:r>
    </w:p>
    <w:p w:rsidR="003735BC" w:rsidRDefault="003735BC" w:rsidP="009179FA">
      <w:pPr>
        <w:ind w:firstLine="720"/>
        <w:jc w:val="both"/>
      </w:pPr>
      <w:r>
        <w:t xml:space="preserve">      Рэй переоделся. Синие джинсы и белая рубашка сидят на нем просто великолепно. Видно куда-то собирался. Не за мной ли?</w:t>
      </w:r>
    </w:p>
    <w:p w:rsidR="003735BC" w:rsidRDefault="003735BC" w:rsidP="009179FA">
      <w:pPr>
        <w:ind w:firstLine="720"/>
        <w:jc w:val="both"/>
      </w:pPr>
      <w:r>
        <w:t xml:space="preserve">      - Ничего не меняется, - говорю и с гордо поднятой головой, всунув ему свою сумку, которую я чуть не выкинул в районе двенадцатого-тринадцатого этажа, прохожу внутрь. Видимо, шок еще не прошел, и он ее обнял как родную, и даже начал убаюкивать, а я стал внаглую разуваться. Он выглянул за дверь, оценил мое художество и наконец, отошел от шока. Бросил мою сумку на пол и сложил руки на груди. Только хотел что-то сказать, но я его перебил:</w:t>
      </w:r>
    </w:p>
    <w:p w:rsidR="003735BC" w:rsidRDefault="003735BC" w:rsidP="009179FA">
      <w:pPr>
        <w:ind w:firstLine="720"/>
        <w:jc w:val="both"/>
      </w:pPr>
      <w:r>
        <w:t xml:space="preserve">      - Ты вообще обязан на мне жениться. И ты должен мне половину выигрыша, так что я пока поживу здесь. Руки не распускать, ноги тоже, а рот вообще лучше держать закрытым.</w:t>
      </w:r>
    </w:p>
    <w:p w:rsidR="003735BC" w:rsidRDefault="003735BC" w:rsidP="009179FA">
      <w:pPr>
        <w:ind w:firstLine="720"/>
        <w:jc w:val="both"/>
      </w:pPr>
      <w:r>
        <w:t xml:space="preserve">      Аккуратно переступил через сумку и пошел в ближайшую комнату. Надеюсь, это ванная.</w:t>
      </w:r>
    </w:p>
    <w:p w:rsidR="003735BC" w:rsidRDefault="003735BC" w:rsidP="009179FA">
      <w:pPr>
        <w:ind w:firstLine="720"/>
        <w:jc w:val="both"/>
      </w:pPr>
      <w:r>
        <w:t xml:space="preserve">      Крепкие объятья заставили меня затормозить, а твердый член, трущийся о мою попу, замереть на месте.</w:t>
      </w:r>
    </w:p>
    <w:p w:rsidR="003735BC" w:rsidRDefault="003735BC" w:rsidP="009179FA">
      <w:pPr>
        <w:ind w:firstLine="720"/>
        <w:jc w:val="both"/>
      </w:pPr>
      <w:r>
        <w:t xml:space="preserve">      - Малыш, а ты куда? </w:t>
      </w:r>
    </w:p>
    <w:p w:rsidR="003735BC" w:rsidRDefault="003735BC" w:rsidP="009179FA">
      <w:pPr>
        <w:ind w:firstLine="720"/>
        <w:jc w:val="both"/>
      </w:pPr>
      <w:r>
        <w:t xml:space="preserve">      Прям-таки сама забота.</w:t>
      </w:r>
    </w:p>
    <w:p w:rsidR="003735BC" w:rsidRDefault="003735BC" w:rsidP="009179FA">
      <w:pPr>
        <w:ind w:firstLine="720"/>
        <w:jc w:val="both"/>
      </w:pPr>
      <w:r>
        <w:t xml:space="preserve">      - В ванную, – голос дрожит, возбуждение нахлынуло волной цунами.</w:t>
      </w:r>
    </w:p>
    <w:p w:rsidR="003735BC" w:rsidRDefault="003735BC" w:rsidP="009179FA">
      <w:pPr>
        <w:ind w:firstLine="720"/>
        <w:jc w:val="both"/>
      </w:pPr>
      <w:r>
        <w:t xml:space="preserve">      - Давай я тебе спинку потру?</w:t>
      </w:r>
    </w:p>
    <w:p w:rsidR="003735BC" w:rsidRDefault="003735BC" w:rsidP="009179FA">
      <w:pPr>
        <w:ind w:firstLine="720"/>
        <w:jc w:val="both"/>
      </w:pPr>
      <w:r>
        <w:t xml:space="preserve">      - Ну уж нет, это без меня. </w:t>
      </w:r>
    </w:p>
    <w:p w:rsidR="003735BC" w:rsidRDefault="003735BC" w:rsidP="009179FA">
      <w:pPr>
        <w:ind w:firstLine="720"/>
        <w:jc w:val="both"/>
      </w:pPr>
      <w:r>
        <w:t xml:space="preserve">      Вырываюсь и иду к своей цели бодрым шагом. Если бы еще стоящий колом член не мешал моему бодрому шагу.</w:t>
      </w:r>
    </w:p>
    <w:p w:rsidR="003735BC" w:rsidRDefault="003735BC" w:rsidP="009179FA">
      <w:pPr>
        <w:ind w:firstLine="720"/>
        <w:jc w:val="both"/>
      </w:pPr>
      <w:r>
        <w:t xml:space="preserve">      - Ну я хочу, я аккуратно.</w:t>
      </w:r>
    </w:p>
    <w:p w:rsidR="003735BC" w:rsidRDefault="003735BC" w:rsidP="009179FA">
      <w:pPr>
        <w:ind w:firstLine="720"/>
        <w:jc w:val="both"/>
      </w:pPr>
      <w:r>
        <w:t xml:space="preserve">      - Где-то я уже это слышал, спасибо, но нет. </w:t>
      </w:r>
    </w:p>
    <w:p w:rsidR="003735BC" w:rsidRDefault="003735BC" w:rsidP="009179FA">
      <w:pPr>
        <w:ind w:firstLine="720"/>
        <w:jc w:val="both"/>
      </w:pPr>
      <w:r>
        <w:t xml:space="preserve">      И срываюсь на бег. За мной следует погоня. Я слышу его смех и сам начинаю смеяться. Все встало на свои места. Стало хорошо и спокойно, но что-то мне подсказывает, что это только начало.</w:t>
      </w:r>
    </w:p>
    <w:p w:rsidR="003735BC" w:rsidRDefault="003735BC" w:rsidP="009179FA">
      <w:pPr>
        <w:ind w:firstLine="720"/>
        <w:jc w:val="both"/>
      </w:pPr>
    </w:p>
    <w:p w:rsidR="003735BC" w:rsidRDefault="003735BC" w:rsidP="009179FA">
      <w:pPr>
        <w:jc w:val="both"/>
      </w:pPr>
    </w:p>
    <w:p w:rsidR="003735BC" w:rsidRDefault="003735BC" w:rsidP="009179FA">
      <w:pPr>
        <w:jc w:val="both"/>
      </w:pPr>
    </w:p>
    <w:sectPr w:rsidR="003735BC" w:rsidSect="009179FA">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79FA"/>
    <w:rsid w:val="0027487A"/>
    <w:rsid w:val="00366228"/>
    <w:rsid w:val="003735BC"/>
    <w:rsid w:val="009179FA"/>
    <w:rsid w:val="00E3126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34359212">
      <w:marLeft w:val="0"/>
      <w:marRight w:val="0"/>
      <w:marTop w:val="0"/>
      <w:marBottom w:val="0"/>
      <w:divBdr>
        <w:top w:val="none" w:sz="0" w:space="0" w:color="auto"/>
        <w:left w:val="none" w:sz="0" w:space="0" w:color="auto"/>
        <w:bottom w:val="none" w:sz="0" w:space="0" w:color="auto"/>
        <w:right w:val="none" w:sz="0" w:space="0" w:color="auto"/>
      </w:divBdr>
      <w:divsChild>
        <w:div w:id="234359228">
          <w:marLeft w:val="0"/>
          <w:marRight w:val="0"/>
          <w:marTop w:val="0"/>
          <w:marBottom w:val="0"/>
          <w:divBdr>
            <w:top w:val="none" w:sz="0" w:space="0" w:color="auto"/>
            <w:left w:val="none" w:sz="0" w:space="0" w:color="auto"/>
            <w:bottom w:val="none" w:sz="0" w:space="0" w:color="auto"/>
            <w:right w:val="none" w:sz="0" w:space="0" w:color="auto"/>
          </w:divBdr>
        </w:div>
      </w:divsChild>
    </w:div>
    <w:div w:id="234359213">
      <w:marLeft w:val="0"/>
      <w:marRight w:val="0"/>
      <w:marTop w:val="0"/>
      <w:marBottom w:val="0"/>
      <w:divBdr>
        <w:top w:val="none" w:sz="0" w:space="0" w:color="auto"/>
        <w:left w:val="none" w:sz="0" w:space="0" w:color="auto"/>
        <w:bottom w:val="none" w:sz="0" w:space="0" w:color="auto"/>
        <w:right w:val="none" w:sz="0" w:space="0" w:color="auto"/>
      </w:divBdr>
      <w:divsChild>
        <w:div w:id="234359215">
          <w:marLeft w:val="0"/>
          <w:marRight w:val="0"/>
          <w:marTop w:val="0"/>
          <w:marBottom w:val="0"/>
          <w:divBdr>
            <w:top w:val="none" w:sz="0" w:space="0" w:color="auto"/>
            <w:left w:val="none" w:sz="0" w:space="0" w:color="auto"/>
            <w:bottom w:val="none" w:sz="0" w:space="0" w:color="auto"/>
            <w:right w:val="none" w:sz="0" w:space="0" w:color="auto"/>
          </w:divBdr>
        </w:div>
      </w:divsChild>
    </w:div>
    <w:div w:id="234359218">
      <w:marLeft w:val="0"/>
      <w:marRight w:val="0"/>
      <w:marTop w:val="0"/>
      <w:marBottom w:val="0"/>
      <w:divBdr>
        <w:top w:val="none" w:sz="0" w:space="0" w:color="auto"/>
        <w:left w:val="none" w:sz="0" w:space="0" w:color="auto"/>
        <w:bottom w:val="none" w:sz="0" w:space="0" w:color="auto"/>
        <w:right w:val="none" w:sz="0" w:space="0" w:color="auto"/>
      </w:divBdr>
      <w:divsChild>
        <w:div w:id="234359219">
          <w:marLeft w:val="0"/>
          <w:marRight w:val="0"/>
          <w:marTop w:val="0"/>
          <w:marBottom w:val="0"/>
          <w:divBdr>
            <w:top w:val="none" w:sz="0" w:space="0" w:color="auto"/>
            <w:left w:val="none" w:sz="0" w:space="0" w:color="auto"/>
            <w:bottom w:val="none" w:sz="0" w:space="0" w:color="auto"/>
            <w:right w:val="none" w:sz="0" w:space="0" w:color="auto"/>
          </w:divBdr>
        </w:div>
      </w:divsChild>
    </w:div>
    <w:div w:id="234359220">
      <w:marLeft w:val="0"/>
      <w:marRight w:val="0"/>
      <w:marTop w:val="0"/>
      <w:marBottom w:val="0"/>
      <w:divBdr>
        <w:top w:val="none" w:sz="0" w:space="0" w:color="auto"/>
        <w:left w:val="none" w:sz="0" w:space="0" w:color="auto"/>
        <w:bottom w:val="none" w:sz="0" w:space="0" w:color="auto"/>
        <w:right w:val="none" w:sz="0" w:space="0" w:color="auto"/>
      </w:divBdr>
      <w:divsChild>
        <w:div w:id="234359216">
          <w:marLeft w:val="0"/>
          <w:marRight w:val="0"/>
          <w:marTop w:val="0"/>
          <w:marBottom w:val="0"/>
          <w:divBdr>
            <w:top w:val="none" w:sz="0" w:space="0" w:color="auto"/>
            <w:left w:val="none" w:sz="0" w:space="0" w:color="auto"/>
            <w:bottom w:val="none" w:sz="0" w:space="0" w:color="auto"/>
            <w:right w:val="none" w:sz="0" w:space="0" w:color="auto"/>
          </w:divBdr>
        </w:div>
      </w:divsChild>
    </w:div>
    <w:div w:id="234359221">
      <w:marLeft w:val="0"/>
      <w:marRight w:val="0"/>
      <w:marTop w:val="0"/>
      <w:marBottom w:val="0"/>
      <w:divBdr>
        <w:top w:val="none" w:sz="0" w:space="0" w:color="auto"/>
        <w:left w:val="none" w:sz="0" w:space="0" w:color="auto"/>
        <w:bottom w:val="none" w:sz="0" w:space="0" w:color="auto"/>
        <w:right w:val="none" w:sz="0" w:space="0" w:color="auto"/>
      </w:divBdr>
      <w:divsChild>
        <w:div w:id="234359230">
          <w:marLeft w:val="0"/>
          <w:marRight w:val="0"/>
          <w:marTop w:val="0"/>
          <w:marBottom w:val="0"/>
          <w:divBdr>
            <w:top w:val="none" w:sz="0" w:space="0" w:color="auto"/>
            <w:left w:val="none" w:sz="0" w:space="0" w:color="auto"/>
            <w:bottom w:val="none" w:sz="0" w:space="0" w:color="auto"/>
            <w:right w:val="none" w:sz="0" w:space="0" w:color="auto"/>
          </w:divBdr>
        </w:div>
      </w:divsChild>
    </w:div>
    <w:div w:id="234359223">
      <w:marLeft w:val="0"/>
      <w:marRight w:val="0"/>
      <w:marTop w:val="0"/>
      <w:marBottom w:val="0"/>
      <w:divBdr>
        <w:top w:val="none" w:sz="0" w:space="0" w:color="auto"/>
        <w:left w:val="none" w:sz="0" w:space="0" w:color="auto"/>
        <w:bottom w:val="none" w:sz="0" w:space="0" w:color="auto"/>
        <w:right w:val="none" w:sz="0" w:space="0" w:color="auto"/>
      </w:divBdr>
      <w:divsChild>
        <w:div w:id="234359217">
          <w:marLeft w:val="0"/>
          <w:marRight w:val="0"/>
          <w:marTop w:val="0"/>
          <w:marBottom w:val="0"/>
          <w:divBdr>
            <w:top w:val="none" w:sz="0" w:space="0" w:color="auto"/>
            <w:left w:val="none" w:sz="0" w:space="0" w:color="auto"/>
            <w:bottom w:val="none" w:sz="0" w:space="0" w:color="auto"/>
            <w:right w:val="none" w:sz="0" w:space="0" w:color="auto"/>
          </w:divBdr>
        </w:div>
      </w:divsChild>
    </w:div>
    <w:div w:id="234359224">
      <w:marLeft w:val="0"/>
      <w:marRight w:val="0"/>
      <w:marTop w:val="0"/>
      <w:marBottom w:val="0"/>
      <w:divBdr>
        <w:top w:val="none" w:sz="0" w:space="0" w:color="auto"/>
        <w:left w:val="none" w:sz="0" w:space="0" w:color="auto"/>
        <w:bottom w:val="none" w:sz="0" w:space="0" w:color="auto"/>
        <w:right w:val="none" w:sz="0" w:space="0" w:color="auto"/>
      </w:divBdr>
      <w:divsChild>
        <w:div w:id="234359214">
          <w:marLeft w:val="0"/>
          <w:marRight w:val="0"/>
          <w:marTop w:val="0"/>
          <w:marBottom w:val="0"/>
          <w:divBdr>
            <w:top w:val="none" w:sz="0" w:space="0" w:color="auto"/>
            <w:left w:val="none" w:sz="0" w:space="0" w:color="auto"/>
            <w:bottom w:val="none" w:sz="0" w:space="0" w:color="auto"/>
            <w:right w:val="none" w:sz="0" w:space="0" w:color="auto"/>
          </w:divBdr>
        </w:div>
      </w:divsChild>
    </w:div>
    <w:div w:id="234359225">
      <w:marLeft w:val="0"/>
      <w:marRight w:val="0"/>
      <w:marTop w:val="0"/>
      <w:marBottom w:val="0"/>
      <w:divBdr>
        <w:top w:val="none" w:sz="0" w:space="0" w:color="auto"/>
        <w:left w:val="none" w:sz="0" w:space="0" w:color="auto"/>
        <w:bottom w:val="none" w:sz="0" w:space="0" w:color="auto"/>
        <w:right w:val="none" w:sz="0" w:space="0" w:color="auto"/>
      </w:divBdr>
      <w:divsChild>
        <w:div w:id="234359222">
          <w:marLeft w:val="0"/>
          <w:marRight w:val="0"/>
          <w:marTop w:val="0"/>
          <w:marBottom w:val="0"/>
          <w:divBdr>
            <w:top w:val="none" w:sz="0" w:space="0" w:color="auto"/>
            <w:left w:val="none" w:sz="0" w:space="0" w:color="auto"/>
            <w:bottom w:val="none" w:sz="0" w:space="0" w:color="auto"/>
            <w:right w:val="none" w:sz="0" w:space="0" w:color="auto"/>
          </w:divBdr>
        </w:div>
      </w:divsChild>
    </w:div>
    <w:div w:id="234359226">
      <w:marLeft w:val="0"/>
      <w:marRight w:val="0"/>
      <w:marTop w:val="0"/>
      <w:marBottom w:val="0"/>
      <w:divBdr>
        <w:top w:val="none" w:sz="0" w:space="0" w:color="auto"/>
        <w:left w:val="none" w:sz="0" w:space="0" w:color="auto"/>
        <w:bottom w:val="none" w:sz="0" w:space="0" w:color="auto"/>
        <w:right w:val="none" w:sz="0" w:space="0" w:color="auto"/>
      </w:divBdr>
      <w:divsChild>
        <w:div w:id="234359227">
          <w:marLeft w:val="0"/>
          <w:marRight w:val="0"/>
          <w:marTop w:val="0"/>
          <w:marBottom w:val="0"/>
          <w:divBdr>
            <w:top w:val="none" w:sz="0" w:space="0" w:color="auto"/>
            <w:left w:val="none" w:sz="0" w:space="0" w:color="auto"/>
            <w:bottom w:val="none" w:sz="0" w:space="0" w:color="auto"/>
            <w:right w:val="none" w:sz="0" w:space="0" w:color="auto"/>
          </w:divBdr>
        </w:div>
      </w:divsChild>
    </w:div>
    <w:div w:id="234359231">
      <w:marLeft w:val="0"/>
      <w:marRight w:val="0"/>
      <w:marTop w:val="0"/>
      <w:marBottom w:val="0"/>
      <w:divBdr>
        <w:top w:val="none" w:sz="0" w:space="0" w:color="auto"/>
        <w:left w:val="none" w:sz="0" w:space="0" w:color="auto"/>
        <w:bottom w:val="none" w:sz="0" w:space="0" w:color="auto"/>
        <w:right w:val="none" w:sz="0" w:space="0" w:color="auto"/>
      </w:divBdr>
      <w:divsChild>
        <w:div w:id="234359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28</Pages>
  <Words>10985</Words>
  <Characters>-32766</Characters>
  <Application>Microsoft Office Outlook</Application>
  <DocSecurity>0</DocSecurity>
  <Lines>0</Lines>
  <Paragraphs>0</Paragraphs>
  <ScaleCrop>false</ScaleCrop>
  <Company>NhT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dc:title>
  <dc:subject/>
  <dc:creator>Lis</dc:creator>
  <cp:keywords/>
  <dc:description/>
  <cp:lastModifiedBy>Lis</cp:lastModifiedBy>
  <cp:revision>2</cp:revision>
  <dcterms:created xsi:type="dcterms:W3CDTF">2015-02-20T15:57:00Z</dcterms:created>
  <dcterms:modified xsi:type="dcterms:W3CDTF">2015-02-20T15:57:00Z</dcterms:modified>
</cp:coreProperties>
</file>